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</w:t>
      </w:r>
      <w:r w:rsidR="00353153">
        <w:rPr>
          <w:sz w:val="22"/>
          <w:szCs w:val="24"/>
        </w:rPr>
        <w:t>б установлении публичного сервитута в отношении земельного участка с кадастровым н</w:t>
      </w:r>
      <w:r w:rsidR="00353153">
        <w:rPr>
          <w:sz w:val="22"/>
          <w:szCs w:val="24"/>
        </w:rPr>
        <w:t>о</w:t>
      </w:r>
      <w:r w:rsidR="00353153">
        <w:rPr>
          <w:sz w:val="22"/>
          <w:szCs w:val="24"/>
        </w:rPr>
        <w:t>мером 81:02:0000000:10 (единое землепользование), на основании ходатайства ОАО «МРСК Урала»</w:t>
      </w:r>
      <w:r w:rsidR="006672FF">
        <w:rPr>
          <w:sz w:val="22"/>
          <w:szCs w:val="24"/>
        </w:rPr>
        <w:t>, общей площадью 4032 кв. м.</w:t>
      </w:r>
    </w:p>
    <w:p w:rsidR="00331F63" w:rsidRDefault="000663DC" w:rsidP="00331F6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            </w:t>
      </w:r>
      <w:r w:rsidR="00331F63">
        <w:rPr>
          <w:b/>
          <w:sz w:val="22"/>
          <w:szCs w:val="24"/>
        </w:rPr>
        <w:t>-</w:t>
      </w:r>
      <w:r w:rsidR="00331F63" w:rsidRPr="00FA5146">
        <w:rPr>
          <w:b/>
          <w:sz w:val="22"/>
          <w:szCs w:val="24"/>
        </w:rPr>
        <w:t xml:space="preserve"> </w:t>
      </w:r>
      <w:r w:rsidR="00331F63" w:rsidRPr="00DD6098">
        <w:rPr>
          <w:sz w:val="22"/>
          <w:szCs w:val="24"/>
        </w:rPr>
        <w:t>о предполагаемом предоставлении земельных участков</w:t>
      </w:r>
      <w:r w:rsidR="00331F63">
        <w:rPr>
          <w:sz w:val="22"/>
          <w:szCs w:val="24"/>
        </w:rPr>
        <w:t xml:space="preserve"> в </w:t>
      </w:r>
      <w:r w:rsidR="00EC5ED5">
        <w:rPr>
          <w:sz w:val="22"/>
          <w:szCs w:val="24"/>
        </w:rPr>
        <w:t>аренду</w:t>
      </w:r>
      <w:r w:rsidR="00331F63" w:rsidRPr="00DD6098">
        <w:rPr>
          <w:sz w:val="22"/>
          <w:szCs w:val="24"/>
        </w:rPr>
        <w:t>:</w:t>
      </w:r>
    </w:p>
    <w:p w:rsidR="000917BC" w:rsidRDefault="000917BC" w:rsidP="00331F63">
      <w:pPr>
        <w:pStyle w:val="a5"/>
        <w:ind w:firstLine="0"/>
        <w:rPr>
          <w:i/>
          <w:sz w:val="22"/>
          <w:szCs w:val="24"/>
          <w:u w:val="single"/>
        </w:rPr>
      </w:pPr>
      <w:r w:rsidRPr="000917BC">
        <w:rPr>
          <w:i/>
          <w:sz w:val="22"/>
          <w:szCs w:val="24"/>
          <w:u w:val="single"/>
        </w:rPr>
        <w:t>Для индивидуального жилищного строительства</w:t>
      </w:r>
      <w:r>
        <w:rPr>
          <w:i/>
          <w:sz w:val="22"/>
          <w:szCs w:val="24"/>
          <w:u w:val="single"/>
        </w:rPr>
        <w:t>:</w:t>
      </w:r>
      <w:bookmarkStart w:id="0" w:name="_GoBack"/>
      <w:bookmarkEnd w:id="0"/>
    </w:p>
    <w:p w:rsidR="000917BC" w:rsidRPr="000917BC" w:rsidRDefault="000917BC" w:rsidP="00331F63">
      <w:pPr>
        <w:pStyle w:val="a5"/>
        <w:ind w:firstLine="0"/>
        <w:rPr>
          <w:sz w:val="22"/>
          <w:szCs w:val="24"/>
        </w:rPr>
      </w:pPr>
      <w:proofErr w:type="gramStart"/>
      <w:r>
        <w:rPr>
          <w:sz w:val="22"/>
          <w:szCs w:val="24"/>
        </w:rPr>
        <w:t>- с. Коса, ул. Кирова, 69, 1 участок, площадью 1800 кв. м.</w:t>
      </w:r>
      <w:proofErr w:type="gramEnd"/>
    </w:p>
    <w:p w:rsidR="00331F63" w:rsidRDefault="00604C96" w:rsidP="00331F63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i/>
          <w:noProof/>
          <w:sz w:val="22"/>
          <w:szCs w:val="24"/>
          <w:u w:val="single"/>
        </w:rPr>
        <w:t>:</w:t>
      </w:r>
    </w:p>
    <w:p w:rsidR="00907746" w:rsidRDefault="00604C96" w:rsidP="00687045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r w:rsidR="00353153">
        <w:rPr>
          <w:sz w:val="22"/>
          <w:szCs w:val="24"/>
        </w:rPr>
        <w:t>д</w:t>
      </w:r>
      <w:r>
        <w:rPr>
          <w:sz w:val="22"/>
          <w:szCs w:val="24"/>
        </w:rPr>
        <w:t xml:space="preserve">. </w:t>
      </w:r>
      <w:proofErr w:type="spellStart"/>
      <w:r w:rsidR="00353153">
        <w:rPr>
          <w:sz w:val="22"/>
          <w:szCs w:val="24"/>
        </w:rPr>
        <w:t>Бачманово</w:t>
      </w:r>
      <w:proofErr w:type="spellEnd"/>
      <w:r>
        <w:rPr>
          <w:sz w:val="22"/>
          <w:szCs w:val="24"/>
        </w:rPr>
        <w:t xml:space="preserve">, ул. </w:t>
      </w:r>
      <w:proofErr w:type="gramStart"/>
      <w:r w:rsidR="00353153">
        <w:rPr>
          <w:sz w:val="22"/>
          <w:szCs w:val="24"/>
        </w:rPr>
        <w:t>Ручейная</w:t>
      </w:r>
      <w:proofErr w:type="gramEnd"/>
      <w:r w:rsidR="00687045">
        <w:rPr>
          <w:sz w:val="22"/>
          <w:szCs w:val="24"/>
        </w:rPr>
        <w:t xml:space="preserve">, </w:t>
      </w:r>
      <w:r w:rsidR="00353153">
        <w:rPr>
          <w:sz w:val="22"/>
          <w:szCs w:val="24"/>
        </w:rPr>
        <w:t>4</w:t>
      </w:r>
      <w:r w:rsidR="00687045">
        <w:rPr>
          <w:sz w:val="22"/>
          <w:szCs w:val="24"/>
        </w:rPr>
        <w:t xml:space="preserve">, 1 участок, </w:t>
      </w:r>
      <w:r w:rsidR="00353153">
        <w:rPr>
          <w:sz w:val="22"/>
          <w:szCs w:val="24"/>
        </w:rPr>
        <w:t xml:space="preserve">с декларированной </w:t>
      </w:r>
      <w:r w:rsidR="00687045">
        <w:rPr>
          <w:sz w:val="22"/>
          <w:szCs w:val="24"/>
        </w:rPr>
        <w:t xml:space="preserve">площадью </w:t>
      </w:r>
      <w:r w:rsidR="00353153">
        <w:rPr>
          <w:sz w:val="22"/>
          <w:szCs w:val="24"/>
        </w:rPr>
        <w:t>1502</w:t>
      </w:r>
      <w:r w:rsidR="00687045">
        <w:rPr>
          <w:sz w:val="22"/>
          <w:szCs w:val="24"/>
        </w:rPr>
        <w:t xml:space="preserve"> кв. м.</w:t>
      </w:r>
    </w:p>
    <w:p w:rsidR="00907746" w:rsidRPr="00907746" w:rsidRDefault="00907746" w:rsidP="00880924">
      <w:pPr>
        <w:pStyle w:val="a5"/>
        <w:ind w:firstLine="0"/>
        <w:rPr>
          <w:sz w:val="22"/>
          <w:szCs w:val="24"/>
        </w:rPr>
      </w:pPr>
    </w:p>
    <w:p w:rsidR="0075074B" w:rsidRDefault="0075074B" w:rsidP="00E65042">
      <w:pPr>
        <w:pStyle w:val="a4"/>
        <w:spacing w:after="0" w:line="240" w:lineRule="auto"/>
        <w:rPr>
          <w:b w:val="0"/>
          <w:i/>
          <w:noProof/>
          <w:sz w:val="22"/>
          <w:szCs w:val="24"/>
          <w:u w:val="single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с.Коса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C36827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3A612E" w:rsidP="008E0D07">
                  <w:pPr>
                    <w:pStyle w:val="a6"/>
                  </w:pPr>
                  <w:r>
                    <w:t>А.В. Олехов</w:t>
                  </w:r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0917B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02.03</w:t>
                  </w:r>
                  <w:r w:rsidR="007172C8">
                    <w:rPr>
                      <w:sz w:val="24"/>
                      <w:szCs w:val="24"/>
                    </w:rPr>
                    <w:t>.</w:t>
                  </w:r>
                  <w:r w:rsidR="00E65042">
                    <w:rPr>
                      <w:sz w:val="24"/>
                      <w:szCs w:val="24"/>
                    </w:rPr>
                    <w:t>20</w:t>
                  </w:r>
                  <w:r w:rsidR="007B0157">
                    <w:rPr>
                      <w:sz w:val="24"/>
                      <w:szCs w:val="24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827" w:rsidRDefault="00C36827">
      <w:r>
        <w:separator/>
      </w:r>
    </w:p>
  </w:endnote>
  <w:endnote w:type="continuationSeparator" w:id="0">
    <w:p w:rsidR="00C36827" w:rsidRDefault="00C3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827" w:rsidRDefault="00C36827">
      <w:r>
        <w:separator/>
      </w:r>
    </w:p>
  </w:footnote>
  <w:footnote w:type="continuationSeparator" w:id="0">
    <w:p w:rsidR="00C36827" w:rsidRDefault="00C36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1E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2565D"/>
    <w:rsid w:val="00031EB5"/>
    <w:rsid w:val="000320E4"/>
    <w:rsid w:val="00037432"/>
    <w:rsid w:val="00044EA1"/>
    <w:rsid w:val="000546CC"/>
    <w:rsid w:val="000559FA"/>
    <w:rsid w:val="000663DC"/>
    <w:rsid w:val="00067DB8"/>
    <w:rsid w:val="000703AD"/>
    <w:rsid w:val="000713BA"/>
    <w:rsid w:val="0007358C"/>
    <w:rsid w:val="00077A0D"/>
    <w:rsid w:val="00091123"/>
    <w:rsid w:val="000917BC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4641C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06106"/>
    <w:rsid w:val="00313ECA"/>
    <w:rsid w:val="00321046"/>
    <w:rsid w:val="00331F63"/>
    <w:rsid w:val="003405AB"/>
    <w:rsid w:val="00353153"/>
    <w:rsid w:val="00353DEB"/>
    <w:rsid w:val="0035699A"/>
    <w:rsid w:val="003807C0"/>
    <w:rsid w:val="00382BEF"/>
    <w:rsid w:val="003A612E"/>
    <w:rsid w:val="003D3930"/>
    <w:rsid w:val="003D6B9D"/>
    <w:rsid w:val="003E497E"/>
    <w:rsid w:val="003E5046"/>
    <w:rsid w:val="004010BC"/>
    <w:rsid w:val="00414232"/>
    <w:rsid w:val="0041747B"/>
    <w:rsid w:val="00424F66"/>
    <w:rsid w:val="00431351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201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56A"/>
    <w:rsid w:val="00535D9A"/>
    <w:rsid w:val="0053612B"/>
    <w:rsid w:val="005438E0"/>
    <w:rsid w:val="005505FE"/>
    <w:rsid w:val="0055268D"/>
    <w:rsid w:val="00552ADF"/>
    <w:rsid w:val="00561755"/>
    <w:rsid w:val="00567A21"/>
    <w:rsid w:val="00586EB8"/>
    <w:rsid w:val="005905AC"/>
    <w:rsid w:val="00595FC4"/>
    <w:rsid w:val="005A25E1"/>
    <w:rsid w:val="005B296B"/>
    <w:rsid w:val="005F61E3"/>
    <w:rsid w:val="005F6900"/>
    <w:rsid w:val="00604C96"/>
    <w:rsid w:val="00617EF9"/>
    <w:rsid w:val="006262D8"/>
    <w:rsid w:val="0063069A"/>
    <w:rsid w:val="006333E0"/>
    <w:rsid w:val="00645A14"/>
    <w:rsid w:val="006672FF"/>
    <w:rsid w:val="00675606"/>
    <w:rsid w:val="0067584A"/>
    <w:rsid w:val="00687045"/>
    <w:rsid w:val="00691C28"/>
    <w:rsid w:val="006B4972"/>
    <w:rsid w:val="006B5E95"/>
    <w:rsid w:val="006D150F"/>
    <w:rsid w:val="006D443E"/>
    <w:rsid w:val="006E22EA"/>
    <w:rsid w:val="006E4CAC"/>
    <w:rsid w:val="006E6686"/>
    <w:rsid w:val="006F053E"/>
    <w:rsid w:val="006F6B8C"/>
    <w:rsid w:val="00703184"/>
    <w:rsid w:val="007042FC"/>
    <w:rsid w:val="00704A7C"/>
    <w:rsid w:val="007065E9"/>
    <w:rsid w:val="007172C8"/>
    <w:rsid w:val="00736B92"/>
    <w:rsid w:val="007441B0"/>
    <w:rsid w:val="007502CF"/>
    <w:rsid w:val="0075074B"/>
    <w:rsid w:val="00761D5E"/>
    <w:rsid w:val="00765828"/>
    <w:rsid w:val="00785321"/>
    <w:rsid w:val="00785EC7"/>
    <w:rsid w:val="00787272"/>
    <w:rsid w:val="0079130F"/>
    <w:rsid w:val="007A466D"/>
    <w:rsid w:val="007B0157"/>
    <w:rsid w:val="007B0F2D"/>
    <w:rsid w:val="007D5DC9"/>
    <w:rsid w:val="007E5A2E"/>
    <w:rsid w:val="007E5F58"/>
    <w:rsid w:val="00802597"/>
    <w:rsid w:val="00802684"/>
    <w:rsid w:val="00817CC0"/>
    <w:rsid w:val="00827AA8"/>
    <w:rsid w:val="00833515"/>
    <w:rsid w:val="00833CC9"/>
    <w:rsid w:val="00834C47"/>
    <w:rsid w:val="008448D9"/>
    <w:rsid w:val="008537AB"/>
    <w:rsid w:val="0086093F"/>
    <w:rsid w:val="00861BE3"/>
    <w:rsid w:val="008630C0"/>
    <w:rsid w:val="00864956"/>
    <w:rsid w:val="00875736"/>
    <w:rsid w:val="00880924"/>
    <w:rsid w:val="00882211"/>
    <w:rsid w:val="00897E12"/>
    <w:rsid w:val="008A0970"/>
    <w:rsid w:val="008A300E"/>
    <w:rsid w:val="008A77C3"/>
    <w:rsid w:val="008C41D1"/>
    <w:rsid w:val="008E0D07"/>
    <w:rsid w:val="008F499D"/>
    <w:rsid w:val="009076CD"/>
    <w:rsid w:val="00907746"/>
    <w:rsid w:val="00917826"/>
    <w:rsid w:val="00943ED1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1A1F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C10A4"/>
    <w:rsid w:val="00AD042F"/>
    <w:rsid w:val="00AD08F2"/>
    <w:rsid w:val="00AD2566"/>
    <w:rsid w:val="00AE4711"/>
    <w:rsid w:val="00AF53DE"/>
    <w:rsid w:val="00AF7C6F"/>
    <w:rsid w:val="00B07833"/>
    <w:rsid w:val="00B1052A"/>
    <w:rsid w:val="00B10BD7"/>
    <w:rsid w:val="00B12253"/>
    <w:rsid w:val="00B1271C"/>
    <w:rsid w:val="00B17F20"/>
    <w:rsid w:val="00B25FF1"/>
    <w:rsid w:val="00B369B8"/>
    <w:rsid w:val="00B47D88"/>
    <w:rsid w:val="00B5177E"/>
    <w:rsid w:val="00B51D9B"/>
    <w:rsid w:val="00B77A82"/>
    <w:rsid w:val="00B92A34"/>
    <w:rsid w:val="00BA15BB"/>
    <w:rsid w:val="00BB4E66"/>
    <w:rsid w:val="00BF147A"/>
    <w:rsid w:val="00C11CD6"/>
    <w:rsid w:val="00C12C92"/>
    <w:rsid w:val="00C22161"/>
    <w:rsid w:val="00C36827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83243"/>
    <w:rsid w:val="00C96462"/>
    <w:rsid w:val="00C97BDE"/>
    <w:rsid w:val="00CA343E"/>
    <w:rsid w:val="00CA6C26"/>
    <w:rsid w:val="00CB0CD4"/>
    <w:rsid w:val="00CB26AB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587F"/>
    <w:rsid w:val="00EB6ADE"/>
    <w:rsid w:val="00EC5ED5"/>
    <w:rsid w:val="00EC63D3"/>
    <w:rsid w:val="00EC69EF"/>
    <w:rsid w:val="00EC7D22"/>
    <w:rsid w:val="00ED1CC4"/>
    <w:rsid w:val="00EE3C5B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D43BE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района.dot</Template>
  <TotalTime>2725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126</cp:revision>
  <cp:lastPrinted>2017-02-27T07:55:00Z</cp:lastPrinted>
  <dcterms:created xsi:type="dcterms:W3CDTF">2013-03-11T03:51:00Z</dcterms:created>
  <dcterms:modified xsi:type="dcterms:W3CDTF">2020-04-24T07:29:00Z</dcterms:modified>
</cp:coreProperties>
</file>