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58" w:rsidRDefault="0004130E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2" type="#_x0000_t202" style="position:absolute;margin-left:351.55pt;margin-top:97.8pt;width:209.75pt;height:144.45pt;z-index:251659776;mso-position-horizontal-relative:page;mso-position-vertical-relative:page" filled="f" stroked="f">
            <v:textbox style="mso-next-textbox:#_x0000_s1292" inset="0,0,0,0">
              <w:txbxContent>
                <w:p w:rsidR="00736440" w:rsidRPr="0010747B" w:rsidRDefault="00736440" w:rsidP="00736440">
                  <w:pPr>
                    <w:pStyle w:val="aa"/>
                  </w:pPr>
                </w:p>
                <w:p w:rsidR="00736440" w:rsidRPr="008F46F3" w:rsidRDefault="00736440" w:rsidP="00736440">
                  <w:pPr>
                    <w:pStyle w:val="aa"/>
                  </w:pPr>
                </w:p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D41B83" w:rsidRDefault="003F2E34" w:rsidP="00D41B83">
                  <w:pPr>
                    <w:pStyle w:val="a6"/>
                  </w:pPr>
                  <w:r>
                    <w:t>Олехов Александр Вячеславович</w:t>
                  </w:r>
                </w:p>
                <w:p w:rsidR="00D41B83" w:rsidRPr="009854D8" w:rsidRDefault="00D41B83" w:rsidP="00D41B83">
                  <w:pPr>
                    <w:pStyle w:val="a6"/>
                  </w:pPr>
                  <w:r>
                    <w:t>(34298)21735</w:t>
                  </w:r>
                </w:p>
                <w:p w:rsidR="008E0D07" w:rsidRDefault="008E0D07" w:rsidP="008E0D07">
                  <w:pPr>
                    <w:pStyle w:val="a6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1A2849" w:rsidRDefault="00774393" w:rsidP="008E0D07">
                  <w:pPr>
                    <w:pStyle w:val="a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б/н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D41B83" w:rsidRPr="00F919B8" w:rsidRDefault="00BF4B6B" w:rsidP="00D41B83">
                  <w:pPr>
                    <w:pStyle w:val="a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13</w:t>
                  </w:r>
                  <w:r w:rsidR="00D41B83">
                    <w:rPr>
                      <w:szCs w:val="28"/>
                    </w:rPr>
                    <w:t>.0</w:t>
                  </w:r>
                  <w:r>
                    <w:rPr>
                      <w:szCs w:val="28"/>
                    </w:rPr>
                    <w:t>7</w:t>
                  </w:r>
                  <w:r w:rsidR="00D41B83">
                    <w:rPr>
                      <w:szCs w:val="28"/>
                    </w:rPr>
                    <w:t>.2020</w:t>
                  </w:r>
                </w:p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6833" w:rsidRPr="001B1A6C" w:rsidRDefault="00216833" w:rsidP="00216833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информационного бюллетеня   «На </w:t>
      </w:r>
      <w:proofErr w:type="spellStart"/>
      <w:r w:rsidRPr="001B1A6C">
        <w:rPr>
          <w:b w:val="0"/>
          <w:sz w:val="22"/>
          <w:szCs w:val="24"/>
        </w:rPr>
        <w:t>Косинской</w:t>
      </w:r>
      <w:proofErr w:type="spellEnd"/>
      <w:r w:rsidRPr="001B1A6C">
        <w:rPr>
          <w:b w:val="0"/>
          <w:sz w:val="22"/>
          <w:szCs w:val="24"/>
        </w:rPr>
        <w:t xml:space="preserve"> земле»!</w:t>
      </w:r>
    </w:p>
    <w:p w:rsidR="00216833" w:rsidRPr="001B1A6C" w:rsidRDefault="00216833" w:rsidP="00216833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 xml:space="preserve">Администрация Косинского муниципального </w:t>
      </w:r>
      <w:r w:rsidR="00BF4B6B">
        <w:rPr>
          <w:sz w:val="22"/>
          <w:szCs w:val="24"/>
        </w:rPr>
        <w:t>округа Пермского края</w:t>
      </w:r>
      <w:r w:rsidRPr="001B1A6C">
        <w:rPr>
          <w:sz w:val="22"/>
          <w:szCs w:val="24"/>
        </w:rPr>
        <w:t xml:space="preserve"> просит опубликовать объявление в информационном бюллетене «На </w:t>
      </w:r>
      <w:proofErr w:type="spellStart"/>
      <w:r w:rsidRPr="001B1A6C">
        <w:rPr>
          <w:sz w:val="22"/>
          <w:szCs w:val="24"/>
        </w:rPr>
        <w:t>Косинской</w:t>
      </w:r>
      <w:proofErr w:type="spellEnd"/>
      <w:r w:rsidRPr="001B1A6C">
        <w:rPr>
          <w:sz w:val="22"/>
          <w:szCs w:val="24"/>
        </w:rPr>
        <w:t xml:space="preserve"> земле» следующего содержания:</w:t>
      </w:r>
    </w:p>
    <w:p w:rsidR="00216833" w:rsidRPr="00DD6098" w:rsidRDefault="00216833" w:rsidP="00216833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 xml:space="preserve">Администрация Косинского муниципального </w:t>
      </w:r>
      <w:r w:rsidR="00BF4B6B">
        <w:rPr>
          <w:sz w:val="22"/>
          <w:szCs w:val="24"/>
        </w:rPr>
        <w:t>округа Пермского края</w:t>
      </w:r>
      <w:r w:rsidRPr="00DD6098">
        <w:rPr>
          <w:sz w:val="22"/>
          <w:szCs w:val="24"/>
        </w:rPr>
        <w:t xml:space="preserve"> сообщает:</w:t>
      </w:r>
    </w:p>
    <w:p w:rsidR="00216833" w:rsidRDefault="00216833" w:rsidP="00216833">
      <w:pPr>
        <w:pStyle w:val="a5"/>
        <w:ind w:firstLine="0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Pr="00FA5146">
        <w:rPr>
          <w:b/>
          <w:sz w:val="22"/>
          <w:szCs w:val="24"/>
        </w:rPr>
        <w:t xml:space="preserve"> </w:t>
      </w:r>
      <w:r w:rsidRPr="00DD6098">
        <w:rPr>
          <w:sz w:val="22"/>
          <w:szCs w:val="24"/>
        </w:rPr>
        <w:t>о предполагаемом предоставлении земельных участков</w:t>
      </w:r>
      <w:r>
        <w:rPr>
          <w:sz w:val="22"/>
          <w:szCs w:val="24"/>
        </w:rPr>
        <w:t xml:space="preserve"> в аренду</w:t>
      </w:r>
      <w:r w:rsidRPr="00DD6098">
        <w:rPr>
          <w:sz w:val="22"/>
          <w:szCs w:val="24"/>
        </w:rPr>
        <w:t>:</w:t>
      </w:r>
    </w:p>
    <w:p w:rsidR="00EC2AD3" w:rsidRPr="00EC2AD3" w:rsidRDefault="00BF4B6B" w:rsidP="00EC2AD3">
      <w:pPr>
        <w:pStyle w:val="a5"/>
        <w:ind w:firstLine="0"/>
        <w:rPr>
          <w:i/>
          <w:sz w:val="22"/>
          <w:szCs w:val="24"/>
          <w:u w:val="single"/>
        </w:rPr>
      </w:pPr>
      <w:r>
        <w:rPr>
          <w:i/>
          <w:sz w:val="22"/>
          <w:szCs w:val="24"/>
          <w:u w:val="single"/>
        </w:rPr>
        <w:t>Д</w:t>
      </w:r>
      <w:r w:rsidRPr="00BF4B6B">
        <w:rPr>
          <w:i/>
          <w:sz w:val="22"/>
          <w:szCs w:val="24"/>
          <w:u w:val="single"/>
        </w:rPr>
        <w:t>ля ведения личного подсобно</w:t>
      </w:r>
      <w:r>
        <w:rPr>
          <w:i/>
          <w:sz w:val="22"/>
          <w:szCs w:val="24"/>
          <w:u w:val="single"/>
        </w:rPr>
        <w:t>го хозяйства на полевых участках</w:t>
      </w:r>
      <w:r w:rsidR="00EC2AD3">
        <w:rPr>
          <w:i/>
          <w:sz w:val="22"/>
          <w:szCs w:val="24"/>
          <w:u w:val="single"/>
        </w:rPr>
        <w:t>:</w:t>
      </w:r>
    </w:p>
    <w:p w:rsidR="00EC2AD3" w:rsidRDefault="00EC2AD3" w:rsidP="00216833">
      <w:pPr>
        <w:pStyle w:val="a5"/>
        <w:ind w:firstLine="0"/>
        <w:rPr>
          <w:sz w:val="22"/>
          <w:szCs w:val="24"/>
        </w:rPr>
      </w:pPr>
      <w:proofErr w:type="gramStart"/>
      <w:r>
        <w:rPr>
          <w:sz w:val="22"/>
          <w:szCs w:val="24"/>
        </w:rPr>
        <w:t xml:space="preserve">- </w:t>
      </w:r>
      <w:r w:rsidR="00BF4B6B" w:rsidRPr="00BF4B6B">
        <w:rPr>
          <w:sz w:val="22"/>
          <w:szCs w:val="24"/>
        </w:rPr>
        <w:t xml:space="preserve">Косинский </w:t>
      </w:r>
      <w:r w:rsidR="00BF4B6B">
        <w:rPr>
          <w:sz w:val="22"/>
          <w:szCs w:val="24"/>
        </w:rPr>
        <w:t>муниципальный округ</w:t>
      </w:r>
      <w:r w:rsidR="00BF4B6B" w:rsidRPr="00BF4B6B">
        <w:rPr>
          <w:sz w:val="22"/>
          <w:szCs w:val="24"/>
        </w:rPr>
        <w:t>, близ с. Коса, в районе свалки ТБО</w:t>
      </w:r>
      <w:r>
        <w:rPr>
          <w:sz w:val="22"/>
          <w:szCs w:val="24"/>
        </w:rPr>
        <w:t xml:space="preserve">, 1 участок, площадью </w:t>
      </w:r>
      <w:r w:rsidR="00BF4B6B">
        <w:rPr>
          <w:sz w:val="22"/>
          <w:szCs w:val="24"/>
        </w:rPr>
        <w:t>3378</w:t>
      </w:r>
      <w:bookmarkStart w:id="0" w:name="_GoBack"/>
      <w:bookmarkEnd w:id="0"/>
      <w:r>
        <w:rPr>
          <w:sz w:val="22"/>
          <w:szCs w:val="24"/>
        </w:rPr>
        <w:t xml:space="preserve"> кв. м.</w:t>
      </w:r>
      <w:proofErr w:type="gramEnd"/>
    </w:p>
    <w:p w:rsidR="00216833" w:rsidRDefault="00216833" w:rsidP="00216833">
      <w:pPr>
        <w:tabs>
          <w:tab w:val="left" w:pos="2865"/>
          <w:tab w:val="right" w:pos="9639"/>
        </w:tabs>
        <w:jc w:val="both"/>
        <w:rPr>
          <w:i/>
          <w:sz w:val="22"/>
          <w:szCs w:val="24"/>
          <w:u w:val="single"/>
        </w:rPr>
      </w:pPr>
    </w:p>
    <w:p w:rsidR="00216833" w:rsidRPr="001B1A6C" w:rsidRDefault="00216833" w:rsidP="00216833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</w:t>
      </w:r>
      <w:proofErr w:type="gramStart"/>
      <w:r w:rsidRPr="001B1A6C">
        <w:rPr>
          <w:sz w:val="22"/>
          <w:szCs w:val="24"/>
        </w:rPr>
        <w:t>.К</w:t>
      </w:r>
      <w:proofErr w:type="gramEnd"/>
      <w:r w:rsidRPr="001B1A6C">
        <w:rPr>
          <w:sz w:val="22"/>
          <w:szCs w:val="24"/>
        </w:rPr>
        <w:t>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к.2. Производится прием заявок в течение  месяца с момента опубликования. Телефон для справок 8(34298)2-</w:t>
      </w:r>
      <w:r>
        <w:rPr>
          <w:sz w:val="22"/>
          <w:szCs w:val="24"/>
        </w:rPr>
        <w:t>17-35</w:t>
      </w:r>
    </w:p>
    <w:p w:rsidR="00D41B83" w:rsidRPr="00D41B83" w:rsidRDefault="00D41B83" w:rsidP="00216833">
      <w:pPr>
        <w:pStyle w:val="a5"/>
        <w:ind w:firstLine="0"/>
      </w:pPr>
    </w:p>
    <w:sectPr w:rsidR="00D41B83" w:rsidRPr="00D41B83" w:rsidSect="005438E0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30E" w:rsidRDefault="0004130E">
      <w:r>
        <w:separator/>
      </w:r>
    </w:p>
  </w:endnote>
  <w:endnote w:type="continuationSeparator" w:id="0">
    <w:p w:rsidR="0004130E" w:rsidRDefault="0004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30E" w:rsidRDefault="0004130E">
      <w:r>
        <w:separator/>
      </w:r>
    </w:p>
  </w:footnote>
  <w:footnote w:type="continuationSeparator" w:id="0">
    <w:p w:rsidR="0004130E" w:rsidRDefault="00041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16833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B83"/>
    <w:rsid w:val="00031EB5"/>
    <w:rsid w:val="000320E4"/>
    <w:rsid w:val="0004130E"/>
    <w:rsid w:val="0007358C"/>
    <w:rsid w:val="00073CC9"/>
    <w:rsid w:val="000A1018"/>
    <w:rsid w:val="000A1249"/>
    <w:rsid w:val="000D42D7"/>
    <w:rsid w:val="00136C19"/>
    <w:rsid w:val="001450B8"/>
    <w:rsid w:val="00145204"/>
    <w:rsid w:val="001617A8"/>
    <w:rsid w:val="001812BD"/>
    <w:rsid w:val="00191FB7"/>
    <w:rsid w:val="001D1569"/>
    <w:rsid w:val="001F3E19"/>
    <w:rsid w:val="00216833"/>
    <w:rsid w:val="00231D31"/>
    <w:rsid w:val="0025737C"/>
    <w:rsid w:val="0028108D"/>
    <w:rsid w:val="0028655A"/>
    <w:rsid w:val="00290178"/>
    <w:rsid w:val="002A1714"/>
    <w:rsid w:val="002E0EAA"/>
    <w:rsid w:val="00300F56"/>
    <w:rsid w:val="00353DEB"/>
    <w:rsid w:val="003807C0"/>
    <w:rsid w:val="00395DBE"/>
    <w:rsid w:val="003A492A"/>
    <w:rsid w:val="003D3930"/>
    <w:rsid w:val="003D400B"/>
    <w:rsid w:val="003D4DE4"/>
    <w:rsid w:val="003E5046"/>
    <w:rsid w:val="003F2E34"/>
    <w:rsid w:val="00400187"/>
    <w:rsid w:val="004448E6"/>
    <w:rsid w:val="00482187"/>
    <w:rsid w:val="004D18EE"/>
    <w:rsid w:val="004F68BF"/>
    <w:rsid w:val="00534011"/>
    <w:rsid w:val="0053612B"/>
    <w:rsid w:val="005438E0"/>
    <w:rsid w:val="005505FE"/>
    <w:rsid w:val="00552ADF"/>
    <w:rsid w:val="00571C03"/>
    <w:rsid w:val="005D5EB7"/>
    <w:rsid w:val="005F41D0"/>
    <w:rsid w:val="00627E14"/>
    <w:rsid w:val="006333E0"/>
    <w:rsid w:val="006D443E"/>
    <w:rsid w:val="00715855"/>
    <w:rsid w:val="00736440"/>
    <w:rsid w:val="00736B92"/>
    <w:rsid w:val="00761D5E"/>
    <w:rsid w:val="00774393"/>
    <w:rsid w:val="007A7597"/>
    <w:rsid w:val="007C0D0A"/>
    <w:rsid w:val="007E5F58"/>
    <w:rsid w:val="00861BE3"/>
    <w:rsid w:val="00875736"/>
    <w:rsid w:val="008A300E"/>
    <w:rsid w:val="008C41D1"/>
    <w:rsid w:val="008E0D07"/>
    <w:rsid w:val="008F08A2"/>
    <w:rsid w:val="00927889"/>
    <w:rsid w:val="00946A6E"/>
    <w:rsid w:val="00971156"/>
    <w:rsid w:val="00973EE1"/>
    <w:rsid w:val="00983927"/>
    <w:rsid w:val="009A2AB3"/>
    <w:rsid w:val="009D34A4"/>
    <w:rsid w:val="009E48FD"/>
    <w:rsid w:val="009E74AE"/>
    <w:rsid w:val="009F2F7D"/>
    <w:rsid w:val="00A03164"/>
    <w:rsid w:val="00A130AB"/>
    <w:rsid w:val="00A15B74"/>
    <w:rsid w:val="00A17379"/>
    <w:rsid w:val="00A20CAB"/>
    <w:rsid w:val="00A7019E"/>
    <w:rsid w:val="00AB01CC"/>
    <w:rsid w:val="00AB61AD"/>
    <w:rsid w:val="00B12253"/>
    <w:rsid w:val="00B17F20"/>
    <w:rsid w:val="00BA648C"/>
    <w:rsid w:val="00BD10DD"/>
    <w:rsid w:val="00BE7463"/>
    <w:rsid w:val="00BF4B6B"/>
    <w:rsid w:val="00C11CD6"/>
    <w:rsid w:val="00C573A5"/>
    <w:rsid w:val="00C76D98"/>
    <w:rsid w:val="00C97BDE"/>
    <w:rsid w:val="00CB0CD4"/>
    <w:rsid w:val="00CE136B"/>
    <w:rsid w:val="00D41B83"/>
    <w:rsid w:val="00D51DC3"/>
    <w:rsid w:val="00D712A8"/>
    <w:rsid w:val="00DA24F6"/>
    <w:rsid w:val="00DB3748"/>
    <w:rsid w:val="00DF4430"/>
    <w:rsid w:val="00E04EFC"/>
    <w:rsid w:val="00E246F5"/>
    <w:rsid w:val="00E614D0"/>
    <w:rsid w:val="00E8211E"/>
    <w:rsid w:val="00EB400D"/>
    <w:rsid w:val="00EC2AD3"/>
    <w:rsid w:val="00F22C17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\&#1055;&#1048;&#1057;&#1068;&#1052;&#1054;\2020\&#1053;&#1072;&#1083;&#1086;&#1075;&#1086;&#1074;&#1072;&#1103;\&#1041;&#1083;&#1072;&#1085;&#1082;%20&#1072;&#1076;&#1084;&#1080;&#1085;&#1080;&#1089;&#1090;&#1088;&#1072;&#1094;&#1080;&#1080;%20&#1086;&#1082;&#1088;&#1091;&#1075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C4235-3FF9-49AD-ADC2-F3110FD7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 округа.dotx</Template>
  <TotalTime>146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Zemelnyi</dc:creator>
  <cp:lastModifiedBy>Zemelnyi</cp:lastModifiedBy>
  <cp:revision>28</cp:revision>
  <cp:lastPrinted>2020-03-30T04:52:00Z</cp:lastPrinted>
  <dcterms:created xsi:type="dcterms:W3CDTF">2020-03-24T11:47:00Z</dcterms:created>
  <dcterms:modified xsi:type="dcterms:W3CDTF">2020-07-13T10:20:00Z</dcterms:modified>
</cp:coreProperties>
</file>