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1BD" w:rsidRDefault="00D771BD" w:rsidP="00AB0EBD">
      <w:pPr>
        <w:pStyle w:val="af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D771BD" w:rsidRDefault="00D771BD" w:rsidP="00AB0EBD">
      <w:pPr>
        <w:pStyle w:val="af"/>
        <w:jc w:val="center"/>
        <w:rPr>
          <w:rFonts w:ascii="Bookman Old Style" w:hAnsi="Bookman Old Style"/>
          <w:b/>
          <w:i/>
          <w:sz w:val="26"/>
          <w:szCs w:val="26"/>
        </w:rPr>
      </w:pPr>
    </w:p>
    <w:p w:rsidR="00614CB0" w:rsidRDefault="00614CB0" w:rsidP="00614CB0">
      <w:pPr>
        <w:pStyle w:val="af"/>
        <w:spacing w:line="276" w:lineRule="auto"/>
        <w:jc w:val="both"/>
        <w:rPr>
          <w:rFonts w:ascii="Times New Roman" w:hAnsi="Times New Roman"/>
          <w:color w:val="000000"/>
          <w:spacing w:val="-1"/>
          <w:w w:val="103"/>
          <w:sz w:val="24"/>
          <w:szCs w:val="24"/>
        </w:rPr>
        <w:sectPr w:rsidR="00614CB0" w:rsidSect="00C6033F">
          <w:headerReference w:type="even" r:id="rId8"/>
          <w:footerReference w:type="default" r:id="rId9"/>
          <w:footerReference w:type="first" r:id="rId10"/>
          <w:pgSz w:w="11906" w:h="16838"/>
          <w:pgMar w:top="284" w:right="1080" w:bottom="1440" w:left="1080" w:header="708" w:footer="708" w:gutter="0"/>
          <w:cols w:num="2" w:space="708"/>
          <w:docGrid w:linePitch="360"/>
        </w:sectPr>
      </w:pPr>
    </w:p>
    <w:tbl>
      <w:tblPr>
        <w:tblW w:w="11043" w:type="dxa"/>
        <w:tblInd w:w="-665" w:type="dxa"/>
        <w:tblLook w:val="04A0"/>
      </w:tblPr>
      <w:tblGrid>
        <w:gridCol w:w="2900"/>
        <w:gridCol w:w="2617"/>
        <w:gridCol w:w="2275"/>
        <w:gridCol w:w="3251"/>
      </w:tblGrid>
      <w:tr w:rsidR="00614CB0" w:rsidTr="007616C5">
        <w:tc>
          <w:tcPr>
            <w:tcW w:w="2900" w:type="dxa"/>
          </w:tcPr>
          <w:p w:rsidR="007616C5" w:rsidRDefault="007616C5" w:rsidP="00614CB0">
            <w:pPr>
              <w:pStyle w:val="af"/>
              <w:ind w:left="743"/>
              <w:rPr>
                <w:rFonts w:ascii="Bookman Old Style" w:hAnsi="Bookman Old Style"/>
                <w:b/>
                <w:sz w:val="14"/>
                <w:szCs w:val="14"/>
              </w:rPr>
            </w:pPr>
            <w:r>
              <w:rPr>
                <w:rFonts w:ascii="Bookman Old Style" w:hAnsi="Bookman Old Style"/>
                <w:b/>
                <w:noProof/>
                <w:sz w:val="16"/>
                <w:szCs w:val="16"/>
                <w:lang w:eastAsia="ru-RU"/>
              </w:rPr>
              <w:lastRenderedPageBreak/>
              <w:drawing>
                <wp:anchor distT="0" distB="0" distL="114300" distR="114300" simplePos="0" relativeHeight="251663872" behindDoc="1" locked="0" layoutInCell="1" allowOverlap="1">
                  <wp:simplePos x="0" y="0"/>
                  <wp:positionH relativeFrom="column">
                    <wp:posOffset>1772285</wp:posOffset>
                  </wp:positionH>
                  <wp:positionV relativeFrom="paragraph">
                    <wp:posOffset>31115</wp:posOffset>
                  </wp:positionV>
                  <wp:extent cx="552450" cy="819150"/>
                  <wp:effectExtent l="19050" t="0" r="0" b="0"/>
                  <wp:wrapNone/>
                  <wp:docPr id="274" name="Рисунок 1" descr="C:\Documents and Settings\Ольга\Рабочий стол\Ыджыт туй\UCNxOyCqel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Ольга\Рабочий стол\Ыджыт туй\UCNxOyCqel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r="614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Bookman Old Style" w:hAnsi="Bookman Old Style"/>
                <w:b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62848" behindDoc="1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31115</wp:posOffset>
                  </wp:positionV>
                  <wp:extent cx="523875" cy="809625"/>
                  <wp:effectExtent l="19050" t="0" r="9525" b="0"/>
                  <wp:wrapNone/>
                  <wp:docPr id="275" name="Рисунок 5" descr="http://www.dorrus.ru/companyimg/7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www.dorrus.ru/companyimg/7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B5ADC">
              <w:rPr>
                <w:rFonts w:ascii="Bookman Old Style" w:hAnsi="Bookman Old Style"/>
                <w:b/>
                <w:sz w:val="14"/>
                <w:szCs w:val="14"/>
              </w:rPr>
              <w:t xml:space="preserve">                                     </w:t>
            </w:r>
            <w:r w:rsidR="00614CB0" w:rsidRPr="00614CB0">
              <w:rPr>
                <w:rFonts w:ascii="Bookman Old Style" w:hAnsi="Bookman Old Style"/>
                <w:b/>
                <w:sz w:val="14"/>
                <w:szCs w:val="14"/>
              </w:rPr>
              <w:t xml:space="preserve">Администрация </w:t>
            </w:r>
          </w:p>
          <w:p w:rsidR="00614CB0" w:rsidRPr="00614CB0" w:rsidRDefault="00614CB0" w:rsidP="00614CB0">
            <w:pPr>
              <w:pStyle w:val="af"/>
              <w:ind w:left="743"/>
              <w:rPr>
                <w:rFonts w:ascii="Bookman Old Style" w:hAnsi="Bookman Old Style"/>
                <w:b/>
                <w:sz w:val="14"/>
                <w:szCs w:val="14"/>
              </w:rPr>
            </w:pPr>
            <w:r w:rsidRPr="00614CB0">
              <w:rPr>
                <w:rFonts w:ascii="Bookman Old Style" w:hAnsi="Bookman Old Style"/>
                <w:b/>
                <w:sz w:val="14"/>
                <w:szCs w:val="14"/>
              </w:rPr>
              <w:t xml:space="preserve">губернатора </w:t>
            </w:r>
          </w:p>
          <w:p w:rsidR="00614CB0" w:rsidRPr="00614CB0" w:rsidRDefault="00614CB0" w:rsidP="00614CB0">
            <w:pPr>
              <w:pStyle w:val="af"/>
              <w:ind w:left="743"/>
              <w:rPr>
                <w:rFonts w:ascii="Bookman Old Style" w:hAnsi="Bookman Old Style"/>
                <w:b/>
                <w:sz w:val="14"/>
                <w:szCs w:val="14"/>
              </w:rPr>
            </w:pPr>
            <w:r w:rsidRPr="00614CB0">
              <w:rPr>
                <w:rFonts w:ascii="Bookman Old Style" w:hAnsi="Bookman Old Style"/>
                <w:b/>
                <w:sz w:val="14"/>
                <w:szCs w:val="14"/>
              </w:rPr>
              <w:t>Пермского края</w:t>
            </w:r>
          </w:p>
          <w:p w:rsidR="001B5ADC" w:rsidRDefault="001B5ADC" w:rsidP="007616C5">
            <w:pPr>
              <w:pStyle w:val="af"/>
              <w:ind w:left="743" w:right="-108"/>
              <w:rPr>
                <w:rFonts w:ascii="Bookman Old Style" w:hAnsi="Bookman Old Style"/>
                <w:b/>
                <w:sz w:val="14"/>
                <w:szCs w:val="14"/>
              </w:rPr>
            </w:pPr>
          </w:p>
          <w:p w:rsidR="00614CB0" w:rsidRPr="00614CB0" w:rsidRDefault="00614CB0" w:rsidP="007616C5">
            <w:pPr>
              <w:pStyle w:val="af"/>
              <w:ind w:left="743" w:right="-108"/>
              <w:rPr>
                <w:rFonts w:ascii="Bookman Old Style" w:hAnsi="Bookman Old Style"/>
                <w:b/>
                <w:sz w:val="14"/>
                <w:szCs w:val="14"/>
              </w:rPr>
            </w:pPr>
            <w:r w:rsidRPr="00614CB0">
              <w:rPr>
                <w:rFonts w:ascii="Bookman Old Style" w:hAnsi="Bookman Old Style"/>
                <w:b/>
                <w:sz w:val="14"/>
                <w:szCs w:val="14"/>
              </w:rPr>
              <w:t>Мин</w:t>
            </w:r>
            <w:r w:rsidR="00C6033F">
              <w:rPr>
                <w:rFonts w:ascii="Bookman Old Style" w:hAnsi="Bookman Old Style"/>
                <w:b/>
                <w:sz w:val="14"/>
                <w:szCs w:val="14"/>
              </w:rPr>
              <w:t>истерство культуры</w:t>
            </w:r>
          </w:p>
          <w:p w:rsidR="00614CB0" w:rsidRPr="00614CB0" w:rsidRDefault="00614CB0" w:rsidP="00614CB0">
            <w:pPr>
              <w:pStyle w:val="af"/>
              <w:ind w:left="743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14CB0">
              <w:rPr>
                <w:rFonts w:ascii="Bookman Old Style" w:hAnsi="Bookman Old Style"/>
                <w:b/>
                <w:sz w:val="14"/>
                <w:szCs w:val="14"/>
              </w:rPr>
              <w:t>Пермского края</w:t>
            </w:r>
            <w:r>
              <w:tab/>
            </w:r>
          </w:p>
        </w:tc>
        <w:tc>
          <w:tcPr>
            <w:tcW w:w="0" w:type="auto"/>
          </w:tcPr>
          <w:p w:rsidR="00614CB0" w:rsidRPr="00614CB0" w:rsidRDefault="00614CB0" w:rsidP="00614CB0">
            <w:pPr>
              <w:pStyle w:val="af"/>
              <w:ind w:left="708"/>
              <w:rPr>
                <w:rFonts w:ascii="Bookman Old Style" w:hAnsi="Bookman Old Style"/>
                <w:b/>
                <w:color w:val="000000"/>
                <w:spacing w:val="-1"/>
                <w:w w:val="103"/>
                <w:sz w:val="14"/>
                <w:szCs w:val="14"/>
              </w:rPr>
            </w:pPr>
          </w:p>
          <w:p w:rsidR="00614CB0" w:rsidRPr="00614CB0" w:rsidRDefault="00614CB0" w:rsidP="00614CB0">
            <w:pPr>
              <w:pStyle w:val="af"/>
              <w:ind w:left="708"/>
              <w:rPr>
                <w:rFonts w:ascii="Bookman Old Style" w:hAnsi="Bookman Old Style"/>
                <w:b/>
                <w:color w:val="000000"/>
                <w:spacing w:val="-1"/>
                <w:w w:val="103"/>
                <w:sz w:val="14"/>
                <w:szCs w:val="14"/>
              </w:rPr>
            </w:pPr>
          </w:p>
          <w:p w:rsidR="007616C5" w:rsidRDefault="00614CB0" w:rsidP="00614CB0">
            <w:pPr>
              <w:pStyle w:val="af"/>
              <w:ind w:left="708"/>
              <w:rPr>
                <w:rFonts w:ascii="Bookman Old Style" w:hAnsi="Bookman Old Style"/>
                <w:b/>
                <w:color w:val="000000"/>
                <w:spacing w:val="-1"/>
                <w:w w:val="103"/>
                <w:sz w:val="14"/>
                <w:szCs w:val="14"/>
              </w:rPr>
            </w:pPr>
            <w:r w:rsidRPr="00614CB0">
              <w:rPr>
                <w:rFonts w:ascii="Bookman Old Style" w:hAnsi="Bookman Old Style"/>
                <w:b/>
                <w:color w:val="000000"/>
                <w:spacing w:val="-1"/>
                <w:w w:val="103"/>
                <w:sz w:val="14"/>
                <w:szCs w:val="14"/>
              </w:rPr>
              <w:t xml:space="preserve">ГКБУК </w:t>
            </w:r>
          </w:p>
          <w:p w:rsidR="00614CB0" w:rsidRPr="00614CB0" w:rsidRDefault="00614CB0" w:rsidP="00614CB0">
            <w:pPr>
              <w:pStyle w:val="af"/>
              <w:ind w:left="708"/>
              <w:rPr>
                <w:rFonts w:ascii="Times New Roman" w:hAnsi="Times New Roman"/>
                <w:color w:val="000000"/>
                <w:spacing w:val="-1"/>
                <w:w w:val="103"/>
                <w:sz w:val="24"/>
                <w:szCs w:val="24"/>
              </w:rPr>
            </w:pPr>
            <w:r w:rsidRPr="00614CB0">
              <w:rPr>
                <w:rFonts w:ascii="Bookman Old Style" w:hAnsi="Bookman Old Style"/>
                <w:b/>
                <w:color w:val="000000"/>
                <w:spacing w:val="-1"/>
                <w:w w:val="103"/>
                <w:sz w:val="14"/>
                <w:szCs w:val="14"/>
              </w:rPr>
              <w:t>КОМИ-ПЕРМЯЦКИЙ ЭТНОКУЛЬТУРНЫЙ ЦЕНТР</w:t>
            </w:r>
          </w:p>
        </w:tc>
        <w:tc>
          <w:tcPr>
            <w:tcW w:w="0" w:type="auto"/>
          </w:tcPr>
          <w:p w:rsidR="00614CB0" w:rsidRPr="00614CB0" w:rsidRDefault="00614CB0" w:rsidP="00614CB0">
            <w:pPr>
              <w:pStyle w:val="af"/>
              <w:ind w:left="742" w:firstLine="18"/>
              <w:rPr>
                <w:rFonts w:ascii="Bookman Old Style" w:hAnsi="Bookman Old Style"/>
                <w:b/>
                <w:sz w:val="16"/>
                <w:szCs w:val="16"/>
              </w:rPr>
            </w:pPr>
          </w:p>
          <w:p w:rsidR="00614CB0" w:rsidRPr="00614CB0" w:rsidRDefault="007616C5" w:rsidP="00C027BA">
            <w:pPr>
              <w:pStyle w:val="af"/>
              <w:rPr>
                <w:b/>
                <w:sz w:val="14"/>
                <w:szCs w:val="14"/>
              </w:rPr>
            </w:pPr>
            <w:r>
              <w:rPr>
                <w:rFonts w:ascii="Bookman Old Style" w:hAnsi="Bookman Old Style"/>
                <w:b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64896" behindDoc="1" locked="0" layoutInCell="1" allowOverlap="1">
                  <wp:simplePos x="0" y="0"/>
                  <wp:positionH relativeFrom="column">
                    <wp:posOffset>-22860</wp:posOffset>
                  </wp:positionH>
                  <wp:positionV relativeFrom="paragraph">
                    <wp:posOffset>10160</wp:posOffset>
                  </wp:positionV>
                  <wp:extent cx="419100" cy="685800"/>
                  <wp:effectExtent l="19050" t="0" r="0" b="0"/>
                  <wp:wrapNone/>
                  <wp:docPr id="273" name="Рисунок 2" descr="http://i.permskykrai.ru/u/77/b07f58ff8311e49500fa29575ddc0a/-/%D0%BA%D0%BE%D1%81%D0%B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i.permskykrai.ru/u/77/b07f58ff8311e49500fa29575ddc0a/-/%D0%BA%D0%BE%D1%81%D0%B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14CB0" w:rsidRPr="00614CB0">
              <w:rPr>
                <w:rFonts w:ascii="Bookman Old Style" w:hAnsi="Bookman Old Style"/>
                <w:b/>
                <w:sz w:val="16"/>
                <w:szCs w:val="16"/>
              </w:rPr>
              <w:t xml:space="preserve">              </w:t>
            </w:r>
            <w:r w:rsidR="00614CB0" w:rsidRPr="00614CB0">
              <w:rPr>
                <w:rFonts w:ascii="Bookman Old Style" w:hAnsi="Bookman Old Style"/>
                <w:b/>
                <w:sz w:val="14"/>
                <w:szCs w:val="14"/>
              </w:rPr>
              <w:t xml:space="preserve">Косинский </w:t>
            </w:r>
          </w:p>
          <w:p w:rsidR="00614CB0" w:rsidRPr="00614CB0" w:rsidRDefault="00614CB0" w:rsidP="00614CB0">
            <w:pPr>
              <w:pStyle w:val="af"/>
              <w:ind w:left="742"/>
              <w:rPr>
                <w:rFonts w:ascii="Bookman Old Style" w:hAnsi="Bookman Old Style"/>
                <w:b/>
                <w:sz w:val="14"/>
                <w:szCs w:val="14"/>
              </w:rPr>
            </w:pPr>
            <w:r w:rsidRPr="00614CB0">
              <w:rPr>
                <w:rFonts w:ascii="Bookman Old Style" w:hAnsi="Bookman Old Style"/>
                <w:b/>
                <w:sz w:val="14"/>
                <w:szCs w:val="14"/>
              </w:rPr>
              <w:t>муниципальный  район</w:t>
            </w:r>
          </w:p>
          <w:p w:rsidR="00614CB0" w:rsidRPr="00614CB0" w:rsidRDefault="00614CB0" w:rsidP="00614CB0">
            <w:pPr>
              <w:pStyle w:val="af"/>
              <w:ind w:left="742" w:firstLine="18"/>
              <w:rPr>
                <w:rFonts w:ascii="Bookman Old Style" w:hAnsi="Bookman Old Style"/>
                <w:b/>
                <w:sz w:val="14"/>
                <w:szCs w:val="14"/>
              </w:rPr>
            </w:pPr>
          </w:p>
          <w:p w:rsidR="007616C5" w:rsidRDefault="00614CB0" w:rsidP="00614CB0">
            <w:pPr>
              <w:pStyle w:val="af"/>
              <w:ind w:left="742" w:firstLine="18"/>
              <w:rPr>
                <w:rFonts w:ascii="Bookman Old Style" w:hAnsi="Bookman Old Style"/>
                <w:b/>
                <w:sz w:val="14"/>
                <w:szCs w:val="14"/>
              </w:rPr>
            </w:pPr>
            <w:r w:rsidRPr="00614CB0">
              <w:rPr>
                <w:rFonts w:ascii="Bookman Old Style" w:hAnsi="Bookman Old Style"/>
                <w:b/>
                <w:sz w:val="14"/>
                <w:szCs w:val="14"/>
              </w:rPr>
              <w:t xml:space="preserve">Косинское </w:t>
            </w:r>
          </w:p>
          <w:p w:rsidR="007616C5" w:rsidRDefault="00614CB0" w:rsidP="00614CB0">
            <w:pPr>
              <w:pStyle w:val="af"/>
              <w:ind w:left="742" w:firstLine="18"/>
              <w:rPr>
                <w:rFonts w:ascii="Bookman Old Style" w:hAnsi="Bookman Old Style"/>
                <w:b/>
                <w:sz w:val="14"/>
                <w:szCs w:val="14"/>
              </w:rPr>
            </w:pPr>
            <w:r w:rsidRPr="00614CB0">
              <w:rPr>
                <w:rFonts w:ascii="Bookman Old Style" w:hAnsi="Bookman Old Style"/>
                <w:b/>
                <w:sz w:val="14"/>
                <w:szCs w:val="14"/>
              </w:rPr>
              <w:t xml:space="preserve">сельское </w:t>
            </w:r>
          </w:p>
          <w:p w:rsidR="00614CB0" w:rsidRPr="00614CB0" w:rsidRDefault="00614CB0" w:rsidP="00614CB0">
            <w:pPr>
              <w:pStyle w:val="af"/>
              <w:ind w:left="742" w:firstLine="18"/>
              <w:rPr>
                <w:rFonts w:ascii="Times New Roman" w:hAnsi="Times New Roman"/>
                <w:color w:val="000000"/>
                <w:spacing w:val="-1"/>
                <w:w w:val="103"/>
                <w:sz w:val="14"/>
                <w:szCs w:val="14"/>
              </w:rPr>
            </w:pPr>
            <w:r w:rsidRPr="00614CB0">
              <w:rPr>
                <w:rFonts w:ascii="Bookman Old Style" w:hAnsi="Bookman Old Style"/>
                <w:b/>
                <w:sz w:val="14"/>
                <w:szCs w:val="14"/>
              </w:rPr>
              <w:t>поселение</w:t>
            </w:r>
          </w:p>
        </w:tc>
        <w:tc>
          <w:tcPr>
            <w:tcW w:w="0" w:type="auto"/>
          </w:tcPr>
          <w:p w:rsidR="00614CB0" w:rsidRPr="00614CB0" w:rsidRDefault="007616C5" w:rsidP="00614CB0">
            <w:pPr>
              <w:pStyle w:val="af"/>
              <w:ind w:left="125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1828800" cy="1012190"/>
                  <wp:effectExtent l="19050" t="0" r="0" b="0"/>
                  <wp:docPr id="19" name="Рисунок 19" descr="C:\Users\User\Desktop\Attachments_kosaok@mail.ru_2015-08-21_11-56-38\логотиш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Desktop\Attachments_kosaok@mail.ru_2015-08-21_11-56-38\логотиш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01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4CB0" w:rsidRPr="00614CB0" w:rsidRDefault="00614CB0" w:rsidP="00614CB0">
            <w:pPr>
              <w:pStyle w:val="af"/>
              <w:spacing w:line="276" w:lineRule="auto"/>
              <w:ind w:left="742" w:firstLine="18"/>
              <w:jc w:val="both"/>
              <w:rPr>
                <w:rFonts w:ascii="Times New Roman" w:hAnsi="Times New Roman"/>
                <w:color w:val="000000"/>
                <w:spacing w:val="-1"/>
                <w:w w:val="103"/>
                <w:sz w:val="24"/>
                <w:szCs w:val="24"/>
              </w:rPr>
            </w:pPr>
          </w:p>
        </w:tc>
      </w:tr>
    </w:tbl>
    <w:p w:rsidR="00614CB0" w:rsidRDefault="00614CB0" w:rsidP="00614CB0">
      <w:pPr>
        <w:pStyle w:val="af"/>
        <w:spacing w:line="276" w:lineRule="auto"/>
        <w:jc w:val="both"/>
        <w:rPr>
          <w:rFonts w:ascii="Times New Roman" w:hAnsi="Times New Roman"/>
          <w:color w:val="000000"/>
          <w:spacing w:val="-1"/>
          <w:w w:val="103"/>
          <w:sz w:val="24"/>
          <w:szCs w:val="24"/>
        </w:rPr>
        <w:sectPr w:rsidR="00614CB0" w:rsidSect="00614CB0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614CB0" w:rsidRDefault="00614CB0" w:rsidP="00614CB0">
      <w:pPr>
        <w:pStyle w:val="af"/>
        <w:spacing w:line="276" w:lineRule="auto"/>
        <w:rPr>
          <w:rFonts w:ascii="Times New Roman" w:hAnsi="Times New Roman"/>
          <w:color w:val="000000"/>
          <w:spacing w:val="-1"/>
          <w:w w:val="103"/>
          <w:sz w:val="24"/>
          <w:szCs w:val="24"/>
        </w:rPr>
      </w:pPr>
    </w:p>
    <w:p w:rsidR="00CA00B1" w:rsidRDefault="00CA00B1" w:rsidP="00614CB0">
      <w:pPr>
        <w:pStyle w:val="af"/>
        <w:spacing w:line="276" w:lineRule="auto"/>
        <w:rPr>
          <w:rFonts w:ascii="Times New Roman" w:hAnsi="Times New Roman"/>
          <w:color w:val="000000"/>
          <w:spacing w:val="-1"/>
          <w:w w:val="103"/>
          <w:sz w:val="24"/>
          <w:szCs w:val="24"/>
        </w:rPr>
      </w:pPr>
    </w:p>
    <w:p w:rsidR="00CA00B1" w:rsidRDefault="00CA00B1" w:rsidP="00614CB0">
      <w:pPr>
        <w:pStyle w:val="af"/>
        <w:spacing w:line="276" w:lineRule="auto"/>
        <w:rPr>
          <w:rFonts w:ascii="Times New Roman" w:hAnsi="Times New Roman"/>
          <w:color w:val="000000"/>
          <w:spacing w:val="-1"/>
          <w:w w:val="103"/>
          <w:sz w:val="24"/>
          <w:szCs w:val="24"/>
        </w:rPr>
      </w:pPr>
    </w:p>
    <w:p w:rsidR="00CA00B1" w:rsidRDefault="00CA00B1" w:rsidP="00614CB0">
      <w:pPr>
        <w:pStyle w:val="af"/>
        <w:spacing w:line="276" w:lineRule="auto"/>
        <w:rPr>
          <w:rFonts w:ascii="Times New Roman" w:hAnsi="Times New Roman"/>
          <w:color w:val="000000"/>
          <w:spacing w:val="-1"/>
          <w:w w:val="103"/>
          <w:sz w:val="24"/>
          <w:szCs w:val="24"/>
        </w:rPr>
      </w:pPr>
    </w:p>
    <w:p w:rsidR="008143DA" w:rsidRDefault="00AB0EBD" w:rsidP="00AB0EBD">
      <w:pPr>
        <w:pStyle w:val="af"/>
        <w:spacing w:line="276" w:lineRule="auto"/>
        <w:rPr>
          <w:rFonts w:ascii="Times New Roman" w:hAnsi="Times New Roman"/>
          <w:color w:val="000000"/>
          <w:spacing w:val="-1"/>
          <w:w w:val="103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w w:val="103"/>
          <w:sz w:val="24"/>
          <w:szCs w:val="24"/>
        </w:rPr>
        <w:t xml:space="preserve">                        </w:t>
      </w:r>
    </w:p>
    <w:p w:rsidR="00B94199" w:rsidRDefault="008143DA" w:rsidP="00AB0EBD">
      <w:pPr>
        <w:pStyle w:val="af"/>
        <w:spacing w:line="276" w:lineRule="auto"/>
        <w:rPr>
          <w:rFonts w:ascii="Times New Roman" w:hAnsi="Times New Roman"/>
          <w:color w:val="000000"/>
          <w:spacing w:val="-1"/>
          <w:w w:val="103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w w:val="103"/>
          <w:sz w:val="24"/>
          <w:szCs w:val="24"/>
        </w:rPr>
        <w:t xml:space="preserve">                       </w:t>
      </w:r>
    </w:p>
    <w:p w:rsidR="00B94199" w:rsidRDefault="00B94199" w:rsidP="00AB0EBD">
      <w:pPr>
        <w:pStyle w:val="af"/>
        <w:spacing w:line="276" w:lineRule="auto"/>
        <w:rPr>
          <w:rFonts w:ascii="Times New Roman" w:hAnsi="Times New Roman"/>
          <w:color w:val="000000"/>
          <w:spacing w:val="-1"/>
          <w:w w:val="103"/>
          <w:sz w:val="24"/>
          <w:szCs w:val="24"/>
        </w:rPr>
      </w:pPr>
    </w:p>
    <w:p w:rsidR="00614CB0" w:rsidRPr="0003642D" w:rsidRDefault="00B94199" w:rsidP="00AB0EBD">
      <w:pPr>
        <w:pStyle w:val="af"/>
        <w:spacing w:line="276" w:lineRule="auto"/>
        <w:rPr>
          <w:rFonts w:ascii="Times New Roman" w:hAnsi="Times New Roman"/>
          <w:color w:val="000000"/>
          <w:spacing w:val="-1"/>
          <w:w w:val="103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w w:val="103"/>
          <w:sz w:val="24"/>
          <w:szCs w:val="24"/>
        </w:rPr>
        <w:t xml:space="preserve">                      </w:t>
      </w:r>
      <w:r w:rsidR="008143DA">
        <w:rPr>
          <w:rFonts w:ascii="Times New Roman" w:hAnsi="Times New Roman"/>
          <w:color w:val="000000"/>
          <w:spacing w:val="-1"/>
          <w:w w:val="103"/>
          <w:sz w:val="24"/>
          <w:szCs w:val="24"/>
        </w:rPr>
        <w:t xml:space="preserve"> </w:t>
      </w:r>
      <w:r w:rsidR="00614CB0" w:rsidRPr="0003642D">
        <w:rPr>
          <w:rFonts w:ascii="Times New Roman" w:hAnsi="Times New Roman"/>
          <w:color w:val="000000"/>
          <w:spacing w:val="-1"/>
          <w:w w:val="103"/>
          <w:sz w:val="24"/>
          <w:szCs w:val="24"/>
        </w:rPr>
        <w:t>Утверждено:</w:t>
      </w:r>
    </w:p>
    <w:p w:rsidR="00614CB0" w:rsidRPr="00C6033F" w:rsidRDefault="00614CB0" w:rsidP="00C6033F">
      <w:pPr>
        <w:pStyle w:val="af"/>
        <w:ind w:left="1440"/>
        <w:rPr>
          <w:rFonts w:ascii="Times New Roman" w:hAnsi="Times New Roman"/>
          <w:sz w:val="24"/>
          <w:szCs w:val="24"/>
        </w:rPr>
      </w:pPr>
      <w:r w:rsidRPr="00C6033F">
        <w:rPr>
          <w:rFonts w:ascii="Times New Roman" w:hAnsi="Times New Roman"/>
          <w:sz w:val="24"/>
          <w:szCs w:val="24"/>
        </w:rPr>
        <w:t xml:space="preserve">Приказом отдела культуры </w:t>
      </w:r>
    </w:p>
    <w:p w:rsidR="00C6033F" w:rsidRPr="00C6033F" w:rsidRDefault="00C6033F" w:rsidP="00C6033F">
      <w:pPr>
        <w:pStyle w:val="af"/>
        <w:ind w:left="1440"/>
        <w:rPr>
          <w:rFonts w:ascii="Times New Roman" w:hAnsi="Times New Roman"/>
          <w:sz w:val="24"/>
          <w:szCs w:val="24"/>
        </w:rPr>
      </w:pPr>
      <w:r w:rsidRPr="00C6033F">
        <w:rPr>
          <w:rFonts w:ascii="Times New Roman" w:hAnsi="Times New Roman"/>
          <w:sz w:val="24"/>
          <w:szCs w:val="24"/>
        </w:rPr>
        <w:t>и молодежной политики</w:t>
      </w:r>
    </w:p>
    <w:p w:rsidR="00C6033F" w:rsidRPr="00C6033F" w:rsidRDefault="00C6033F" w:rsidP="00C6033F">
      <w:pPr>
        <w:pStyle w:val="af"/>
        <w:ind w:left="1440"/>
        <w:rPr>
          <w:rFonts w:ascii="Times New Roman" w:hAnsi="Times New Roman"/>
          <w:sz w:val="24"/>
          <w:szCs w:val="24"/>
        </w:rPr>
      </w:pPr>
      <w:r w:rsidRPr="00C6033F">
        <w:rPr>
          <w:rFonts w:ascii="Times New Roman" w:hAnsi="Times New Roman"/>
          <w:sz w:val="24"/>
          <w:szCs w:val="24"/>
        </w:rPr>
        <w:t>Косинского района</w:t>
      </w:r>
    </w:p>
    <w:p w:rsidR="00614CB0" w:rsidRPr="00C6033F" w:rsidRDefault="00CA00B1" w:rsidP="00AB0EBD">
      <w:pPr>
        <w:pStyle w:val="af"/>
        <w:spacing w:line="276" w:lineRule="auto"/>
        <w:ind w:left="1440"/>
        <w:rPr>
          <w:rFonts w:ascii="Times New Roman" w:hAnsi="Times New Roman"/>
          <w:color w:val="000000" w:themeColor="text1"/>
          <w:spacing w:val="1"/>
          <w:w w:val="103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1"/>
          <w:w w:val="103"/>
          <w:sz w:val="24"/>
          <w:szCs w:val="24"/>
        </w:rPr>
        <w:t>№ 25 от 17 августа  2017</w:t>
      </w:r>
      <w:r w:rsidR="00614CB0" w:rsidRPr="00C6033F">
        <w:rPr>
          <w:rFonts w:ascii="Times New Roman" w:hAnsi="Times New Roman"/>
          <w:color w:val="000000" w:themeColor="text1"/>
          <w:spacing w:val="1"/>
          <w:w w:val="103"/>
          <w:sz w:val="24"/>
          <w:szCs w:val="24"/>
        </w:rPr>
        <w:t xml:space="preserve"> г.</w:t>
      </w:r>
    </w:p>
    <w:p w:rsidR="00614CB0" w:rsidRDefault="00614CB0" w:rsidP="00614CB0">
      <w:pPr>
        <w:pStyle w:val="af"/>
        <w:spacing w:line="276" w:lineRule="auto"/>
        <w:rPr>
          <w:rFonts w:ascii="Times New Roman" w:hAnsi="Times New Roman"/>
          <w:color w:val="000000"/>
          <w:spacing w:val="-1"/>
          <w:w w:val="103"/>
          <w:sz w:val="24"/>
          <w:szCs w:val="24"/>
        </w:rPr>
        <w:sectPr w:rsidR="00614CB0" w:rsidSect="00AB0EBD">
          <w:type w:val="continuous"/>
          <w:pgSz w:w="11906" w:h="16838"/>
          <w:pgMar w:top="851" w:right="1080" w:bottom="1440" w:left="1080" w:header="708" w:footer="708" w:gutter="0"/>
          <w:cols w:num="2" w:space="708"/>
          <w:docGrid w:linePitch="360"/>
        </w:sectPr>
      </w:pPr>
    </w:p>
    <w:p w:rsidR="00614CB0" w:rsidRDefault="00614CB0" w:rsidP="00614CB0">
      <w:pPr>
        <w:pStyle w:val="af"/>
        <w:spacing w:line="276" w:lineRule="auto"/>
        <w:rPr>
          <w:rFonts w:ascii="Times New Roman" w:hAnsi="Times New Roman"/>
          <w:color w:val="000000"/>
          <w:spacing w:val="1"/>
          <w:w w:val="103"/>
          <w:sz w:val="24"/>
          <w:szCs w:val="24"/>
        </w:rPr>
      </w:pPr>
    </w:p>
    <w:p w:rsidR="00614CB0" w:rsidRPr="00A43C5F" w:rsidRDefault="00614CB0" w:rsidP="00614CB0">
      <w:pPr>
        <w:pStyle w:val="af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A43C5F">
        <w:rPr>
          <w:rFonts w:ascii="Times New Roman" w:hAnsi="Times New Roman"/>
          <w:b/>
          <w:sz w:val="28"/>
          <w:szCs w:val="28"/>
        </w:rPr>
        <w:t>Положение</w:t>
      </w:r>
    </w:p>
    <w:p w:rsidR="00614CB0" w:rsidRPr="00A43C5F" w:rsidRDefault="00614CB0" w:rsidP="00614CB0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A43C5F">
        <w:rPr>
          <w:rFonts w:ascii="Times New Roman" w:hAnsi="Times New Roman"/>
          <w:b/>
          <w:sz w:val="28"/>
          <w:szCs w:val="28"/>
        </w:rPr>
        <w:t xml:space="preserve">о проведении </w:t>
      </w:r>
      <w:r w:rsidRPr="00A43C5F">
        <w:rPr>
          <w:rFonts w:ascii="Times New Roman" w:hAnsi="Times New Roman"/>
          <w:b/>
          <w:sz w:val="28"/>
          <w:szCs w:val="28"/>
          <w:lang w:val="en-US"/>
        </w:rPr>
        <w:t>VI</w:t>
      </w:r>
      <w:r w:rsidR="00C6033F" w:rsidRPr="00A43C5F">
        <w:rPr>
          <w:rFonts w:ascii="Times New Roman" w:hAnsi="Times New Roman"/>
          <w:b/>
          <w:sz w:val="28"/>
          <w:szCs w:val="28"/>
          <w:lang w:val="en-US"/>
        </w:rPr>
        <w:t>I</w:t>
      </w:r>
      <w:r w:rsidR="00CA00B1" w:rsidRPr="00A43C5F">
        <w:rPr>
          <w:rFonts w:ascii="Times New Roman" w:hAnsi="Times New Roman"/>
          <w:b/>
          <w:sz w:val="28"/>
          <w:szCs w:val="28"/>
          <w:lang w:val="en-US"/>
        </w:rPr>
        <w:t>I</w:t>
      </w:r>
      <w:r w:rsidRPr="00A43C5F">
        <w:rPr>
          <w:rFonts w:ascii="Times New Roman" w:hAnsi="Times New Roman"/>
          <w:b/>
          <w:sz w:val="28"/>
          <w:szCs w:val="28"/>
        </w:rPr>
        <w:t xml:space="preserve"> Межмуниципального фестиваля исторических мест</w:t>
      </w:r>
    </w:p>
    <w:p w:rsidR="00A43C5F" w:rsidRDefault="00A43C5F" w:rsidP="00A43C5F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A43C5F">
        <w:rPr>
          <w:rFonts w:ascii="Times New Roman" w:hAnsi="Times New Roman"/>
          <w:b/>
          <w:sz w:val="28"/>
          <w:szCs w:val="28"/>
        </w:rPr>
        <w:t xml:space="preserve">«Ыджыт туй» </w:t>
      </w:r>
    </w:p>
    <w:p w:rsidR="00A43C5F" w:rsidRPr="00A43C5F" w:rsidRDefault="00A43C5F" w:rsidP="00A43C5F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A43C5F" w:rsidRPr="00A43C5F" w:rsidRDefault="00A43C5F" w:rsidP="00A43C5F">
      <w:pPr>
        <w:pStyle w:val="af"/>
        <w:jc w:val="right"/>
        <w:rPr>
          <w:rFonts w:ascii="Times New Roman" w:hAnsi="Times New Roman"/>
          <w:i/>
        </w:rPr>
      </w:pPr>
      <w:r w:rsidRPr="00A43C5F">
        <w:rPr>
          <w:rFonts w:ascii="Times New Roman" w:hAnsi="Times New Roman"/>
          <w:i/>
        </w:rPr>
        <w:t>в переводе с коми-пермяцкого языка</w:t>
      </w:r>
      <w:r>
        <w:rPr>
          <w:rFonts w:ascii="Times New Roman" w:hAnsi="Times New Roman"/>
          <w:i/>
        </w:rPr>
        <w:t xml:space="preserve"> значит </w:t>
      </w:r>
      <w:r w:rsidRPr="00A43C5F">
        <w:rPr>
          <w:rFonts w:ascii="Times New Roman" w:hAnsi="Times New Roman"/>
          <w:i/>
        </w:rPr>
        <w:t xml:space="preserve"> - Большая дорога</w:t>
      </w:r>
    </w:p>
    <w:p w:rsidR="00614CB0" w:rsidRPr="00A43C5F" w:rsidRDefault="00A43C5F" w:rsidP="00A43C5F">
      <w:pPr>
        <w:pStyle w:val="af"/>
        <w:jc w:val="right"/>
        <w:rPr>
          <w:rFonts w:ascii="Times New Roman" w:hAnsi="Times New Roman"/>
          <w:i/>
        </w:rPr>
      </w:pPr>
      <w:r w:rsidRPr="00A43C5F">
        <w:rPr>
          <w:rFonts w:ascii="Times New Roman" w:hAnsi="Times New Roman"/>
          <w:i/>
        </w:rPr>
        <w:t xml:space="preserve"> далее - Фестиваль</w:t>
      </w:r>
    </w:p>
    <w:p w:rsidR="00B94199" w:rsidRDefault="00614CB0" w:rsidP="00B94199">
      <w:pPr>
        <w:pStyle w:val="af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5D3921">
        <w:rPr>
          <w:rFonts w:ascii="Times New Roman" w:hAnsi="Times New Roman"/>
          <w:b/>
          <w:sz w:val="26"/>
          <w:szCs w:val="26"/>
        </w:rPr>
        <w:tab/>
      </w:r>
    </w:p>
    <w:p w:rsidR="00B94199" w:rsidRDefault="00B94199" w:rsidP="00B94199">
      <w:pPr>
        <w:pStyle w:val="af"/>
        <w:ind w:left="72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Тема праздника:</w:t>
      </w:r>
      <w:r>
        <w:rPr>
          <w:rFonts w:ascii="Times New Roman" w:hAnsi="Times New Roman"/>
          <w:b/>
          <w:sz w:val="26"/>
          <w:szCs w:val="26"/>
        </w:rPr>
        <w:br/>
        <w:t>ДОРОГА - ОТ СЕЛА ДО СЕЛА, А ПО ВСЕЙ ЗЕМЛЕ ПОВЕЛА!</w:t>
      </w:r>
    </w:p>
    <w:p w:rsidR="00B94199" w:rsidRDefault="00B94199" w:rsidP="00B94199">
      <w:pPr>
        <w:pStyle w:val="af"/>
        <w:ind w:left="720"/>
        <w:rPr>
          <w:rFonts w:ascii="Times New Roman" w:hAnsi="Times New Roman"/>
          <w:b/>
          <w:sz w:val="26"/>
          <w:szCs w:val="26"/>
        </w:rPr>
      </w:pPr>
    </w:p>
    <w:p w:rsidR="00CA00B1" w:rsidRPr="00CA00B1" w:rsidRDefault="00CA00B1" w:rsidP="00CA00B1">
      <w:pPr>
        <w:pStyle w:val="af"/>
        <w:jc w:val="both"/>
        <w:rPr>
          <w:rFonts w:ascii="Times New Roman" w:hAnsi="Times New Roman"/>
          <w:b/>
          <w:sz w:val="26"/>
          <w:szCs w:val="26"/>
        </w:rPr>
      </w:pPr>
    </w:p>
    <w:p w:rsidR="00614CB0" w:rsidRPr="00DD3ADC" w:rsidRDefault="00DD3ADC" w:rsidP="00CA00B1">
      <w:pPr>
        <w:pStyle w:val="af"/>
        <w:numPr>
          <w:ilvl w:val="0"/>
          <w:numId w:val="11"/>
        </w:num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Цель и задачи  Ф</w:t>
      </w:r>
      <w:r w:rsidR="00614CB0" w:rsidRPr="00DD3ADC">
        <w:rPr>
          <w:rFonts w:ascii="Times New Roman" w:hAnsi="Times New Roman"/>
          <w:b/>
          <w:sz w:val="26"/>
          <w:szCs w:val="26"/>
        </w:rPr>
        <w:t>естиваля</w:t>
      </w:r>
    </w:p>
    <w:p w:rsidR="00614CB0" w:rsidRDefault="0026122D" w:rsidP="0062637C">
      <w:pPr>
        <w:pStyle w:val="af"/>
        <w:ind w:firstLine="360"/>
        <w:jc w:val="both"/>
        <w:rPr>
          <w:rFonts w:ascii="Times New Roman" w:hAnsi="Times New Roman"/>
          <w:sz w:val="26"/>
          <w:szCs w:val="26"/>
        </w:rPr>
      </w:pPr>
      <w:r w:rsidRPr="00CA00B1">
        <w:rPr>
          <w:rFonts w:ascii="Times New Roman" w:hAnsi="Times New Roman"/>
          <w:i/>
          <w:sz w:val="26"/>
          <w:szCs w:val="26"/>
        </w:rPr>
        <w:t xml:space="preserve">Цель </w:t>
      </w:r>
      <w:r w:rsidR="00614CB0" w:rsidRPr="00CA00B1">
        <w:rPr>
          <w:rFonts w:ascii="Times New Roman" w:hAnsi="Times New Roman"/>
          <w:i/>
          <w:sz w:val="26"/>
          <w:szCs w:val="26"/>
        </w:rPr>
        <w:t>Фестивал</w:t>
      </w:r>
      <w:r w:rsidRPr="00CA00B1">
        <w:rPr>
          <w:rFonts w:ascii="Times New Roman" w:hAnsi="Times New Roman"/>
          <w:i/>
          <w:sz w:val="26"/>
          <w:szCs w:val="26"/>
        </w:rPr>
        <w:t>я:</w:t>
      </w:r>
      <w:r>
        <w:rPr>
          <w:rFonts w:ascii="Times New Roman" w:hAnsi="Times New Roman"/>
          <w:sz w:val="26"/>
          <w:szCs w:val="26"/>
        </w:rPr>
        <w:t xml:space="preserve"> сохранение традиционного исторического и культурного                  наследия Косинского района, формирование туристической при</w:t>
      </w:r>
      <w:r w:rsidR="004D28F8">
        <w:rPr>
          <w:rFonts w:ascii="Times New Roman" w:hAnsi="Times New Roman"/>
          <w:sz w:val="26"/>
          <w:szCs w:val="26"/>
        </w:rPr>
        <w:t xml:space="preserve">влекательности,            способствование </w:t>
      </w:r>
      <w:r w:rsidR="00FB5EBD">
        <w:rPr>
          <w:rFonts w:ascii="Times New Roman" w:hAnsi="Times New Roman"/>
          <w:sz w:val="26"/>
          <w:szCs w:val="26"/>
        </w:rPr>
        <w:t xml:space="preserve"> повышению инвестиционной заинтересованности</w:t>
      </w:r>
      <w:r w:rsidR="004D28F8">
        <w:rPr>
          <w:rFonts w:ascii="Times New Roman" w:hAnsi="Times New Roman"/>
          <w:sz w:val="26"/>
          <w:szCs w:val="26"/>
        </w:rPr>
        <w:t xml:space="preserve"> к территории</w:t>
      </w:r>
      <w:r>
        <w:rPr>
          <w:rFonts w:ascii="Times New Roman" w:hAnsi="Times New Roman"/>
          <w:sz w:val="26"/>
          <w:szCs w:val="26"/>
        </w:rPr>
        <w:t>.</w:t>
      </w:r>
    </w:p>
    <w:p w:rsidR="00F40BAA" w:rsidRPr="00CA00B1" w:rsidRDefault="00F40BAA" w:rsidP="0062637C">
      <w:pPr>
        <w:pStyle w:val="af"/>
        <w:ind w:firstLine="360"/>
        <w:jc w:val="both"/>
        <w:rPr>
          <w:rFonts w:ascii="Times New Roman" w:hAnsi="Times New Roman"/>
          <w:b/>
          <w:i/>
          <w:sz w:val="26"/>
          <w:szCs w:val="26"/>
        </w:rPr>
      </w:pPr>
      <w:r w:rsidRPr="00CA00B1">
        <w:rPr>
          <w:rFonts w:ascii="Times New Roman" w:hAnsi="Times New Roman"/>
          <w:i/>
          <w:sz w:val="26"/>
          <w:szCs w:val="26"/>
        </w:rPr>
        <w:t>Задачи Фестиваля:</w:t>
      </w:r>
    </w:p>
    <w:p w:rsidR="00614CB0" w:rsidRPr="005D3921" w:rsidRDefault="00614CB0" w:rsidP="00614CB0">
      <w:pPr>
        <w:pStyle w:val="af"/>
        <w:jc w:val="both"/>
        <w:rPr>
          <w:rFonts w:ascii="Times New Roman" w:hAnsi="Times New Roman"/>
          <w:sz w:val="26"/>
          <w:szCs w:val="26"/>
        </w:rPr>
      </w:pPr>
      <w:r w:rsidRPr="005D3921">
        <w:rPr>
          <w:rFonts w:ascii="Times New Roman" w:hAnsi="Times New Roman"/>
          <w:sz w:val="26"/>
          <w:szCs w:val="26"/>
        </w:rPr>
        <w:t>-осмысление исторической роли и своих корней, через популяризацию форм соедин</w:t>
      </w:r>
      <w:r w:rsidRPr="005D3921">
        <w:rPr>
          <w:rFonts w:ascii="Times New Roman" w:hAnsi="Times New Roman"/>
          <w:sz w:val="26"/>
          <w:szCs w:val="26"/>
        </w:rPr>
        <w:t>е</w:t>
      </w:r>
      <w:r w:rsidRPr="005D3921">
        <w:rPr>
          <w:rFonts w:ascii="Times New Roman" w:hAnsi="Times New Roman"/>
          <w:sz w:val="26"/>
          <w:szCs w:val="26"/>
        </w:rPr>
        <w:t xml:space="preserve">ния традиционной культуры с современным </w:t>
      </w:r>
      <w:r>
        <w:rPr>
          <w:rFonts w:ascii="Times New Roman" w:hAnsi="Times New Roman"/>
          <w:sz w:val="26"/>
          <w:szCs w:val="26"/>
        </w:rPr>
        <w:t>искусством и массовой культурой;</w:t>
      </w:r>
    </w:p>
    <w:p w:rsidR="00614CB0" w:rsidRPr="005D3921" w:rsidRDefault="00614CB0" w:rsidP="00614CB0">
      <w:pPr>
        <w:pStyle w:val="af"/>
        <w:jc w:val="both"/>
        <w:rPr>
          <w:rFonts w:ascii="Times New Roman" w:hAnsi="Times New Roman"/>
          <w:sz w:val="26"/>
          <w:szCs w:val="26"/>
        </w:rPr>
      </w:pPr>
      <w:r w:rsidRPr="005D3921">
        <w:rPr>
          <w:rFonts w:ascii="Times New Roman" w:hAnsi="Times New Roman"/>
          <w:sz w:val="26"/>
          <w:szCs w:val="26"/>
        </w:rPr>
        <w:t xml:space="preserve">-знакомство жителей края с самобытной этнической культурой коми-пермяков, </w:t>
      </w:r>
      <w:r w:rsidR="00A43C5F">
        <w:rPr>
          <w:rFonts w:ascii="Times New Roman" w:hAnsi="Times New Roman"/>
          <w:sz w:val="26"/>
          <w:szCs w:val="26"/>
        </w:rPr>
        <w:t xml:space="preserve">                       </w:t>
      </w:r>
      <w:r w:rsidRPr="005D3921">
        <w:rPr>
          <w:rFonts w:ascii="Times New Roman" w:hAnsi="Times New Roman"/>
          <w:sz w:val="26"/>
          <w:szCs w:val="26"/>
        </w:rPr>
        <w:t>проживающей на территории Косинского района;</w:t>
      </w:r>
    </w:p>
    <w:p w:rsidR="00614CB0" w:rsidRDefault="00614CB0" w:rsidP="00614CB0">
      <w:pPr>
        <w:pStyle w:val="af"/>
        <w:jc w:val="both"/>
        <w:rPr>
          <w:rFonts w:ascii="Times New Roman" w:hAnsi="Times New Roman"/>
          <w:sz w:val="26"/>
          <w:szCs w:val="26"/>
        </w:rPr>
      </w:pPr>
      <w:r w:rsidRPr="005D3921">
        <w:rPr>
          <w:rFonts w:ascii="Times New Roman" w:hAnsi="Times New Roman"/>
          <w:sz w:val="26"/>
          <w:szCs w:val="26"/>
        </w:rPr>
        <w:t>-приобщение молодого поколения к истокам национальной духовной культуры;</w:t>
      </w:r>
    </w:p>
    <w:p w:rsidR="00614CB0" w:rsidRDefault="00614CB0" w:rsidP="00614CB0">
      <w:pPr>
        <w:pStyle w:val="af"/>
        <w:jc w:val="both"/>
        <w:rPr>
          <w:rFonts w:ascii="Times New Roman" w:hAnsi="Times New Roman"/>
          <w:sz w:val="26"/>
          <w:szCs w:val="26"/>
        </w:rPr>
      </w:pPr>
      <w:r w:rsidRPr="005D3921">
        <w:rPr>
          <w:rFonts w:ascii="Times New Roman" w:hAnsi="Times New Roman"/>
          <w:sz w:val="26"/>
          <w:szCs w:val="26"/>
        </w:rPr>
        <w:t>-создание гармонизации межнационал</w:t>
      </w:r>
      <w:r w:rsidR="00A43C5F">
        <w:rPr>
          <w:rFonts w:ascii="Times New Roman" w:hAnsi="Times New Roman"/>
          <w:sz w:val="26"/>
          <w:szCs w:val="26"/>
        </w:rPr>
        <w:t>ьных отношений через участие в Ф</w:t>
      </w:r>
      <w:r w:rsidRPr="005D3921">
        <w:rPr>
          <w:rFonts w:ascii="Times New Roman" w:hAnsi="Times New Roman"/>
          <w:sz w:val="26"/>
          <w:szCs w:val="26"/>
        </w:rPr>
        <w:t>естивале фольклорных этнографических коллективов;</w:t>
      </w:r>
    </w:p>
    <w:p w:rsidR="00614CB0" w:rsidRPr="005D3921" w:rsidRDefault="00614CB0" w:rsidP="00614CB0">
      <w:pPr>
        <w:pStyle w:val="af"/>
        <w:jc w:val="both"/>
        <w:rPr>
          <w:rFonts w:ascii="Times New Roman" w:hAnsi="Times New Roman"/>
          <w:sz w:val="26"/>
          <w:szCs w:val="26"/>
        </w:rPr>
      </w:pPr>
      <w:r w:rsidRPr="005D3921">
        <w:rPr>
          <w:rFonts w:ascii="Times New Roman" w:hAnsi="Times New Roman"/>
          <w:sz w:val="26"/>
          <w:szCs w:val="26"/>
        </w:rPr>
        <w:t>-привлечение внимания общественности к возрождению и сохранению самобытной культуры Косинского района.</w:t>
      </w:r>
    </w:p>
    <w:p w:rsidR="00614CB0" w:rsidRPr="005D3921" w:rsidRDefault="00614CB0" w:rsidP="00614CB0">
      <w:pPr>
        <w:pStyle w:val="af"/>
        <w:jc w:val="both"/>
        <w:rPr>
          <w:rFonts w:ascii="Times New Roman" w:hAnsi="Times New Roman"/>
          <w:sz w:val="26"/>
          <w:szCs w:val="26"/>
        </w:rPr>
      </w:pPr>
    </w:p>
    <w:p w:rsidR="00614CB0" w:rsidRDefault="00CA00B1" w:rsidP="00467FF8">
      <w:pPr>
        <w:pStyle w:val="af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2.Дата, в</w:t>
      </w:r>
      <w:r w:rsidR="00614CB0" w:rsidRPr="005D3921">
        <w:rPr>
          <w:rFonts w:ascii="Times New Roman" w:hAnsi="Times New Roman"/>
          <w:b/>
          <w:sz w:val="26"/>
          <w:szCs w:val="26"/>
        </w:rPr>
        <w:t>ремя и место  проведения</w:t>
      </w:r>
      <w:r w:rsidR="00DD3ADC">
        <w:rPr>
          <w:rFonts w:ascii="Times New Roman" w:hAnsi="Times New Roman"/>
          <w:b/>
          <w:sz w:val="26"/>
          <w:szCs w:val="26"/>
        </w:rPr>
        <w:t xml:space="preserve"> Фестиваля</w:t>
      </w:r>
    </w:p>
    <w:p w:rsidR="00CA00B1" w:rsidRDefault="00CA00B1" w:rsidP="00CA00B1">
      <w:pPr>
        <w:pStyle w:val="af"/>
        <w:jc w:val="both"/>
        <w:rPr>
          <w:rFonts w:ascii="Times New Roman" w:hAnsi="Times New Roman"/>
          <w:sz w:val="26"/>
          <w:szCs w:val="26"/>
        </w:rPr>
      </w:pPr>
    </w:p>
    <w:p w:rsidR="0026122D" w:rsidRDefault="00614CB0" w:rsidP="0062637C">
      <w:pPr>
        <w:pStyle w:val="af"/>
        <w:ind w:firstLine="720"/>
        <w:jc w:val="both"/>
        <w:rPr>
          <w:rFonts w:ascii="Times New Roman" w:hAnsi="Times New Roman"/>
          <w:sz w:val="26"/>
          <w:szCs w:val="26"/>
        </w:rPr>
      </w:pPr>
      <w:r w:rsidRPr="0003172B">
        <w:rPr>
          <w:rFonts w:ascii="Times New Roman" w:hAnsi="Times New Roman"/>
          <w:b/>
          <w:sz w:val="26"/>
          <w:szCs w:val="26"/>
        </w:rPr>
        <w:t>1</w:t>
      </w:r>
      <w:r w:rsidR="00CA00B1" w:rsidRPr="0003172B">
        <w:rPr>
          <w:rFonts w:ascii="Times New Roman" w:hAnsi="Times New Roman"/>
          <w:b/>
          <w:sz w:val="26"/>
          <w:szCs w:val="26"/>
        </w:rPr>
        <w:t>6</w:t>
      </w:r>
      <w:r w:rsidRPr="0003172B">
        <w:rPr>
          <w:rFonts w:ascii="Times New Roman" w:hAnsi="Times New Roman"/>
          <w:b/>
          <w:sz w:val="26"/>
          <w:szCs w:val="26"/>
        </w:rPr>
        <w:t xml:space="preserve"> сентября</w:t>
      </w:r>
      <w:r w:rsidRPr="00A43C5F">
        <w:rPr>
          <w:rFonts w:ascii="Times New Roman" w:hAnsi="Times New Roman"/>
          <w:sz w:val="26"/>
          <w:szCs w:val="26"/>
        </w:rPr>
        <w:t xml:space="preserve"> 201</w:t>
      </w:r>
      <w:r w:rsidR="00CA00B1">
        <w:rPr>
          <w:rFonts w:ascii="Times New Roman" w:hAnsi="Times New Roman"/>
          <w:sz w:val="26"/>
          <w:szCs w:val="26"/>
        </w:rPr>
        <w:t>7</w:t>
      </w:r>
      <w:r w:rsidRPr="00A43C5F">
        <w:rPr>
          <w:rFonts w:ascii="Times New Roman" w:hAnsi="Times New Roman"/>
          <w:sz w:val="26"/>
          <w:szCs w:val="26"/>
        </w:rPr>
        <w:t xml:space="preserve"> </w:t>
      </w:r>
      <w:r w:rsidR="007616C5" w:rsidRPr="00A43C5F">
        <w:rPr>
          <w:rFonts w:ascii="Times New Roman" w:hAnsi="Times New Roman"/>
          <w:sz w:val="26"/>
          <w:szCs w:val="26"/>
        </w:rPr>
        <w:t xml:space="preserve"> года</w:t>
      </w:r>
      <w:r w:rsidR="007616C5">
        <w:rPr>
          <w:rFonts w:ascii="Times New Roman" w:hAnsi="Times New Roman"/>
          <w:sz w:val="26"/>
          <w:szCs w:val="26"/>
        </w:rPr>
        <w:t xml:space="preserve"> с 10-00 </w:t>
      </w:r>
      <w:r w:rsidR="00CA00B1">
        <w:rPr>
          <w:rFonts w:ascii="Times New Roman" w:hAnsi="Times New Roman"/>
          <w:sz w:val="26"/>
          <w:szCs w:val="26"/>
        </w:rPr>
        <w:t xml:space="preserve">до 17-00 часов </w:t>
      </w:r>
      <w:r w:rsidRPr="005D3921">
        <w:rPr>
          <w:rFonts w:ascii="Times New Roman" w:hAnsi="Times New Roman"/>
          <w:sz w:val="26"/>
          <w:szCs w:val="26"/>
        </w:rPr>
        <w:t xml:space="preserve"> </w:t>
      </w:r>
      <w:r w:rsidRPr="0003172B">
        <w:rPr>
          <w:rFonts w:ascii="Times New Roman" w:hAnsi="Times New Roman"/>
          <w:b/>
          <w:sz w:val="26"/>
          <w:szCs w:val="26"/>
        </w:rPr>
        <w:t>с. Коса</w:t>
      </w:r>
      <w:r w:rsidRPr="005D3921">
        <w:rPr>
          <w:rFonts w:ascii="Times New Roman" w:hAnsi="Times New Roman"/>
          <w:sz w:val="26"/>
          <w:szCs w:val="26"/>
        </w:rPr>
        <w:t>, площадь КДЦ</w:t>
      </w:r>
      <w:r w:rsidR="00CA00B1">
        <w:rPr>
          <w:rFonts w:ascii="Times New Roman" w:hAnsi="Times New Roman"/>
          <w:sz w:val="26"/>
          <w:szCs w:val="26"/>
        </w:rPr>
        <w:t xml:space="preserve">,  </w:t>
      </w:r>
      <w:r w:rsidR="0003172B">
        <w:rPr>
          <w:rFonts w:ascii="Times New Roman" w:hAnsi="Times New Roman"/>
          <w:sz w:val="26"/>
          <w:szCs w:val="26"/>
        </w:rPr>
        <w:t xml:space="preserve">                  </w:t>
      </w:r>
      <w:r w:rsidR="00CA00B1">
        <w:rPr>
          <w:rFonts w:ascii="Times New Roman" w:hAnsi="Times New Roman"/>
          <w:sz w:val="26"/>
          <w:szCs w:val="26"/>
        </w:rPr>
        <w:t>центральная часть ул. Ленина.</w:t>
      </w:r>
    </w:p>
    <w:p w:rsidR="00614CB0" w:rsidRPr="00DD3ADC" w:rsidRDefault="0026122D" w:rsidP="001B3D30">
      <w:pPr>
        <w:pStyle w:val="af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рамках Фестиваля</w:t>
      </w:r>
      <w:r w:rsidR="00CA00B1">
        <w:rPr>
          <w:rFonts w:ascii="Times New Roman" w:hAnsi="Times New Roman"/>
          <w:sz w:val="26"/>
          <w:szCs w:val="26"/>
        </w:rPr>
        <w:t xml:space="preserve"> состоится</w:t>
      </w:r>
      <w:r>
        <w:rPr>
          <w:rFonts w:ascii="Times New Roman" w:hAnsi="Times New Roman"/>
          <w:sz w:val="26"/>
          <w:szCs w:val="26"/>
        </w:rPr>
        <w:t xml:space="preserve">: </w:t>
      </w:r>
      <w:r w:rsidR="0003172B" w:rsidRPr="0003172B">
        <w:rPr>
          <w:rFonts w:ascii="Times New Roman" w:hAnsi="Times New Roman"/>
          <w:b/>
          <w:sz w:val="26"/>
          <w:szCs w:val="26"/>
        </w:rPr>
        <w:t>9</w:t>
      </w:r>
      <w:r w:rsidR="00CA00B1" w:rsidRPr="0003172B">
        <w:rPr>
          <w:rFonts w:ascii="Times New Roman" w:hAnsi="Times New Roman"/>
          <w:b/>
          <w:sz w:val="26"/>
          <w:szCs w:val="26"/>
        </w:rPr>
        <w:t xml:space="preserve"> </w:t>
      </w:r>
      <w:r w:rsidR="00C850B2" w:rsidRPr="0003172B">
        <w:rPr>
          <w:rFonts w:ascii="Times New Roman" w:hAnsi="Times New Roman"/>
          <w:b/>
          <w:sz w:val="26"/>
          <w:szCs w:val="26"/>
        </w:rPr>
        <w:t>сентября</w:t>
      </w:r>
      <w:r w:rsidR="00C850B2">
        <w:rPr>
          <w:rFonts w:ascii="Times New Roman" w:hAnsi="Times New Roman"/>
          <w:sz w:val="26"/>
          <w:szCs w:val="26"/>
        </w:rPr>
        <w:t xml:space="preserve"> </w:t>
      </w:r>
      <w:r w:rsidR="00CA00B1">
        <w:rPr>
          <w:rFonts w:ascii="Times New Roman" w:hAnsi="Times New Roman"/>
          <w:sz w:val="26"/>
          <w:szCs w:val="26"/>
        </w:rPr>
        <w:t>–</w:t>
      </w:r>
      <w:r w:rsidR="00C850B2">
        <w:rPr>
          <w:rFonts w:ascii="Times New Roman" w:hAnsi="Times New Roman"/>
          <w:sz w:val="26"/>
          <w:szCs w:val="26"/>
        </w:rPr>
        <w:t xml:space="preserve"> </w:t>
      </w:r>
      <w:r w:rsidR="00CA00B1">
        <w:rPr>
          <w:rFonts w:ascii="Times New Roman" w:hAnsi="Times New Roman"/>
          <w:sz w:val="26"/>
          <w:szCs w:val="26"/>
        </w:rPr>
        <w:t>культурно-познавательная экску</w:t>
      </w:r>
      <w:r w:rsidR="00CA00B1">
        <w:rPr>
          <w:rFonts w:ascii="Times New Roman" w:hAnsi="Times New Roman"/>
          <w:sz w:val="26"/>
          <w:szCs w:val="26"/>
        </w:rPr>
        <w:t>р</w:t>
      </w:r>
      <w:r w:rsidR="00CA00B1">
        <w:rPr>
          <w:rFonts w:ascii="Times New Roman" w:hAnsi="Times New Roman"/>
          <w:sz w:val="26"/>
          <w:szCs w:val="26"/>
        </w:rPr>
        <w:t>сия (по путям следования Московско – Сибирского тракта через селения Косинского района) Коса</w:t>
      </w:r>
      <w:r w:rsidR="0062637C">
        <w:rPr>
          <w:rFonts w:ascii="Times New Roman" w:hAnsi="Times New Roman"/>
          <w:sz w:val="26"/>
          <w:szCs w:val="26"/>
        </w:rPr>
        <w:t xml:space="preserve"> </w:t>
      </w:r>
      <w:r w:rsidR="00CA00B1">
        <w:rPr>
          <w:rFonts w:ascii="Times New Roman" w:hAnsi="Times New Roman"/>
          <w:sz w:val="26"/>
          <w:szCs w:val="26"/>
        </w:rPr>
        <w:t>-</w:t>
      </w:r>
      <w:r w:rsidR="0062637C">
        <w:rPr>
          <w:rFonts w:ascii="Times New Roman" w:hAnsi="Times New Roman"/>
          <w:sz w:val="26"/>
          <w:szCs w:val="26"/>
        </w:rPr>
        <w:t xml:space="preserve"> </w:t>
      </w:r>
      <w:r w:rsidR="00CA00B1">
        <w:rPr>
          <w:rFonts w:ascii="Times New Roman" w:hAnsi="Times New Roman"/>
          <w:sz w:val="26"/>
          <w:szCs w:val="26"/>
        </w:rPr>
        <w:t>Селище</w:t>
      </w:r>
      <w:r w:rsidR="0062637C">
        <w:rPr>
          <w:rFonts w:ascii="Times New Roman" w:hAnsi="Times New Roman"/>
          <w:sz w:val="26"/>
          <w:szCs w:val="26"/>
        </w:rPr>
        <w:t xml:space="preserve"> с целью создания  туристического маршрута. </w:t>
      </w:r>
    </w:p>
    <w:p w:rsidR="00DD3ADC" w:rsidRDefault="00DD3ADC" w:rsidP="00614CB0">
      <w:pPr>
        <w:pStyle w:val="af"/>
        <w:jc w:val="center"/>
        <w:rPr>
          <w:rFonts w:ascii="Times New Roman" w:hAnsi="Times New Roman"/>
          <w:b/>
          <w:sz w:val="26"/>
          <w:szCs w:val="26"/>
        </w:rPr>
      </w:pPr>
    </w:p>
    <w:p w:rsidR="00B94199" w:rsidRDefault="00B94199" w:rsidP="00614CB0">
      <w:pPr>
        <w:pStyle w:val="af"/>
        <w:jc w:val="center"/>
        <w:rPr>
          <w:rFonts w:ascii="Times New Roman" w:hAnsi="Times New Roman"/>
          <w:b/>
          <w:sz w:val="26"/>
          <w:szCs w:val="26"/>
        </w:rPr>
      </w:pPr>
    </w:p>
    <w:p w:rsidR="00614CB0" w:rsidRDefault="00DD3ADC" w:rsidP="00614CB0">
      <w:pPr>
        <w:pStyle w:val="af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3. Участники Ф</w:t>
      </w:r>
      <w:r w:rsidR="00614CB0">
        <w:rPr>
          <w:rFonts w:ascii="Times New Roman" w:hAnsi="Times New Roman"/>
          <w:b/>
          <w:sz w:val="26"/>
          <w:szCs w:val="26"/>
        </w:rPr>
        <w:t>естиваля</w:t>
      </w:r>
    </w:p>
    <w:p w:rsidR="00614CB0" w:rsidRPr="005D3921" w:rsidRDefault="00614CB0" w:rsidP="00614CB0">
      <w:pPr>
        <w:pStyle w:val="af"/>
        <w:jc w:val="center"/>
        <w:rPr>
          <w:rFonts w:ascii="Times New Roman" w:hAnsi="Times New Roman"/>
          <w:b/>
          <w:sz w:val="26"/>
          <w:szCs w:val="26"/>
        </w:rPr>
      </w:pPr>
    </w:p>
    <w:p w:rsidR="00614CB0" w:rsidRPr="005D3921" w:rsidRDefault="0062637C" w:rsidP="00614CB0">
      <w:pPr>
        <w:pStyle w:val="af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участию в Ф</w:t>
      </w:r>
      <w:r w:rsidR="00614CB0" w:rsidRPr="005D3921">
        <w:rPr>
          <w:rFonts w:ascii="Times New Roman" w:hAnsi="Times New Roman"/>
          <w:sz w:val="26"/>
          <w:szCs w:val="26"/>
        </w:rPr>
        <w:t>естивале приглашаются:</w:t>
      </w:r>
    </w:p>
    <w:p w:rsidR="00614CB0" w:rsidRDefault="00614CB0" w:rsidP="00614CB0">
      <w:pPr>
        <w:pStyle w:val="af"/>
        <w:jc w:val="both"/>
        <w:rPr>
          <w:rFonts w:ascii="Times New Roman" w:hAnsi="Times New Roman"/>
          <w:sz w:val="26"/>
          <w:szCs w:val="26"/>
        </w:rPr>
      </w:pPr>
      <w:r w:rsidRPr="005D3921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краеведы, историки, этнологи </w:t>
      </w:r>
      <w:r w:rsidRPr="005D3921">
        <w:rPr>
          <w:rFonts w:ascii="Times New Roman" w:hAnsi="Times New Roman"/>
          <w:sz w:val="26"/>
          <w:szCs w:val="26"/>
        </w:rPr>
        <w:t>Пермского края,</w:t>
      </w:r>
      <w:r>
        <w:rPr>
          <w:rFonts w:ascii="Times New Roman" w:hAnsi="Times New Roman"/>
          <w:sz w:val="26"/>
          <w:szCs w:val="26"/>
        </w:rPr>
        <w:t xml:space="preserve"> сотрудники музеев;</w:t>
      </w:r>
    </w:p>
    <w:p w:rsidR="0026122D" w:rsidRDefault="000E6015" w:rsidP="00614CB0">
      <w:pPr>
        <w:pStyle w:val="af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журналисты телевизионных, радио и печатных СМИ;</w:t>
      </w:r>
    </w:p>
    <w:p w:rsidR="000E6015" w:rsidRPr="005D3921" w:rsidRDefault="000E6015" w:rsidP="00614CB0">
      <w:pPr>
        <w:pStyle w:val="af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туристические группы;</w:t>
      </w:r>
    </w:p>
    <w:p w:rsidR="00614CB0" w:rsidRPr="005D3921" w:rsidRDefault="00614CB0" w:rsidP="00614CB0">
      <w:pPr>
        <w:pStyle w:val="af"/>
        <w:jc w:val="both"/>
        <w:rPr>
          <w:rFonts w:ascii="Times New Roman" w:hAnsi="Times New Roman"/>
          <w:sz w:val="26"/>
          <w:szCs w:val="26"/>
        </w:rPr>
      </w:pPr>
      <w:r w:rsidRPr="005D3921">
        <w:rPr>
          <w:rFonts w:ascii="Times New Roman" w:hAnsi="Times New Roman"/>
          <w:sz w:val="26"/>
          <w:szCs w:val="26"/>
        </w:rPr>
        <w:t xml:space="preserve">- мастера </w:t>
      </w:r>
      <w:r w:rsidR="000E6015">
        <w:rPr>
          <w:rFonts w:ascii="Times New Roman" w:hAnsi="Times New Roman"/>
          <w:sz w:val="26"/>
          <w:szCs w:val="26"/>
        </w:rPr>
        <w:t>народных промыслов и ремесел;</w:t>
      </w:r>
    </w:p>
    <w:p w:rsidR="00614CB0" w:rsidRPr="005D3921" w:rsidRDefault="00614CB0" w:rsidP="00614CB0">
      <w:pPr>
        <w:pStyle w:val="af"/>
        <w:jc w:val="both"/>
        <w:rPr>
          <w:rFonts w:ascii="Times New Roman" w:hAnsi="Times New Roman"/>
          <w:sz w:val="26"/>
          <w:szCs w:val="26"/>
        </w:rPr>
      </w:pPr>
      <w:r w:rsidRPr="005D3921">
        <w:rPr>
          <w:rFonts w:ascii="Times New Roman" w:hAnsi="Times New Roman"/>
          <w:sz w:val="26"/>
          <w:szCs w:val="26"/>
        </w:rPr>
        <w:t>- самодеятельны</w:t>
      </w:r>
      <w:r>
        <w:rPr>
          <w:rFonts w:ascii="Times New Roman" w:hAnsi="Times New Roman"/>
          <w:sz w:val="26"/>
          <w:szCs w:val="26"/>
        </w:rPr>
        <w:t>е коллективы, солисты, ансамбли, фольклорные группы;</w:t>
      </w:r>
    </w:p>
    <w:p w:rsidR="00DD3ADC" w:rsidRDefault="00614CB0" w:rsidP="00DD3ADC">
      <w:pPr>
        <w:pStyle w:val="af"/>
        <w:jc w:val="both"/>
        <w:rPr>
          <w:rFonts w:ascii="Times New Roman" w:hAnsi="Times New Roman"/>
          <w:sz w:val="26"/>
          <w:szCs w:val="26"/>
        </w:rPr>
      </w:pPr>
      <w:r w:rsidRPr="005D3921">
        <w:rPr>
          <w:rFonts w:ascii="Times New Roman" w:hAnsi="Times New Roman"/>
          <w:sz w:val="26"/>
          <w:szCs w:val="26"/>
        </w:rPr>
        <w:t>- сельхоз товаропроизвод</w:t>
      </w:r>
      <w:r>
        <w:rPr>
          <w:rFonts w:ascii="Times New Roman" w:hAnsi="Times New Roman"/>
          <w:sz w:val="26"/>
          <w:szCs w:val="26"/>
        </w:rPr>
        <w:t>ители  всех форм  собственности</w:t>
      </w:r>
      <w:r w:rsidR="000E6015">
        <w:rPr>
          <w:rFonts w:ascii="Times New Roman" w:hAnsi="Times New Roman"/>
          <w:sz w:val="26"/>
          <w:szCs w:val="26"/>
        </w:rPr>
        <w:t xml:space="preserve">, </w:t>
      </w:r>
      <w:r w:rsidRPr="005D3921">
        <w:rPr>
          <w:rFonts w:ascii="Times New Roman" w:hAnsi="Times New Roman"/>
          <w:sz w:val="26"/>
          <w:szCs w:val="26"/>
        </w:rPr>
        <w:t>торговые</w:t>
      </w:r>
      <w:r w:rsidR="000E6015">
        <w:rPr>
          <w:rFonts w:ascii="Times New Roman" w:hAnsi="Times New Roman"/>
          <w:sz w:val="26"/>
          <w:szCs w:val="26"/>
        </w:rPr>
        <w:t xml:space="preserve"> предприятия.</w:t>
      </w:r>
    </w:p>
    <w:p w:rsidR="000E6015" w:rsidRPr="00D2220F" w:rsidRDefault="000E6015" w:rsidP="00DD3ADC">
      <w:pPr>
        <w:pStyle w:val="af"/>
        <w:jc w:val="both"/>
        <w:rPr>
          <w:rFonts w:ascii="Times New Roman" w:hAnsi="Times New Roman"/>
          <w:sz w:val="26"/>
          <w:szCs w:val="26"/>
        </w:rPr>
      </w:pPr>
    </w:p>
    <w:p w:rsidR="00DD3ADC" w:rsidRDefault="00DD3ADC" w:rsidP="007E533A">
      <w:pPr>
        <w:pStyle w:val="af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4. Программа Ф</w:t>
      </w:r>
      <w:r w:rsidRPr="00E63E85">
        <w:rPr>
          <w:rFonts w:ascii="Times New Roman" w:hAnsi="Times New Roman"/>
          <w:b/>
          <w:color w:val="000000" w:themeColor="text1"/>
          <w:sz w:val="26"/>
          <w:szCs w:val="26"/>
        </w:rPr>
        <w:t>естиваля</w:t>
      </w:r>
    </w:p>
    <w:p w:rsidR="007E533A" w:rsidRDefault="007E533A" w:rsidP="007E533A">
      <w:pPr>
        <w:pStyle w:val="af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DD3ADC" w:rsidRDefault="00DD3ADC" w:rsidP="007E533A">
      <w:pPr>
        <w:pStyle w:val="af"/>
        <w:jc w:val="right"/>
        <w:rPr>
          <w:rFonts w:ascii="Times New Roman" w:hAnsi="Times New Roman"/>
          <w:i/>
          <w:color w:val="000000" w:themeColor="text1"/>
          <w:sz w:val="18"/>
          <w:szCs w:val="18"/>
        </w:rPr>
      </w:pPr>
      <w:r w:rsidRPr="00E8099E">
        <w:rPr>
          <w:rFonts w:ascii="Times New Roman" w:hAnsi="Times New Roman"/>
          <w:i/>
          <w:color w:val="000000" w:themeColor="text1"/>
          <w:sz w:val="18"/>
          <w:szCs w:val="18"/>
        </w:rPr>
        <w:t>Организаторы предупреждают о том, что в программе Фестиваля  могут быть  незначительные изменения.</w:t>
      </w:r>
    </w:p>
    <w:p w:rsidR="00C44B7B" w:rsidRPr="00417D2E" w:rsidRDefault="00C44B7B" w:rsidP="00C44B7B">
      <w:pPr>
        <w:pStyle w:val="af"/>
        <w:jc w:val="right"/>
        <w:rPr>
          <w:rFonts w:ascii="Times New Roman" w:hAnsi="Times New Roman"/>
          <w:i/>
          <w:color w:val="000000" w:themeColor="text1"/>
          <w:sz w:val="26"/>
          <w:szCs w:val="26"/>
        </w:rPr>
      </w:pPr>
    </w:p>
    <w:p w:rsidR="00C44B7B" w:rsidRPr="00C44B7B" w:rsidRDefault="00C44B7B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  <w:r w:rsidRPr="00C44B7B">
        <w:rPr>
          <w:rFonts w:ascii="Times New Roman" w:hAnsi="Times New Roman"/>
          <w:color w:val="000000" w:themeColor="text1"/>
          <w:sz w:val="26"/>
          <w:szCs w:val="26"/>
        </w:rPr>
        <w:t>с 10.00.  СО СВИДАНЬИЦЕМ! Монетные вклады в Косинскую землю</w:t>
      </w:r>
    </w:p>
    <w:p w:rsidR="00C44B7B" w:rsidRPr="00C44B7B" w:rsidRDefault="00C44B7B" w:rsidP="00C44B7B">
      <w:pPr>
        <w:pStyle w:val="af"/>
        <w:jc w:val="right"/>
        <w:rPr>
          <w:rFonts w:ascii="Times New Roman" w:hAnsi="Times New Roman"/>
          <w:color w:val="000000" w:themeColor="text1"/>
          <w:sz w:val="26"/>
          <w:szCs w:val="26"/>
        </w:rPr>
      </w:pPr>
      <w:r w:rsidRPr="00C44B7B">
        <w:rPr>
          <w:rFonts w:ascii="Times New Roman" w:hAnsi="Times New Roman"/>
          <w:i/>
          <w:color w:val="000000" w:themeColor="text1"/>
          <w:sz w:val="26"/>
          <w:szCs w:val="26"/>
        </w:rPr>
        <w:t>У дороги, при въездах в с. Коса</w:t>
      </w:r>
    </w:p>
    <w:p w:rsidR="00C44B7B" w:rsidRPr="00C44B7B" w:rsidRDefault="00C44B7B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  <w:r w:rsidRPr="00C44B7B">
        <w:rPr>
          <w:rFonts w:ascii="Times New Roman" w:hAnsi="Times New Roman"/>
          <w:color w:val="000000" w:themeColor="text1"/>
          <w:sz w:val="26"/>
          <w:szCs w:val="26"/>
        </w:rPr>
        <w:t>11.00.   МОЛЕБЕН и БЛАГОВЕСТ перед началом доброго  дела</w:t>
      </w:r>
    </w:p>
    <w:p w:rsidR="00C44B7B" w:rsidRPr="00C44B7B" w:rsidRDefault="00C44B7B" w:rsidP="00C44B7B">
      <w:pPr>
        <w:pStyle w:val="af"/>
        <w:jc w:val="right"/>
        <w:rPr>
          <w:rFonts w:ascii="Times New Roman" w:hAnsi="Times New Roman"/>
          <w:i/>
          <w:color w:val="000000" w:themeColor="text1"/>
          <w:sz w:val="26"/>
          <w:szCs w:val="26"/>
        </w:rPr>
      </w:pPr>
      <w:r w:rsidRPr="00C44B7B">
        <w:rPr>
          <w:rFonts w:ascii="Times New Roman" w:hAnsi="Times New Roman"/>
          <w:i/>
          <w:color w:val="000000" w:themeColor="text1"/>
          <w:sz w:val="26"/>
          <w:szCs w:val="26"/>
        </w:rPr>
        <w:t>Церковь Николая Чудотворца</w:t>
      </w:r>
    </w:p>
    <w:p w:rsidR="00C44B7B" w:rsidRPr="00C44B7B" w:rsidRDefault="00C44B7B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  <w:r w:rsidRPr="00C44B7B">
        <w:rPr>
          <w:rFonts w:ascii="Times New Roman" w:hAnsi="Times New Roman"/>
          <w:color w:val="000000" w:themeColor="text1"/>
          <w:sz w:val="26"/>
          <w:szCs w:val="26"/>
        </w:rPr>
        <w:t xml:space="preserve">12.00 – 16.00 КОСИНСКАЯ ЯРМАРКА-2017                        </w:t>
      </w:r>
      <w:r w:rsidRPr="00C44B7B">
        <w:rPr>
          <w:rFonts w:ascii="Times New Roman" w:hAnsi="Times New Roman"/>
          <w:i/>
          <w:color w:val="000000" w:themeColor="text1"/>
          <w:sz w:val="26"/>
          <w:szCs w:val="26"/>
        </w:rPr>
        <w:t>ул. Ленина, центр села</w:t>
      </w:r>
    </w:p>
    <w:p w:rsidR="00C44B7B" w:rsidRPr="00C44B7B" w:rsidRDefault="00C44B7B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  <w:r w:rsidRPr="00C44B7B">
        <w:rPr>
          <w:rFonts w:ascii="Times New Roman" w:hAnsi="Times New Roman"/>
          <w:color w:val="000000" w:themeColor="text1"/>
          <w:sz w:val="26"/>
          <w:szCs w:val="26"/>
        </w:rPr>
        <w:t>Схождение распорядителей и почетных гостей ярмарки</w:t>
      </w:r>
    </w:p>
    <w:p w:rsidR="00510756" w:rsidRDefault="00510756" w:rsidP="00C44B7B">
      <w:pPr>
        <w:pStyle w:val="af"/>
        <w:rPr>
          <w:rFonts w:ascii="Times New Roman" w:hAnsi="Times New Roman"/>
          <w:sz w:val="26"/>
          <w:szCs w:val="26"/>
        </w:rPr>
      </w:pPr>
    </w:p>
    <w:p w:rsidR="00C44B7B" w:rsidRPr="00C44B7B" w:rsidRDefault="00C44B7B" w:rsidP="00C44B7B">
      <w:pPr>
        <w:pStyle w:val="af"/>
        <w:rPr>
          <w:rFonts w:ascii="Times New Roman" w:hAnsi="Times New Roman"/>
          <w:sz w:val="26"/>
          <w:szCs w:val="26"/>
        </w:rPr>
      </w:pPr>
      <w:r w:rsidRPr="00C44B7B">
        <w:rPr>
          <w:rFonts w:ascii="Times New Roman" w:hAnsi="Times New Roman"/>
          <w:sz w:val="26"/>
          <w:szCs w:val="26"/>
        </w:rPr>
        <w:t xml:space="preserve">ЯРМАРОЧНЫЕ РАЗВАЛЫ и СЕМЕЙНЫЕ ЛАВКИ </w:t>
      </w:r>
    </w:p>
    <w:p w:rsidR="00510756" w:rsidRDefault="00510756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</w:p>
    <w:p w:rsidR="00C44B7B" w:rsidRPr="00C44B7B" w:rsidRDefault="00C44B7B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  <w:r w:rsidRPr="00C44B7B">
        <w:rPr>
          <w:rFonts w:ascii="Times New Roman" w:hAnsi="Times New Roman"/>
          <w:color w:val="000000" w:themeColor="text1"/>
          <w:sz w:val="26"/>
          <w:szCs w:val="26"/>
        </w:rPr>
        <w:t>История о том, как коми-пермяки украинский борщ варили…</w:t>
      </w:r>
    </w:p>
    <w:p w:rsidR="00510756" w:rsidRDefault="00510756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</w:p>
    <w:p w:rsidR="00C44B7B" w:rsidRPr="00C44B7B" w:rsidRDefault="00C44B7B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  <w:r w:rsidRPr="00C44B7B">
        <w:rPr>
          <w:rFonts w:ascii="Times New Roman" w:hAnsi="Times New Roman"/>
          <w:color w:val="000000" w:themeColor="text1"/>
          <w:sz w:val="26"/>
          <w:szCs w:val="26"/>
        </w:rPr>
        <w:t xml:space="preserve">СТАРИННЫЕ РЕМЕСЛА И ПРОМЫСЛЫ </w:t>
      </w:r>
    </w:p>
    <w:p w:rsidR="00C44B7B" w:rsidRPr="00C44B7B" w:rsidRDefault="00C44B7B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  <w:r w:rsidRPr="00C44B7B">
        <w:rPr>
          <w:rFonts w:ascii="Times New Roman" w:hAnsi="Times New Roman"/>
          <w:color w:val="000000" w:themeColor="text1"/>
          <w:sz w:val="26"/>
          <w:szCs w:val="26"/>
        </w:rPr>
        <w:t>Мастерская  столярных и плотницких  инструментов, кузнечное дело, гончарный класс, набивка ручной печатью по ткани,  ткачество, вязание, вышивка, творческий цех по сувенирным валенкам, плетение лапоточков из бересты, медовые предложения пасечника, совместная лепка пельменей и вареников, секреты от знахарей и лекарей.</w:t>
      </w:r>
    </w:p>
    <w:p w:rsidR="00C44B7B" w:rsidRPr="00C44B7B" w:rsidRDefault="00C44B7B" w:rsidP="00C44B7B">
      <w:pPr>
        <w:pStyle w:val="af"/>
        <w:rPr>
          <w:rFonts w:ascii="Times New Roman" w:hAnsi="Times New Roman"/>
          <w:sz w:val="26"/>
          <w:szCs w:val="26"/>
        </w:rPr>
      </w:pPr>
    </w:p>
    <w:p w:rsidR="00C44B7B" w:rsidRPr="00C44B7B" w:rsidRDefault="00C44B7B" w:rsidP="00C44B7B">
      <w:pPr>
        <w:pStyle w:val="af"/>
        <w:rPr>
          <w:rFonts w:ascii="Times New Roman" w:hAnsi="Times New Roman"/>
          <w:sz w:val="26"/>
          <w:szCs w:val="26"/>
        </w:rPr>
      </w:pPr>
      <w:r w:rsidRPr="00C44B7B">
        <w:rPr>
          <w:rFonts w:ascii="Times New Roman" w:hAnsi="Times New Roman"/>
          <w:sz w:val="26"/>
          <w:szCs w:val="26"/>
        </w:rPr>
        <w:t>НАРОДНЫЕ МАСТЕРА ПЕРМСКОГО КРАЯ ИЗ КОСИНСКОГО РАЙОНА предста</w:t>
      </w:r>
      <w:r w:rsidRPr="00C44B7B">
        <w:rPr>
          <w:rFonts w:ascii="Times New Roman" w:hAnsi="Times New Roman"/>
          <w:sz w:val="26"/>
          <w:szCs w:val="26"/>
        </w:rPr>
        <w:t>в</w:t>
      </w:r>
      <w:r w:rsidRPr="00C44B7B">
        <w:rPr>
          <w:rFonts w:ascii="Times New Roman" w:hAnsi="Times New Roman"/>
          <w:sz w:val="26"/>
          <w:szCs w:val="26"/>
        </w:rPr>
        <w:t>ляют выставку-продажу изделий из лозы, бересты и дерева!</w:t>
      </w:r>
    </w:p>
    <w:p w:rsidR="00C44B7B" w:rsidRPr="00C44B7B" w:rsidRDefault="00C44B7B" w:rsidP="00C44B7B">
      <w:pPr>
        <w:pStyle w:val="af"/>
        <w:rPr>
          <w:rFonts w:ascii="Times New Roman" w:hAnsi="Times New Roman"/>
          <w:sz w:val="26"/>
          <w:szCs w:val="26"/>
        </w:rPr>
      </w:pPr>
    </w:p>
    <w:p w:rsidR="00C44B7B" w:rsidRPr="00C44B7B" w:rsidRDefault="00C44B7B" w:rsidP="00C44B7B">
      <w:pPr>
        <w:pStyle w:val="af"/>
        <w:rPr>
          <w:rFonts w:ascii="Times New Roman" w:hAnsi="Times New Roman"/>
          <w:sz w:val="26"/>
          <w:szCs w:val="26"/>
        </w:rPr>
      </w:pPr>
      <w:r w:rsidRPr="00C44B7B">
        <w:rPr>
          <w:rFonts w:ascii="Times New Roman" w:hAnsi="Times New Roman"/>
          <w:sz w:val="26"/>
          <w:szCs w:val="26"/>
        </w:rPr>
        <w:t xml:space="preserve">ВЫСТАВКА ДОМА ДЕТСКОГО ТВОРЧЕСТВА </w:t>
      </w:r>
    </w:p>
    <w:p w:rsidR="00C44B7B" w:rsidRPr="00C44B7B" w:rsidRDefault="00C44B7B" w:rsidP="00C44B7B">
      <w:pPr>
        <w:pStyle w:val="af"/>
        <w:rPr>
          <w:rFonts w:ascii="Times New Roman" w:hAnsi="Times New Roman"/>
          <w:sz w:val="26"/>
          <w:szCs w:val="26"/>
        </w:rPr>
      </w:pPr>
    </w:p>
    <w:p w:rsidR="00C44B7B" w:rsidRPr="00C44B7B" w:rsidRDefault="00C44B7B" w:rsidP="00C44B7B">
      <w:pPr>
        <w:pStyle w:val="af"/>
        <w:rPr>
          <w:rFonts w:ascii="Times New Roman" w:hAnsi="Times New Roman"/>
          <w:sz w:val="26"/>
          <w:szCs w:val="26"/>
        </w:rPr>
      </w:pPr>
      <w:r w:rsidRPr="00C44B7B">
        <w:rPr>
          <w:rFonts w:ascii="Times New Roman" w:hAnsi="Times New Roman"/>
          <w:sz w:val="26"/>
          <w:szCs w:val="26"/>
        </w:rPr>
        <w:t>МАЛЫЕ ГОНКИ ПО БОЛЬШОЙ ДОРОГЕ на мотоблоках</w:t>
      </w:r>
    </w:p>
    <w:p w:rsidR="00C44B7B" w:rsidRPr="00C44B7B" w:rsidRDefault="00C44B7B" w:rsidP="00C44B7B">
      <w:pPr>
        <w:pStyle w:val="af"/>
        <w:rPr>
          <w:rFonts w:ascii="Times New Roman" w:hAnsi="Times New Roman"/>
          <w:sz w:val="26"/>
          <w:szCs w:val="26"/>
        </w:rPr>
      </w:pPr>
    </w:p>
    <w:p w:rsidR="00C44B7B" w:rsidRPr="00C44B7B" w:rsidRDefault="00C44B7B" w:rsidP="00C44B7B">
      <w:pPr>
        <w:pStyle w:val="af"/>
        <w:rPr>
          <w:rFonts w:ascii="Times New Roman" w:hAnsi="Times New Roman"/>
          <w:sz w:val="26"/>
          <w:szCs w:val="26"/>
        </w:rPr>
      </w:pPr>
      <w:r w:rsidRPr="00C44B7B">
        <w:rPr>
          <w:rFonts w:ascii="Times New Roman" w:hAnsi="Times New Roman"/>
          <w:sz w:val="26"/>
          <w:szCs w:val="26"/>
        </w:rPr>
        <w:t>МНОГОНАЦИОНАЛЬНОЕ БОГАТЫРСКОЕ БРАТСТВО и СИЛА</w:t>
      </w:r>
    </w:p>
    <w:p w:rsidR="00C44B7B" w:rsidRPr="00C44B7B" w:rsidRDefault="00C44B7B" w:rsidP="00C44B7B">
      <w:pPr>
        <w:pStyle w:val="af"/>
        <w:rPr>
          <w:rFonts w:ascii="Times New Roman" w:hAnsi="Times New Roman"/>
          <w:sz w:val="26"/>
          <w:szCs w:val="26"/>
        </w:rPr>
      </w:pPr>
    </w:p>
    <w:p w:rsidR="00C44B7B" w:rsidRPr="00C44B7B" w:rsidRDefault="00C44B7B" w:rsidP="00C44B7B">
      <w:pPr>
        <w:pStyle w:val="af"/>
        <w:rPr>
          <w:rFonts w:ascii="Times New Roman" w:hAnsi="Times New Roman"/>
          <w:sz w:val="26"/>
          <w:szCs w:val="26"/>
        </w:rPr>
      </w:pPr>
      <w:r w:rsidRPr="00C44B7B">
        <w:rPr>
          <w:rFonts w:ascii="Times New Roman" w:hAnsi="Times New Roman"/>
          <w:sz w:val="26"/>
          <w:szCs w:val="26"/>
        </w:rPr>
        <w:t xml:space="preserve">Ярмарка продукции малых форм хозяйствования и сельхозтоваропроизводителей   </w:t>
      </w:r>
    </w:p>
    <w:p w:rsidR="00C44B7B" w:rsidRPr="00C44B7B" w:rsidRDefault="00C44B7B" w:rsidP="00C44B7B">
      <w:pPr>
        <w:pStyle w:val="af"/>
        <w:jc w:val="right"/>
        <w:rPr>
          <w:rFonts w:ascii="Times New Roman" w:hAnsi="Times New Roman"/>
          <w:i/>
          <w:sz w:val="26"/>
          <w:szCs w:val="26"/>
        </w:rPr>
      </w:pPr>
      <w:r w:rsidRPr="00C44B7B">
        <w:rPr>
          <w:rFonts w:ascii="Times New Roman" w:hAnsi="Times New Roman"/>
          <w:i/>
          <w:sz w:val="26"/>
          <w:szCs w:val="26"/>
        </w:rPr>
        <w:t>Площадь перед универмагом, с 11 часов.</w:t>
      </w:r>
      <w:r w:rsidRPr="00C44B7B">
        <w:rPr>
          <w:rFonts w:ascii="Times New Roman" w:hAnsi="Times New Roman"/>
          <w:color w:val="000000" w:themeColor="text1"/>
          <w:sz w:val="26"/>
          <w:szCs w:val="26"/>
        </w:rPr>
        <w:t xml:space="preserve">                                     </w:t>
      </w:r>
    </w:p>
    <w:p w:rsidR="00C44B7B" w:rsidRPr="00C44B7B" w:rsidRDefault="00C44B7B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</w:p>
    <w:p w:rsidR="00C44B7B" w:rsidRPr="00C44B7B" w:rsidRDefault="00C44B7B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  <w:r w:rsidRPr="00C44B7B">
        <w:rPr>
          <w:rFonts w:ascii="Times New Roman" w:hAnsi="Times New Roman"/>
          <w:color w:val="000000" w:themeColor="text1"/>
          <w:sz w:val="26"/>
          <w:szCs w:val="26"/>
        </w:rPr>
        <w:t>13.00. Официальное ОТКРЫТИЕ V</w:t>
      </w:r>
      <w:r w:rsidRPr="00C44B7B">
        <w:rPr>
          <w:rFonts w:ascii="Times New Roman" w:hAnsi="Times New Roman"/>
          <w:color w:val="000000" w:themeColor="text1"/>
          <w:sz w:val="26"/>
          <w:szCs w:val="26"/>
          <w:lang w:val="en-US"/>
        </w:rPr>
        <w:t>III</w:t>
      </w:r>
      <w:r w:rsidRPr="00C44B7B">
        <w:rPr>
          <w:rFonts w:ascii="Times New Roman" w:hAnsi="Times New Roman"/>
          <w:color w:val="000000" w:themeColor="text1"/>
          <w:sz w:val="26"/>
          <w:szCs w:val="26"/>
        </w:rPr>
        <w:t xml:space="preserve">  Межмуниципального фестиваля исторических мест  ЫДЖЫТ ТУЙ  /Большая дорога/             </w:t>
      </w:r>
      <w:r w:rsidRPr="00C44B7B">
        <w:rPr>
          <w:rFonts w:ascii="Times New Roman" w:hAnsi="Times New Roman"/>
          <w:i/>
          <w:color w:val="000000" w:themeColor="text1"/>
          <w:sz w:val="26"/>
          <w:szCs w:val="26"/>
        </w:rPr>
        <w:t>Главная сцена, КДЦ</w:t>
      </w:r>
    </w:p>
    <w:p w:rsidR="00C44B7B" w:rsidRPr="00C44B7B" w:rsidRDefault="00C44B7B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</w:p>
    <w:p w:rsidR="00C44B7B" w:rsidRPr="00C44B7B" w:rsidRDefault="00C44B7B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  <w:r w:rsidRPr="00C44B7B">
        <w:rPr>
          <w:rFonts w:ascii="Times New Roman" w:hAnsi="Times New Roman"/>
          <w:color w:val="000000" w:themeColor="text1"/>
          <w:sz w:val="26"/>
          <w:szCs w:val="26"/>
        </w:rPr>
        <w:t>14.00. – 16-30. БАБЬЕ ЛЕТО – творческий фестиваль с участием  самодеятельных ко</w:t>
      </w:r>
      <w:r w:rsidRPr="00C44B7B">
        <w:rPr>
          <w:rFonts w:ascii="Times New Roman" w:hAnsi="Times New Roman"/>
          <w:color w:val="000000" w:themeColor="text1"/>
          <w:sz w:val="26"/>
          <w:szCs w:val="26"/>
        </w:rPr>
        <w:t>л</w:t>
      </w:r>
      <w:r w:rsidRPr="00C44B7B">
        <w:rPr>
          <w:rFonts w:ascii="Times New Roman" w:hAnsi="Times New Roman"/>
          <w:color w:val="000000" w:themeColor="text1"/>
          <w:sz w:val="26"/>
          <w:szCs w:val="26"/>
        </w:rPr>
        <w:t xml:space="preserve">лективов Пермского края и Косинского района                    </w:t>
      </w:r>
      <w:r w:rsidRPr="00C44B7B">
        <w:rPr>
          <w:rFonts w:ascii="Times New Roman" w:hAnsi="Times New Roman"/>
          <w:i/>
          <w:color w:val="000000" w:themeColor="text1"/>
          <w:sz w:val="26"/>
          <w:szCs w:val="26"/>
        </w:rPr>
        <w:t>Главная сцена, КДЦ</w:t>
      </w:r>
    </w:p>
    <w:p w:rsidR="00C44B7B" w:rsidRPr="00C44B7B" w:rsidRDefault="00C44B7B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</w:p>
    <w:p w:rsidR="00C44B7B" w:rsidRPr="00C44B7B" w:rsidRDefault="00C44B7B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  <w:r w:rsidRPr="00C44B7B">
        <w:rPr>
          <w:rFonts w:ascii="Times New Roman" w:hAnsi="Times New Roman"/>
          <w:sz w:val="26"/>
          <w:szCs w:val="26"/>
        </w:rPr>
        <w:lastRenderedPageBreak/>
        <w:t xml:space="preserve">13.00.- 16.00. </w:t>
      </w:r>
      <w:r w:rsidRPr="00C44B7B">
        <w:rPr>
          <w:rFonts w:ascii="Times New Roman" w:hAnsi="Times New Roman"/>
          <w:color w:val="000000" w:themeColor="text1"/>
          <w:sz w:val="26"/>
          <w:szCs w:val="26"/>
        </w:rPr>
        <w:t>ПРОГУЛКА В ПРОШЛОЕ</w:t>
      </w:r>
    </w:p>
    <w:p w:rsidR="00C44B7B" w:rsidRPr="00C44B7B" w:rsidRDefault="00C44B7B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  <w:r w:rsidRPr="00C44B7B">
        <w:rPr>
          <w:rFonts w:ascii="Times New Roman" w:hAnsi="Times New Roman"/>
          <w:color w:val="000000" w:themeColor="text1"/>
          <w:sz w:val="26"/>
          <w:szCs w:val="26"/>
        </w:rPr>
        <w:t xml:space="preserve">Открытая выставка исторических фотографий, сведений  и ремесел традиционного бытования народа, живущего на Косинской земле                </w:t>
      </w:r>
      <w:r w:rsidRPr="00C44B7B">
        <w:rPr>
          <w:rFonts w:ascii="Times New Roman" w:hAnsi="Times New Roman"/>
          <w:i/>
          <w:color w:val="000000" w:themeColor="text1"/>
          <w:sz w:val="26"/>
          <w:szCs w:val="26"/>
        </w:rPr>
        <w:t>Центр села, ул. Ленина</w:t>
      </w:r>
    </w:p>
    <w:p w:rsidR="00C44B7B" w:rsidRPr="00C44B7B" w:rsidRDefault="00C44B7B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</w:p>
    <w:p w:rsidR="00C44B7B" w:rsidRPr="00C44B7B" w:rsidRDefault="00C44B7B" w:rsidP="00C44B7B">
      <w:pPr>
        <w:pStyle w:val="af"/>
        <w:rPr>
          <w:rFonts w:ascii="Times New Roman" w:hAnsi="Times New Roman"/>
          <w:sz w:val="26"/>
          <w:szCs w:val="26"/>
        </w:rPr>
      </w:pPr>
      <w:r w:rsidRPr="00C44B7B">
        <w:rPr>
          <w:rFonts w:ascii="Times New Roman" w:hAnsi="Times New Roman"/>
          <w:sz w:val="26"/>
          <w:szCs w:val="26"/>
        </w:rPr>
        <w:t>КОМИ-ПЕРМЯЦКАЯ ЗЕМЛЯ со своей историей</w:t>
      </w:r>
    </w:p>
    <w:p w:rsidR="00510756" w:rsidRDefault="00510756" w:rsidP="00C44B7B">
      <w:pPr>
        <w:pStyle w:val="af"/>
        <w:rPr>
          <w:rFonts w:ascii="Times New Roman" w:hAnsi="Times New Roman"/>
          <w:sz w:val="26"/>
          <w:szCs w:val="26"/>
        </w:rPr>
      </w:pPr>
    </w:p>
    <w:p w:rsidR="00C44B7B" w:rsidRPr="00C44B7B" w:rsidRDefault="00C44B7B" w:rsidP="00C44B7B">
      <w:pPr>
        <w:pStyle w:val="af"/>
        <w:rPr>
          <w:rFonts w:ascii="Times New Roman" w:hAnsi="Times New Roman"/>
          <w:i/>
          <w:sz w:val="26"/>
          <w:szCs w:val="26"/>
        </w:rPr>
      </w:pPr>
      <w:r w:rsidRPr="00C44B7B">
        <w:rPr>
          <w:rFonts w:ascii="Times New Roman" w:hAnsi="Times New Roman"/>
          <w:sz w:val="26"/>
          <w:szCs w:val="26"/>
        </w:rPr>
        <w:t xml:space="preserve">КУПЕЧЕСКИЕ ОСОБЕННОСТИ и ПРИНЦИПЫ </w:t>
      </w:r>
      <w:r w:rsidRPr="00C44B7B">
        <w:rPr>
          <w:rFonts w:ascii="Times New Roman" w:hAnsi="Times New Roman"/>
          <w:sz w:val="26"/>
          <w:szCs w:val="26"/>
        </w:rPr>
        <w:br/>
      </w:r>
      <w:r w:rsidRPr="00C44B7B">
        <w:rPr>
          <w:rFonts w:ascii="Times New Roman" w:hAnsi="Times New Roman"/>
          <w:i/>
          <w:sz w:val="26"/>
          <w:szCs w:val="26"/>
        </w:rPr>
        <w:t xml:space="preserve">                                                                     Парк ДДТ, бывший дом купца Д.Ф. Быкова</w:t>
      </w:r>
    </w:p>
    <w:p w:rsidR="00C44B7B" w:rsidRPr="00C44B7B" w:rsidRDefault="00C44B7B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</w:p>
    <w:p w:rsidR="00C44B7B" w:rsidRPr="00C44B7B" w:rsidRDefault="00C44B7B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  <w:r w:rsidRPr="00C44B7B">
        <w:rPr>
          <w:rFonts w:ascii="Times New Roman" w:hAnsi="Times New Roman"/>
          <w:color w:val="000000" w:themeColor="text1"/>
          <w:sz w:val="26"/>
          <w:szCs w:val="26"/>
        </w:rPr>
        <w:t xml:space="preserve">ЭКСКУРСИИ по старинным историческим дорогам Косинского района </w:t>
      </w:r>
    </w:p>
    <w:p w:rsidR="00C44B7B" w:rsidRPr="00C44B7B" w:rsidRDefault="00C44B7B" w:rsidP="00C44B7B">
      <w:pPr>
        <w:pStyle w:val="af"/>
        <w:jc w:val="right"/>
        <w:rPr>
          <w:rFonts w:ascii="Times New Roman" w:hAnsi="Times New Roman"/>
          <w:i/>
          <w:color w:val="000000" w:themeColor="text1"/>
          <w:sz w:val="26"/>
          <w:szCs w:val="26"/>
        </w:rPr>
      </w:pPr>
      <w:r w:rsidRPr="00C44B7B">
        <w:rPr>
          <w:rFonts w:ascii="Times New Roman" w:hAnsi="Times New Roman"/>
          <w:i/>
          <w:color w:val="000000" w:themeColor="text1"/>
          <w:sz w:val="26"/>
          <w:szCs w:val="26"/>
        </w:rPr>
        <w:t>(По согласованию с  кураторами)</w:t>
      </w:r>
    </w:p>
    <w:p w:rsidR="00C44B7B" w:rsidRPr="00C44B7B" w:rsidRDefault="00C44B7B" w:rsidP="00C44B7B">
      <w:pPr>
        <w:pStyle w:val="af"/>
        <w:rPr>
          <w:rFonts w:ascii="Times New Roman" w:hAnsi="Times New Roman"/>
          <w:sz w:val="26"/>
          <w:szCs w:val="26"/>
        </w:rPr>
      </w:pPr>
    </w:p>
    <w:p w:rsidR="00C44B7B" w:rsidRPr="00C44B7B" w:rsidRDefault="00C44B7B" w:rsidP="00C44B7B">
      <w:pPr>
        <w:pStyle w:val="af"/>
        <w:rPr>
          <w:rFonts w:ascii="Times New Roman" w:hAnsi="Times New Roman"/>
          <w:sz w:val="26"/>
          <w:szCs w:val="26"/>
        </w:rPr>
      </w:pPr>
      <w:r w:rsidRPr="00C44B7B">
        <w:rPr>
          <w:rFonts w:ascii="Times New Roman" w:hAnsi="Times New Roman"/>
          <w:sz w:val="26"/>
          <w:szCs w:val="26"/>
        </w:rPr>
        <w:t>13.00.- 16.00. ВЕСЕЛЫЕ ИГРЫ И ЗАЖИГАТЕЛЬНЫЕ ТАНЦЫ ДЛЯ ДЕТЕЙ</w:t>
      </w:r>
    </w:p>
    <w:p w:rsidR="00C44B7B" w:rsidRPr="00C44B7B" w:rsidRDefault="00C44B7B" w:rsidP="00C44B7B">
      <w:pPr>
        <w:pStyle w:val="af"/>
        <w:jc w:val="right"/>
        <w:rPr>
          <w:rFonts w:ascii="Times New Roman" w:hAnsi="Times New Roman"/>
          <w:i/>
          <w:color w:val="000000" w:themeColor="text1"/>
          <w:sz w:val="26"/>
          <w:szCs w:val="26"/>
        </w:rPr>
      </w:pPr>
      <w:r w:rsidRPr="00C44B7B">
        <w:rPr>
          <w:rFonts w:ascii="Times New Roman" w:hAnsi="Times New Roman"/>
          <w:i/>
          <w:color w:val="000000" w:themeColor="text1"/>
          <w:sz w:val="26"/>
          <w:szCs w:val="26"/>
        </w:rPr>
        <w:t>Парк культуры и отдыха</w:t>
      </w:r>
    </w:p>
    <w:p w:rsidR="00C44B7B" w:rsidRPr="00C44B7B" w:rsidRDefault="00C44B7B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  <w:r w:rsidRPr="00C44B7B">
        <w:rPr>
          <w:rFonts w:ascii="Times New Roman" w:hAnsi="Times New Roman"/>
          <w:color w:val="000000" w:themeColor="text1"/>
          <w:sz w:val="26"/>
          <w:szCs w:val="26"/>
        </w:rPr>
        <w:t xml:space="preserve">16.30. Закрытие фестиваля.  Проводы гостей.                                   </w:t>
      </w:r>
    </w:p>
    <w:p w:rsidR="00C44B7B" w:rsidRPr="00C44B7B" w:rsidRDefault="00C44B7B" w:rsidP="00C44B7B">
      <w:pPr>
        <w:pStyle w:val="af"/>
        <w:rPr>
          <w:rFonts w:ascii="Times New Roman" w:hAnsi="Times New Roman"/>
          <w:color w:val="000000" w:themeColor="text1"/>
          <w:sz w:val="26"/>
          <w:szCs w:val="26"/>
        </w:rPr>
      </w:pPr>
    </w:p>
    <w:p w:rsidR="00C44B7B" w:rsidRPr="00C44B7B" w:rsidRDefault="00C44B7B" w:rsidP="00C44B7B">
      <w:pPr>
        <w:pStyle w:val="af"/>
        <w:rPr>
          <w:rFonts w:ascii="Times New Roman" w:hAnsi="Times New Roman"/>
          <w:sz w:val="26"/>
          <w:szCs w:val="26"/>
        </w:rPr>
      </w:pPr>
      <w:r w:rsidRPr="00C44B7B">
        <w:rPr>
          <w:rFonts w:ascii="Times New Roman" w:hAnsi="Times New Roman"/>
          <w:color w:val="000000" w:themeColor="text1"/>
          <w:sz w:val="26"/>
          <w:szCs w:val="26"/>
        </w:rPr>
        <w:t>ЧАЙная  гостиная, с утра до вечера, для всех желающих, бесплатно.</w:t>
      </w:r>
    </w:p>
    <w:p w:rsidR="007E533A" w:rsidRPr="007E533A" w:rsidRDefault="007E533A" w:rsidP="007E533A">
      <w:pPr>
        <w:pStyle w:val="af"/>
        <w:jc w:val="right"/>
        <w:rPr>
          <w:rFonts w:ascii="Times New Roman" w:hAnsi="Times New Roman"/>
          <w:i/>
          <w:color w:val="000000" w:themeColor="text1"/>
          <w:sz w:val="18"/>
          <w:szCs w:val="18"/>
        </w:rPr>
      </w:pPr>
    </w:p>
    <w:p w:rsidR="00C44B7B" w:rsidRDefault="00C44B7B" w:rsidP="00A45D30">
      <w:pPr>
        <w:pStyle w:val="af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A45D30" w:rsidRPr="00FC2AE7" w:rsidRDefault="00A45D30" w:rsidP="00A45D30">
      <w:pPr>
        <w:pStyle w:val="af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5D3921">
        <w:rPr>
          <w:rFonts w:ascii="Times New Roman" w:hAnsi="Times New Roman"/>
          <w:b/>
          <w:sz w:val="26"/>
          <w:szCs w:val="26"/>
        </w:rPr>
        <w:t xml:space="preserve">5.Условия </w:t>
      </w:r>
      <w:r>
        <w:rPr>
          <w:rFonts w:ascii="Times New Roman" w:hAnsi="Times New Roman"/>
          <w:b/>
          <w:sz w:val="26"/>
          <w:szCs w:val="26"/>
        </w:rPr>
        <w:t>участие в Фестивале</w:t>
      </w:r>
    </w:p>
    <w:p w:rsidR="00A45D30" w:rsidRPr="005D3921" w:rsidRDefault="00A45D30" w:rsidP="00A45D30">
      <w:pPr>
        <w:pStyle w:val="af"/>
        <w:jc w:val="center"/>
        <w:rPr>
          <w:rFonts w:ascii="Times New Roman" w:hAnsi="Times New Roman"/>
          <w:b/>
          <w:sz w:val="26"/>
          <w:szCs w:val="26"/>
        </w:rPr>
      </w:pPr>
    </w:p>
    <w:p w:rsidR="00A45D30" w:rsidRDefault="00A45D30" w:rsidP="00E34E68">
      <w:pPr>
        <w:pStyle w:val="af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Участники Ф</w:t>
      </w:r>
      <w:r w:rsidRPr="005D3921">
        <w:rPr>
          <w:rFonts w:ascii="Times New Roman" w:hAnsi="Times New Roman"/>
          <w:sz w:val="26"/>
          <w:szCs w:val="26"/>
        </w:rPr>
        <w:t xml:space="preserve">естиваля направляют в адрес оргкомитета </w:t>
      </w:r>
      <w:r w:rsidRPr="004617AA">
        <w:rPr>
          <w:rFonts w:ascii="Times New Roman" w:hAnsi="Times New Roman"/>
          <w:sz w:val="26"/>
          <w:szCs w:val="26"/>
        </w:rPr>
        <w:t xml:space="preserve">заявки  до </w:t>
      </w:r>
      <w:r w:rsidR="00B94199">
        <w:rPr>
          <w:rFonts w:ascii="Times New Roman" w:hAnsi="Times New Roman"/>
          <w:sz w:val="26"/>
          <w:szCs w:val="26"/>
        </w:rPr>
        <w:t>12</w:t>
      </w:r>
      <w:r w:rsidRPr="004617AA">
        <w:rPr>
          <w:rFonts w:ascii="Times New Roman" w:hAnsi="Times New Roman"/>
          <w:sz w:val="26"/>
          <w:szCs w:val="26"/>
        </w:rPr>
        <w:t xml:space="preserve"> сентября</w:t>
      </w:r>
      <w:r w:rsidR="00B94199">
        <w:rPr>
          <w:rFonts w:ascii="Times New Roman" w:hAnsi="Times New Roman"/>
          <w:sz w:val="26"/>
          <w:szCs w:val="26"/>
        </w:rPr>
        <w:t xml:space="preserve"> 2017</w:t>
      </w:r>
      <w:r>
        <w:rPr>
          <w:rFonts w:ascii="Times New Roman" w:hAnsi="Times New Roman"/>
          <w:sz w:val="26"/>
          <w:szCs w:val="26"/>
        </w:rPr>
        <w:t xml:space="preserve"> г. </w:t>
      </w:r>
      <w:r w:rsidR="00E34E68">
        <w:rPr>
          <w:rFonts w:ascii="Times New Roman" w:hAnsi="Times New Roman"/>
          <w:sz w:val="26"/>
          <w:szCs w:val="26"/>
        </w:rPr>
        <w:t>(См. форму заявки - приложение 1)</w:t>
      </w:r>
    </w:p>
    <w:p w:rsidR="00A45D30" w:rsidRDefault="00A45D30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</w:p>
    <w:p w:rsidR="00A45D30" w:rsidRPr="00A9756C" w:rsidRDefault="00A45D30" w:rsidP="00A45D30">
      <w:pPr>
        <w:pStyle w:val="af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краеведы, </w:t>
      </w:r>
      <w:r w:rsidRPr="00A9756C">
        <w:rPr>
          <w:rFonts w:ascii="Times New Roman" w:hAnsi="Times New Roman"/>
          <w:i/>
          <w:sz w:val="26"/>
          <w:szCs w:val="26"/>
        </w:rPr>
        <w:t>историки</w:t>
      </w:r>
      <w:r>
        <w:rPr>
          <w:rFonts w:ascii="Times New Roman" w:hAnsi="Times New Roman"/>
          <w:i/>
          <w:sz w:val="26"/>
          <w:szCs w:val="26"/>
        </w:rPr>
        <w:t xml:space="preserve"> и этнологи  </w:t>
      </w:r>
      <w:r w:rsidRPr="00A9756C">
        <w:rPr>
          <w:rFonts w:ascii="Times New Roman" w:hAnsi="Times New Roman"/>
          <w:i/>
          <w:sz w:val="26"/>
          <w:szCs w:val="26"/>
        </w:rPr>
        <w:t>Пермского края, сотрудники музеев</w:t>
      </w:r>
    </w:p>
    <w:p w:rsidR="00B94199" w:rsidRPr="00DD3ADC" w:rsidRDefault="00C270DF" w:rsidP="00B94199">
      <w:pPr>
        <w:pStyle w:val="af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Направляют з</w:t>
      </w:r>
      <w:r w:rsidR="00A45D30" w:rsidRPr="000B162F">
        <w:rPr>
          <w:rFonts w:ascii="Times New Roman" w:hAnsi="Times New Roman"/>
          <w:color w:val="000000" w:themeColor="text1"/>
          <w:sz w:val="26"/>
          <w:szCs w:val="26"/>
        </w:rPr>
        <w:t xml:space="preserve">аявку на участие </w:t>
      </w:r>
      <w:r w:rsidR="00E8099E">
        <w:rPr>
          <w:rFonts w:ascii="Times New Roman" w:hAnsi="Times New Roman"/>
          <w:color w:val="000000" w:themeColor="text1"/>
          <w:sz w:val="26"/>
          <w:szCs w:val="26"/>
        </w:rPr>
        <w:t xml:space="preserve">в  </w:t>
      </w:r>
      <w:r w:rsidR="00A45D30" w:rsidRPr="000B162F">
        <w:rPr>
          <w:rFonts w:ascii="Times New Roman" w:hAnsi="Times New Roman"/>
          <w:sz w:val="26"/>
          <w:szCs w:val="26"/>
        </w:rPr>
        <w:t>Заявку</w:t>
      </w:r>
      <w:r w:rsidR="00A45D30">
        <w:rPr>
          <w:rFonts w:ascii="Times New Roman" w:hAnsi="Times New Roman"/>
          <w:sz w:val="26"/>
          <w:szCs w:val="26"/>
        </w:rPr>
        <w:t xml:space="preserve"> </w:t>
      </w:r>
      <w:r w:rsidR="00B94199">
        <w:rPr>
          <w:rFonts w:ascii="Times New Roman" w:hAnsi="Times New Roman"/>
          <w:sz w:val="26"/>
          <w:szCs w:val="26"/>
        </w:rPr>
        <w:t xml:space="preserve">на участие в культурно-познавательной экскурсии (по путям следования Московско – Сибирского тракта через селения Косинского района) Коса - Селище с целью создания  туристического маршрута. </w:t>
      </w:r>
    </w:p>
    <w:p w:rsidR="00A45D30" w:rsidRDefault="00B94199" w:rsidP="00324D99">
      <w:pPr>
        <w:pStyle w:val="af"/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Заявку </w:t>
      </w:r>
      <w:r w:rsidR="00324D99">
        <w:rPr>
          <w:rFonts w:ascii="Times New Roman" w:hAnsi="Times New Roman"/>
          <w:sz w:val="26"/>
          <w:szCs w:val="26"/>
        </w:rPr>
        <w:t xml:space="preserve">необходимо </w:t>
      </w:r>
      <w:r w:rsidR="00A45D30">
        <w:rPr>
          <w:rFonts w:ascii="Times New Roman" w:hAnsi="Times New Roman"/>
          <w:sz w:val="26"/>
          <w:szCs w:val="26"/>
        </w:rPr>
        <w:t xml:space="preserve">направить директору </w:t>
      </w:r>
      <w:r w:rsidR="00A45D30" w:rsidRPr="000B162F">
        <w:rPr>
          <w:rFonts w:ascii="Times New Roman" w:hAnsi="Times New Roman"/>
          <w:sz w:val="26"/>
          <w:szCs w:val="26"/>
        </w:rPr>
        <w:t xml:space="preserve">районного этнографического музея </w:t>
      </w:r>
      <w:r w:rsidR="00A45D30">
        <w:rPr>
          <w:rFonts w:ascii="Times New Roman" w:hAnsi="Times New Roman"/>
          <w:sz w:val="26"/>
          <w:szCs w:val="26"/>
        </w:rPr>
        <w:t xml:space="preserve">Останиной Ирине </w:t>
      </w:r>
      <w:r w:rsidR="00A45D30" w:rsidRPr="000B162F">
        <w:rPr>
          <w:rFonts w:ascii="Times New Roman" w:hAnsi="Times New Roman"/>
          <w:sz w:val="26"/>
          <w:szCs w:val="26"/>
        </w:rPr>
        <w:t xml:space="preserve">Станиславовне. </w:t>
      </w:r>
    </w:p>
    <w:p w:rsidR="00324D99" w:rsidRDefault="00A45D30" w:rsidP="00B45B6C">
      <w:pPr>
        <w:pStyle w:val="af"/>
        <w:ind w:left="720"/>
        <w:rPr>
          <w:rFonts w:ascii="Times New Roman" w:hAnsi="Times New Roman"/>
          <w:color w:val="000000" w:themeColor="text1"/>
          <w:sz w:val="26"/>
          <w:szCs w:val="26"/>
        </w:rPr>
      </w:pPr>
      <w:r w:rsidRPr="000B162F">
        <w:rPr>
          <w:rFonts w:ascii="Times New Roman" w:hAnsi="Times New Roman"/>
          <w:sz w:val="26"/>
          <w:szCs w:val="26"/>
        </w:rPr>
        <w:t xml:space="preserve">Контакты </w:t>
      </w:r>
      <w:hyperlink r:id="rId15" w:history="1">
        <w:r w:rsidRPr="005B4F7B">
          <w:rPr>
            <w:rStyle w:val="af0"/>
            <w:rFonts w:ascii="Times New Roman" w:hAnsi="Times New Roman"/>
            <w:sz w:val="26"/>
            <w:szCs w:val="26"/>
          </w:rPr>
          <w:t>ko</w:t>
        </w:r>
        <w:r w:rsidRPr="005B4F7B">
          <w:rPr>
            <w:rStyle w:val="af0"/>
            <w:rFonts w:ascii="Times New Roman" w:hAnsi="Times New Roman"/>
            <w:sz w:val="26"/>
            <w:szCs w:val="26"/>
            <w:lang w:val="en-US"/>
          </w:rPr>
          <w:t>c</w:t>
        </w:r>
        <w:r w:rsidRPr="005B4F7B">
          <w:rPr>
            <w:rStyle w:val="af0"/>
            <w:rFonts w:ascii="Times New Roman" w:hAnsi="Times New Roman"/>
            <w:sz w:val="26"/>
            <w:szCs w:val="26"/>
          </w:rPr>
          <w:t>a</w:t>
        </w:r>
        <w:r w:rsidRPr="005B4F7B">
          <w:rPr>
            <w:rStyle w:val="af0"/>
            <w:rFonts w:ascii="Times New Roman" w:hAnsi="Times New Roman"/>
            <w:sz w:val="26"/>
            <w:szCs w:val="26"/>
            <w:lang w:val="en-US"/>
          </w:rPr>
          <w:t>museum</w:t>
        </w:r>
        <w:r w:rsidRPr="005B4F7B">
          <w:rPr>
            <w:rStyle w:val="af0"/>
            <w:rFonts w:ascii="Times New Roman" w:hAnsi="Times New Roman"/>
            <w:sz w:val="26"/>
            <w:szCs w:val="26"/>
          </w:rPr>
          <w:t>@mail.ru</w:t>
        </w:r>
      </w:hyperlink>
      <w:r>
        <w:rPr>
          <w:rFonts w:ascii="Times New Roman" w:hAnsi="Times New Roman"/>
          <w:sz w:val="26"/>
          <w:szCs w:val="26"/>
        </w:rPr>
        <w:t xml:space="preserve"> 834298</w:t>
      </w:r>
      <w:r w:rsidRPr="000B162F">
        <w:rPr>
          <w:rFonts w:ascii="Times New Roman" w:hAnsi="Times New Roman"/>
          <w:sz w:val="26"/>
          <w:szCs w:val="26"/>
        </w:rPr>
        <w:t>2 22 90, 8 951 95 26</w:t>
      </w:r>
      <w:r>
        <w:rPr>
          <w:rFonts w:ascii="Times New Roman" w:hAnsi="Times New Roman"/>
          <w:sz w:val="26"/>
          <w:szCs w:val="26"/>
        </w:rPr>
        <w:t> </w:t>
      </w:r>
      <w:r w:rsidRPr="000B162F">
        <w:rPr>
          <w:rFonts w:ascii="Times New Roman" w:hAnsi="Times New Roman"/>
          <w:sz w:val="26"/>
          <w:szCs w:val="26"/>
        </w:rPr>
        <w:t>901.</w:t>
      </w:r>
    </w:p>
    <w:p w:rsidR="00324D99" w:rsidRPr="000B162F" w:rsidRDefault="00324D99" w:rsidP="00B45B6C">
      <w:pPr>
        <w:pStyle w:val="af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A45D30" w:rsidRPr="000B162F" w:rsidRDefault="00A45D30" w:rsidP="00A45D30">
      <w:pPr>
        <w:pStyle w:val="af"/>
        <w:jc w:val="both"/>
        <w:rPr>
          <w:rFonts w:ascii="Times New Roman" w:hAnsi="Times New Roman"/>
          <w:i/>
          <w:sz w:val="26"/>
          <w:szCs w:val="26"/>
        </w:rPr>
      </w:pPr>
      <w:r w:rsidRPr="000B162F">
        <w:rPr>
          <w:rFonts w:ascii="Times New Roman" w:hAnsi="Times New Roman"/>
          <w:i/>
          <w:sz w:val="26"/>
          <w:szCs w:val="26"/>
        </w:rPr>
        <w:t xml:space="preserve">самодеятельные коллективы, солисты, ансамбли, фольклорные группы </w:t>
      </w:r>
    </w:p>
    <w:p w:rsidR="00A45D30" w:rsidRDefault="00C270DF" w:rsidP="00A45D30">
      <w:pPr>
        <w:pStyle w:val="af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Направляют з</w:t>
      </w:r>
      <w:r w:rsidR="00A45D30">
        <w:rPr>
          <w:rFonts w:ascii="Times New Roman" w:hAnsi="Times New Roman"/>
          <w:sz w:val="26"/>
          <w:szCs w:val="26"/>
        </w:rPr>
        <w:t>аявку на участие в фестивале народного творчества «Бабье лето», указывая д</w:t>
      </w:r>
      <w:r w:rsidR="00A45D30" w:rsidRPr="005D3921">
        <w:rPr>
          <w:rFonts w:ascii="Times New Roman" w:hAnsi="Times New Roman"/>
          <w:sz w:val="26"/>
          <w:szCs w:val="26"/>
        </w:rPr>
        <w:t>анные  о</w:t>
      </w:r>
      <w:r w:rsidR="00A45D30">
        <w:rPr>
          <w:rFonts w:ascii="Times New Roman" w:hAnsi="Times New Roman"/>
          <w:sz w:val="26"/>
          <w:szCs w:val="26"/>
        </w:rPr>
        <w:t xml:space="preserve"> коллективе и его руководителе; </w:t>
      </w:r>
      <w:r w:rsidR="00A45D30" w:rsidRPr="00157351">
        <w:rPr>
          <w:rFonts w:ascii="Times New Roman" w:hAnsi="Times New Roman"/>
          <w:sz w:val="26"/>
          <w:szCs w:val="26"/>
        </w:rPr>
        <w:t xml:space="preserve">репертуар программы 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 w:rsidR="00A45D30" w:rsidRPr="00157351">
        <w:rPr>
          <w:rFonts w:ascii="Times New Roman" w:hAnsi="Times New Roman"/>
          <w:sz w:val="26"/>
          <w:szCs w:val="26"/>
        </w:rPr>
        <w:t>выступления (п</w:t>
      </w:r>
      <w:r w:rsidR="00B94199">
        <w:rPr>
          <w:rFonts w:ascii="Times New Roman" w:hAnsi="Times New Roman"/>
          <w:sz w:val="26"/>
          <w:szCs w:val="26"/>
        </w:rPr>
        <w:t>родолжительностью 10</w:t>
      </w:r>
      <w:r w:rsidR="00A45D30">
        <w:rPr>
          <w:rFonts w:ascii="Times New Roman" w:hAnsi="Times New Roman"/>
          <w:sz w:val="26"/>
          <w:szCs w:val="26"/>
        </w:rPr>
        <w:t xml:space="preserve"> минут); </w:t>
      </w:r>
      <w:r w:rsidR="00A45D30" w:rsidRPr="005D3921">
        <w:rPr>
          <w:rFonts w:ascii="Times New Roman" w:hAnsi="Times New Roman"/>
          <w:sz w:val="26"/>
          <w:szCs w:val="26"/>
        </w:rPr>
        <w:t>творческую характеристику</w:t>
      </w:r>
      <w:r w:rsidR="00A45D3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</w:t>
      </w:r>
      <w:r w:rsidR="00A45D30">
        <w:rPr>
          <w:rFonts w:ascii="Times New Roman" w:hAnsi="Times New Roman"/>
          <w:sz w:val="26"/>
          <w:szCs w:val="26"/>
        </w:rPr>
        <w:t>в свободной форме (2-3 предложения, для представления коллектива, солиста)</w:t>
      </w:r>
      <w:r w:rsidR="00B94199">
        <w:rPr>
          <w:rFonts w:ascii="Times New Roman" w:hAnsi="Times New Roman"/>
          <w:sz w:val="26"/>
          <w:szCs w:val="26"/>
        </w:rPr>
        <w:t>.</w:t>
      </w:r>
    </w:p>
    <w:p w:rsidR="00A45D30" w:rsidRDefault="00B94199" w:rsidP="00A45D30">
      <w:pPr>
        <w:pStyle w:val="af"/>
        <w:tabs>
          <w:tab w:val="left" w:pos="7350"/>
        </w:tabs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Тема выступлений: «Кто людей веселит, за того и свет стоит!».</w:t>
      </w:r>
    </w:p>
    <w:p w:rsidR="00B94199" w:rsidRPr="00B20BC8" w:rsidRDefault="00B94199" w:rsidP="00A45D30">
      <w:pPr>
        <w:pStyle w:val="af"/>
        <w:tabs>
          <w:tab w:val="left" w:pos="7350"/>
        </w:tabs>
        <w:ind w:left="720"/>
        <w:jc w:val="both"/>
        <w:rPr>
          <w:rFonts w:ascii="Times New Roman" w:hAnsi="Times New Roman"/>
          <w:sz w:val="26"/>
          <w:szCs w:val="26"/>
        </w:rPr>
      </w:pPr>
    </w:p>
    <w:p w:rsidR="00A45D30" w:rsidRPr="005D3921" w:rsidRDefault="00A45D30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м</w:t>
      </w:r>
      <w:r w:rsidRPr="005D3921">
        <w:rPr>
          <w:rFonts w:ascii="Times New Roman" w:hAnsi="Times New Roman"/>
          <w:i/>
          <w:sz w:val="26"/>
          <w:szCs w:val="26"/>
        </w:rPr>
        <w:t xml:space="preserve">астера </w:t>
      </w:r>
      <w:r w:rsidR="00324D99">
        <w:rPr>
          <w:rFonts w:ascii="Times New Roman" w:hAnsi="Times New Roman"/>
          <w:i/>
          <w:sz w:val="26"/>
          <w:szCs w:val="26"/>
        </w:rPr>
        <w:t xml:space="preserve">народных промыслов и ремесел, </w:t>
      </w:r>
      <w:r w:rsidRPr="005D3921">
        <w:rPr>
          <w:rFonts w:ascii="Times New Roman" w:hAnsi="Times New Roman"/>
          <w:i/>
          <w:sz w:val="26"/>
          <w:szCs w:val="26"/>
        </w:rPr>
        <w:t>декоративно-прикладного творчества</w:t>
      </w:r>
    </w:p>
    <w:p w:rsidR="00A45D30" w:rsidRPr="005D3921" w:rsidRDefault="00A45D30" w:rsidP="00A45D30">
      <w:pPr>
        <w:pStyle w:val="af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Указывают</w:t>
      </w:r>
      <w:r w:rsidR="00324D99">
        <w:rPr>
          <w:rFonts w:ascii="Times New Roman" w:hAnsi="Times New Roman"/>
          <w:sz w:val="26"/>
          <w:szCs w:val="26"/>
        </w:rPr>
        <w:t xml:space="preserve"> в заявке</w:t>
      </w:r>
      <w:r>
        <w:rPr>
          <w:rFonts w:ascii="Times New Roman" w:hAnsi="Times New Roman"/>
          <w:sz w:val="26"/>
          <w:szCs w:val="26"/>
        </w:rPr>
        <w:t xml:space="preserve"> ФИО, </w:t>
      </w:r>
      <w:r w:rsidR="00324D99">
        <w:rPr>
          <w:rFonts w:ascii="Times New Roman" w:hAnsi="Times New Roman"/>
          <w:sz w:val="26"/>
          <w:szCs w:val="26"/>
        </w:rPr>
        <w:t xml:space="preserve">место жительства, </w:t>
      </w:r>
      <w:r>
        <w:rPr>
          <w:rFonts w:ascii="Times New Roman" w:hAnsi="Times New Roman"/>
          <w:sz w:val="26"/>
          <w:szCs w:val="26"/>
        </w:rPr>
        <w:t>вид работ.</w:t>
      </w:r>
    </w:p>
    <w:p w:rsidR="00A45D30" w:rsidRDefault="00A45D30" w:rsidP="00A45D30">
      <w:pPr>
        <w:pStyle w:val="af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5D3921">
        <w:rPr>
          <w:rFonts w:ascii="Times New Roman" w:hAnsi="Times New Roman"/>
          <w:sz w:val="26"/>
          <w:szCs w:val="26"/>
        </w:rPr>
        <w:t xml:space="preserve">ри участии в ярмарке необходимо иметь весь свой этикетаж (ФИО, место </w:t>
      </w:r>
      <w:r w:rsidR="00324D99">
        <w:rPr>
          <w:rFonts w:ascii="Times New Roman" w:hAnsi="Times New Roman"/>
          <w:sz w:val="26"/>
          <w:szCs w:val="26"/>
        </w:rPr>
        <w:t xml:space="preserve">              </w:t>
      </w:r>
      <w:r w:rsidRPr="005D3921">
        <w:rPr>
          <w:rFonts w:ascii="Times New Roman" w:hAnsi="Times New Roman"/>
          <w:sz w:val="26"/>
          <w:szCs w:val="26"/>
        </w:rPr>
        <w:t>жительства, техника исполнения и название работы)</w:t>
      </w:r>
      <w:r w:rsidR="00324D99">
        <w:rPr>
          <w:rFonts w:ascii="Times New Roman" w:hAnsi="Times New Roman"/>
          <w:sz w:val="26"/>
          <w:szCs w:val="26"/>
        </w:rPr>
        <w:t>, скатерти для покрытия стола</w:t>
      </w:r>
      <w:r w:rsidRPr="005D3921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5D3921">
        <w:rPr>
          <w:rFonts w:ascii="Times New Roman" w:hAnsi="Times New Roman"/>
          <w:sz w:val="26"/>
          <w:szCs w:val="26"/>
        </w:rPr>
        <w:t>ыставка сувени</w:t>
      </w:r>
      <w:r w:rsidR="00324D99">
        <w:rPr>
          <w:rFonts w:ascii="Times New Roman" w:hAnsi="Times New Roman"/>
          <w:sz w:val="26"/>
          <w:szCs w:val="26"/>
        </w:rPr>
        <w:t xml:space="preserve">ров и </w:t>
      </w:r>
      <w:r w:rsidRPr="005D3921">
        <w:rPr>
          <w:rFonts w:ascii="Times New Roman" w:hAnsi="Times New Roman"/>
          <w:sz w:val="26"/>
          <w:szCs w:val="26"/>
        </w:rPr>
        <w:t>изделий дол</w:t>
      </w:r>
      <w:r w:rsidR="00324D99">
        <w:rPr>
          <w:rFonts w:ascii="Times New Roman" w:hAnsi="Times New Roman"/>
          <w:sz w:val="26"/>
          <w:szCs w:val="26"/>
        </w:rPr>
        <w:t xml:space="preserve">жна иметь привлекательный вид, </w:t>
      </w:r>
      <w:r w:rsidRPr="005D3921">
        <w:rPr>
          <w:rFonts w:ascii="Times New Roman" w:hAnsi="Times New Roman"/>
          <w:sz w:val="26"/>
          <w:szCs w:val="26"/>
        </w:rPr>
        <w:t>празднично оформленный  дизайн.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303A9" w:rsidRDefault="00B303A9" w:rsidP="00A45D30">
      <w:pPr>
        <w:pStyle w:val="af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Выстави</w:t>
      </w:r>
      <w:r w:rsidR="00B94199">
        <w:rPr>
          <w:rFonts w:ascii="Times New Roman" w:hAnsi="Times New Roman"/>
          <w:sz w:val="26"/>
          <w:szCs w:val="26"/>
        </w:rPr>
        <w:t>ть изделия необходимо с 10 до 12</w:t>
      </w:r>
      <w:r>
        <w:rPr>
          <w:rFonts w:ascii="Times New Roman" w:hAnsi="Times New Roman"/>
          <w:sz w:val="26"/>
          <w:szCs w:val="26"/>
        </w:rPr>
        <w:t xml:space="preserve"> часов</w:t>
      </w:r>
      <w:r w:rsidRPr="005D3921">
        <w:rPr>
          <w:rFonts w:ascii="Times New Roman" w:hAnsi="Times New Roman"/>
          <w:sz w:val="26"/>
          <w:szCs w:val="26"/>
        </w:rPr>
        <w:t>.</w:t>
      </w:r>
    </w:p>
    <w:p w:rsidR="00B303A9" w:rsidRPr="005D3921" w:rsidRDefault="00B303A9" w:rsidP="00A45D30">
      <w:pPr>
        <w:pStyle w:val="af"/>
        <w:ind w:left="720"/>
        <w:jc w:val="both"/>
        <w:rPr>
          <w:rFonts w:ascii="Times New Roman" w:hAnsi="Times New Roman"/>
          <w:sz w:val="26"/>
          <w:szCs w:val="26"/>
        </w:rPr>
      </w:pPr>
    </w:p>
    <w:p w:rsidR="00A45D30" w:rsidRPr="005D3921" w:rsidRDefault="00A45D30" w:rsidP="00A45D30">
      <w:pPr>
        <w:pStyle w:val="af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с</w:t>
      </w:r>
      <w:r w:rsidRPr="005D3921">
        <w:rPr>
          <w:rFonts w:ascii="Times New Roman" w:hAnsi="Times New Roman"/>
          <w:i/>
          <w:sz w:val="26"/>
          <w:szCs w:val="26"/>
        </w:rPr>
        <w:t>ельхозтоваропроизводители всех форм собственности, торговые предприятия:</w:t>
      </w:r>
    </w:p>
    <w:p w:rsidR="00A45D30" w:rsidRDefault="00B303A9" w:rsidP="00B303A9">
      <w:pPr>
        <w:pStyle w:val="af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A45D30">
        <w:rPr>
          <w:rFonts w:ascii="Times New Roman" w:hAnsi="Times New Roman"/>
          <w:sz w:val="26"/>
          <w:szCs w:val="26"/>
        </w:rPr>
        <w:t>У</w:t>
      </w:r>
      <w:r w:rsidR="00A45D30" w:rsidRPr="00157351">
        <w:rPr>
          <w:rFonts w:ascii="Times New Roman" w:hAnsi="Times New Roman"/>
          <w:sz w:val="26"/>
          <w:szCs w:val="26"/>
        </w:rPr>
        <w:t>казывают ФИО, вид</w:t>
      </w:r>
      <w:r w:rsidR="00A45D30" w:rsidRPr="00157351">
        <w:rPr>
          <w:rFonts w:ascii="Times New Roman" w:hAnsi="Times New Roman"/>
          <w:i/>
          <w:sz w:val="26"/>
          <w:szCs w:val="26"/>
        </w:rPr>
        <w:t xml:space="preserve"> </w:t>
      </w:r>
      <w:r w:rsidR="00A45D30" w:rsidRPr="00157351">
        <w:rPr>
          <w:rFonts w:ascii="Times New Roman" w:hAnsi="Times New Roman"/>
          <w:sz w:val="26"/>
          <w:szCs w:val="26"/>
        </w:rPr>
        <w:t>сельхозтоваропроизводства</w:t>
      </w:r>
      <w:r w:rsidR="00C270DF">
        <w:rPr>
          <w:rFonts w:ascii="Times New Roman" w:hAnsi="Times New Roman"/>
          <w:sz w:val="26"/>
          <w:szCs w:val="26"/>
        </w:rPr>
        <w:t>, вид торговли</w:t>
      </w:r>
      <w:r w:rsidR="00A45D30">
        <w:rPr>
          <w:rFonts w:ascii="Times New Roman" w:hAnsi="Times New Roman"/>
          <w:sz w:val="26"/>
          <w:szCs w:val="26"/>
        </w:rPr>
        <w:t>.</w:t>
      </w:r>
    </w:p>
    <w:p w:rsidR="00B94199" w:rsidRDefault="005430DE" w:rsidP="00B94199">
      <w:pPr>
        <w:pStyle w:val="af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</w:t>
      </w:r>
      <w:r w:rsidR="00A45D30" w:rsidRPr="00157351">
        <w:rPr>
          <w:rFonts w:ascii="Times New Roman" w:hAnsi="Times New Roman"/>
          <w:sz w:val="26"/>
          <w:szCs w:val="26"/>
        </w:rPr>
        <w:t>ри участии в ярмарке необходимо иметь весь свой этикетаж (ФИО, название места жительства, названия видов выставляемой продукции);</w:t>
      </w:r>
    </w:p>
    <w:p w:rsidR="005430DE" w:rsidRDefault="00A45D30" w:rsidP="00B94199">
      <w:pPr>
        <w:pStyle w:val="af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</w:t>
      </w:r>
      <w:r w:rsidRPr="005D3921">
        <w:rPr>
          <w:rFonts w:ascii="Times New Roman" w:hAnsi="Times New Roman"/>
          <w:sz w:val="26"/>
          <w:szCs w:val="26"/>
        </w:rPr>
        <w:t xml:space="preserve">орговое место должно иметь привлекательный вид,  </w:t>
      </w:r>
      <w:r>
        <w:rPr>
          <w:rFonts w:ascii="Times New Roman" w:hAnsi="Times New Roman"/>
          <w:sz w:val="26"/>
          <w:szCs w:val="26"/>
        </w:rPr>
        <w:t>празднично оформленный  дизайн. Н</w:t>
      </w:r>
      <w:r w:rsidRPr="005D3921">
        <w:rPr>
          <w:rFonts w:ascii="Times New Roman" w:hAnsi="Times New Roman"/>
          <w:sz w:val="26"/>
          <w:szCs w:val="26"/>
        </w:rPr>
        <w:t xml:space="preserve">еобходимо </w:t>
      </w:r>
      <w:r w:rsidR="00B303A9">
        <w:rPr>
          <w:rFonts w:ascii="Times New Roman" w:hAnsi="Times New Roman"/>
          <w:sz w:val="26"/>
          <w:szCs w:val="26"/>
        </w:rPr>
        <w:t xml:space="preserve">соблюдать гигиенические требования,  </w:t>
      </w:r>
      <w:r w:rsidRPr="005D3921">
        <w:rPr>
          <w:rFonts w:ascii="Times New Roman" w:hAnsi="Times New Roman"/>
          <w:sz w:val="26"/>
          <w:szCs w:val="26"/>
        </w:rPr>
        <w:t>заранее  пре</w:t>
      </w:r>
      <w:r>
        <w:rPr>
          <w:rFonts w:ascii="Times New Roman" w:hAnsi="Times New Roman"/>
          <w:sz w:val="26"/>
          <w:szCs w:val="26"/>
        </w:rPr>
        <w:t>дусмо</w:t>
      </w:r>
      <w:r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 xml:space="preserve">реть своевременную уборку </w:t>
      </w:r>
      <w:r w:rsidRPr="005D3921">
        <w:rPr>
          <w:rFonts w:ascii="Times New Roman" w:hAnsi="Times New Roman"/>
          <w:sz w:val="26"/>
          <w:szCs w:val="26"/>
        </w:rPr>
        <w:t xml:space="preserve">упаковок, мусора в специально отведенные места. </w:t>
      </w:r>
    </w:p>
    <w:p w:rsidR="00B94199" w:rsidRDefault="00A45D30" w:rsidP="00B94199">
      <w:pPr>
        <w:pStyle w:val="af"/>
        <w:ind w:left="720"/>
        <w:jc w:val="both"/>
        <w:rPr>
          <w:rFonts w:ascii="Times New Roman" w:hAnsi="Times New Roman"/>
          <w:sz w:val="26"/>
          <w:szCs w:val="26"/>
        </w:rPr>
      </w:pPr>
      <w:r w:rsidRPr="005D3921">
        <w:rPr>
          <w:rFonts w:ascii="Times New Roman" w:hAnsi="Times New Roman"/>
          <w:sz w:val="26"/>
          <w:szCs w:val="26"/>
        </w:rPr>
        <w:t xml:space="preserve">Заезд на Ярмарку запланирован </w:t>
      </w:r>
      <w:r w:rsidR="00B303A9">
        <w:rPr>
          <w:rFonts w:ascii="Times New Roman" w:hAnsi="Times New Roman"/>
          <w:sz w:val="26"/>
          <w:szCs w:val="26"/>
        </w:rPr>
        <w:t>с 10 до 11 часов</w:t>
      </w:r>
      <w:r w:rsidRPr="005D3921">
        <w:rPr>
          <w:rFonts w:ascii="Times New Roman" w:hAnsi="Times New Roman"/>
          <w:sz w:val="26"/>
          <w:szCs w:val="26"/>
        </w:rPr>
        <w:t>.</w:t>
      </w:r>
      <w:r w:rsidR="00B94199">
        <w:rPr>
          <w:rFonts w:ascii="Times New Roman" w:hAnsi="Times New Roman"/>
          <w:sz w:val="26"/>
          <w:szCs w:val="26"/>
        </w:rPr>
        <w:t xml:space="preserve"> </w:t>
      </w:r>
    </w:p>
    <w:p w:rsidR="005430DE" w:rsidRDefault="00B94199" w:rsidP="00B94199">
      <w:pPr>
        <w:pStyle w:val="af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Заявки по телефону: 8 342 98 21735.</w:t>
      </w:r>
    </w:p>
    <w:p w:rsidR="00C270DF" w:rsidRPr="005D3921" w:rsidRDefault="00C270DF" w:rsidP="00C270DF">
      <w:pPr>
        <w:pStyle w:val="af"/>
        <w:ind w:left="720"/>
        <w:jc w:val="both"/>
        <w:rPr>
          <w:rFonts w:ascii="Times New Roman" w:hAnsi="Times New Roman"/>
          <w:sz w:val="26"/>
          <w:szCs w:val="26"/>
        </w:rPr>
      </w:pPr>
    </w:p>
    <w:p w:rsidR="00A45D30" w:rsidRDefault="00A45D30" w:rsidP="00A45D30">
      <w:pPr>
        <w:pStyle w:val="af"/>
        <w:tabs>
          <w:tab w:val="left" w:pos="1418"/>
        </w:tabs>
        <w:ind w:left="-709"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э</w:t>
      </w:r>
      <w:r w:rsidRPr="005D3921">
        <w:rPr>
          <w:rFonts w:ascii="Times New Roman" w:hAnsi="Times New Roman"/>
          <w:i/>
          <w:sz w:val="26"/>
          <w:szCs w:val="26"/>
        </w:rPr>
        <w:t>кскурсанты</w:t>
      </w:r>
      <w:r w:rsidR="00C270DF">
        <w:rPr>
          <w:rFonts w:ascii="Times New Roman" w:hAnsi="Times New Roman"/>
          <w:i/>
          <w:sz w:val="26"/>
          <w:szCs w:val="26"/>
        </w:rPr>
        <w:t>, зрительские делегации:</w:t>
      </w:r>
    </w:p>
    <w:p w:rsidR="00A45D30" w:rsidRDefault="00A45D30" w:rsidP="00A45D30">
      <w:pPr>
        <w:pStyle w:val="af"/>
        <w:tabs>
          <w:tab w:val="left" w:pos="1418"/>
        </w:tabs>
        <w:ind w:left="-709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         </w:t>
      </w:r>
      <w:r w:rsidRPr="00C270DF">
        <w:rPr>
          <w:rFonts w:ascii="Times New Roman" w:hAnsi="Times New Roman"/>
          <w:sz w:val="26"/>
          <w:szCs w:val="26"/>
        </w:rPr>
        <w:t xml:space="preserve"> Заявляют</w:t>
      </w:r>
      <w:r>
        <w:rPr>
          <w:rFonts w:ascii="Times New Roman" w:hAnsi="Times New Roman"/>
          <w:sz w:val="26"/>
          <w:szCs w:val="26"/>
        </w:rPr>
        <w:t xml:space="preserve"> </w:t>
      </w:r>
      <w:r w:rsidRPr="005D3921">
        <w:rPr>
          <w:rFonts w:ascii="Times New Roman" w:hAnsi="Times New Roman"/>
          <w:sz w:val="26"/>
          <w:szCs w:val="26"/>
        </w:rPr>
        <w:t>название территории, количественный состав, контакты.</w:t>
      </w:r>
    </w:p>
    <w:p w:rsidR="00A45D30" w:rsidRPr="00157351" w:rsidRDefault="00A45D30" w:rsidP="00A45D30">
      <w:pPr>
        <w:pStyle w:val="af"/>
        <w:tabs>
          <w:tab w:val="left" w:pos="1418"/>
        </w:tabs>
        <w:ind w:left="-709" w:firstLine="709"/>
        <w:jc w:val="both"/>
        <w:rPr>
          <w:rFonts w:ascii="Times New Roman" w:hAnsi="Times New Roman"/>
          <w:sz w:val="26"/>
          <w:szCs w:val="26"/>
        </w:rPr>
      </w:pPr>
    </w:p>
    <w:p w:rsidR="00A45D30" w:rsidRPr="00B303A9" w:rsidRDefault="00B303A9" w:rsidP="00A45D30">
      <w:pPr>
        <w:pStyle w:val="af"/>
        <w:jc w:val="both"/>
        <w:rPr>
          <w:rFonts w:ascii="Times New Roman" w:hAnsi="Times New Roman"/>
          <w:i/>
          <w:sz w:val="26"/>
          <w:szCs w:val="26"/>
        </w:rPr>
      </w:pPr>
      <w:r w:rsidRPr="00B303A9">
        <w:rPr>
          <w:rFonts w:ascii="Times New Roman" w:hAnsi="Times New Roman"/>
          <w:i/>
          <w:sz w:val="26"/>
          <w:szCs w:val="26"/>
        </w:rPr>
        <w:t>журналисты телевизионных, радио и печатных СМИ</w:t>
      </w:r>
      <w:r>
        <w:rPr>
          <w:rFonts w:ascii="Times New Roman" w:hAnsi="Times New Roman"/>
          <w:i/>
          <w:sz w:val="26"/>
          <w:szCs w:val="26"/>
        </w:rPr>
        <w:t>,</w:t>
      </w:r>
      <w:r w:rsidRPr="00B303A9">
        <w:rPr>
          <w:rFonts w:ascii="Times New Roman" w:hAnsi="Times New Roman"/>
          <w:i/>
          <w:sz w:val="26"/>
          <w:szCs w:val="26"/>
        </w:rPr>
        <w:t xml:space="preserve"> </w:t>
      </w:r>
      <w:r w:rsidR="00A45D30" w:rsidRPr="00B303A9">
        <w:rPr>
          <w:rFonts w:ascii="Times New Roman" w:hAnsi="Times New Roman"/>
          <w:i/>
          <w:sz w:val="26"/>
          <w:szCs w:val="26"/>
        </w:rPr>
        <w:t>заинтересованные лица</w:t>
      </w:r>
      <w:r w:rsidR="00C270DF" w:rsidRPr="00B303A9">
        <w:rPr>
          <w:rFonts w:ascii="Times New Roman" w:hAnsi="Times New Roman"/>
          <w:i/>
          <w:sz w:val="26"/>
          <w:szCs w:val="26"/>
        </w:rPr>
        <w:t>:</w:t>
      </w:r>
    </w:p>
    <w:p w:rsidR="00A45D30" w:rsidRPr="005D3921" w:rsidRDefault="00A45D30" w:rsidP="00A45D30">
      <w:pPr>
        <w:pStyle w:val="af"/>
        <w:ind w:left="644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Указывают </w:t>
      </w:r>
      <w:r w:rsidRPr="005D3921">
        <w:rPr>
          <w:rFonts w:ascii="Times New Roman" w:hAnsi="Times New Roman"/>
          <w:sz w:val="26"/>
          <w:szCs w:val="26"/>
        </w:rPr>
        <w:t>название  СМИ, количественный состав, контакты;</w:t>
      </w:r>
    </w:p>
    <w:p w:rsidR="00A45D30" w:rsidRPr="005D3921" w:rsidRDefault="00A45D30" w:rsidP="00A45D30">
      <w:pPr>
        <w:pStyle w:val="af"/>
        <w:jc w:val="both"/>
        <w:rPr>
          <w:rFonts w:ascii="Times New Roman" w:hAnsi="Times New Roman"/>
          <w:b/>
          <w:sz w:val="26"/>
          <w:szCs w:val="26"/>
        </w:rPr>
      </w:pPr>
    </w:p>
    <w:p w:rsidR="00A45D30" w:rsidRDefault="00A45D30" w:rsidP="00A45D30">
      <w:pPr>
        <w:pStyle w:val="af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Финансовые условия</w:t>
      </w:r>
    </w:p>
    <w:p w:rsidR="00A45D30" w:rsidRPr="005D3921" w:rsidRDefault="00A45D30" w:rsidP="00A45D30">
      <w:pPr>
        <w:pStyle w:val="af"/>
        <w:ind w:left="720"/>
        <w:rPr>
          <w:rFonts w:ascii="Times New Roman" w:hAnsi="Times New Roman"/>
          <w:b/>
          <w:sz w:val="26"/>
          <w:szCs w:val="26"/>
        </w:rPr>
      </w:pPr>
    </w:p>
    <w:p w:rsidR="00A45D30" w:rsidRPr="005D3921" w:rsidRDefault="00A45D30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  <w:r w:rsidRPr="005D3921">
        <w:rPr>
          <w:rFonts w:ascii="Times New Roman" w:hAnsi="Times New Roman"/>
          <w:sz w:val="26"/>
          <w:szCs w:val="26"/>
        </w:rPr>
        <w:t xml:space="preserve">Проезд  до </w:t>
      </w:r>
      <w:r w:rsidR="00B303A9">
        <w:rPr>
          <w:rFonts w:ascii="Times New Roman" w:hAnsi="Times New Roman"/>
          <w:sz w:val="26"/>
          <w:szCs w:val="26"/>
        </w:rPr>
        <w:t xml:space="preserve"> </w:t>
      </w:r>
      <w:r w:rsidRPr="005D3921">
        <w:rPr>
          <w:rFonts w:ascii="Times New Roman" w:hAnsi="Times New Roman"/>
          <w:sz w:val="26"/>
          <w:szCs w:val="26"/>
        </w:rPr>
        <w:t>с. Коса и обратно за счет направляющей стороны, самих участников.</w:t>
      </w:r>
    </w:p>
    <w:p w:rsidR="00A45D30" w:rsidRDefault="00A45D30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  <w:r w:rsidRPr="005D3921">
        <w:rPr>
          <w:rFonts w:ascii="Times New Roman" w:hAnsi="Times New Roman"/>
          <w:sz w:val="26"/>
          <w:szCs w:val="26"/>
        </w:rPr>
        <w:t xml:space="preserve">Расходы по организации питания участников мероприятий </w:t>
      </w:r>
      <w:r w:rsidR="00C270DF">
        <w:rPr>
          <w:rFonts w:ascii="Times New Roman" w:hAnsi="Times New Roman"/>
          <w:sz w:val="26"/>
          <w:szCs w:val="26"/>
        </w:rPr>
        <w:t>Ф</w:t>
      </w:r>
      <w:r w:rsidRPr="005D3921">
        <w:rPr>
          <w:rFonts w:ascii="Times New Roman" w:hAnsi="Times New Roman"/>
          <w:sz w:val="26"/>
          <w:szCs w:val="26"/>
        </w:rPr>
        <w:t>естиваля берут на себя организаторы праздника.</w:t>
      </w:r>
    </w:p>
    <w:p w:rsidR="00A45D30" w:rsidRDefault="00A45D30" w:rsidP="00A45D30">
      <w:pPr>
        <w:pStyle w:val="af"/>
        <w:jc w:val="both"/>
        <w:rPr>
          <w:rFonts w:ascii="Times New Roman" w:hAnsi="Times New Roman"/>
          <w:sz w:val="26"/>
          <w:szCs w:val="26"/>
        </w:rPr>
        <w:sectPr w:rsidR="00A45D30" w:rsidSect="001B3D30">
          <w:type w:val="continuous"/>
          <w:pgSz w:w="11906" w:h="16838"/>
          <w:pgMar w:top="851" w:right="1080" w:bottom="0" w:left="1080" w:header="708" w:footer="708" w:gutter="0"/>
          <w:cols w:space="708"/>
          <w:docGrid w:linePitch="360"/>
        </w:sectPr>
      </w:pPr>
    </w:p>
    <w:p w:rsidR="00A45D30" w:rsidRPr="005D3921" w:rsidRDefault="00A45D30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</w:p>
    <w:p w:rsidR="00A45D30" w:rsidRDefault="00C270DF" w:rsidP="00A45D30">
      <w:pPr>
        <w:pStyle w:val="af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Учредители Ф</w:t>
      </w:r>
      <w:r w:rsidR="00A45D30">
        <w:rPr>
          <w:rFonts w:ascii="Times New Roman" w:hAnsi="Times New Roman"/>
          <w:b/>
          <w:sz w:val="26"/>
          <w:szCs w:val="26"/>
        </w:rPr>
        <w:t>естиваля</w:t>
      </w:r>
    </w:p>
    <w:p w:rsidR="00B94199" w:rsidRDefault="00B94199" w:rsidP="00B94199">
      <w:pPr>
        <w:pStyle w:val="af"/>
        <w:ind w:left="720"/>
        <w:rPr>
          <w:rFonts w:ascii="Times New Roman" w:hAnsi="Times New Roman"/>
          <w:b/>
          <w:sz w:val="26"/>
          <w:szCs w:val="26"/>
        </w:rPr>
      </w:pPr>
    </w:p>
    <w:p w:rsidR="00B303A9" w:rsidRPr="00B303A9" w:rsidRDefault="00B303A9" w:rsidP="00B303A9">
      <w:pPr>
        <w:pStyle w:val="af"/>
        <w:numPr>
          <w:ilvl w:val="0"/>
          <w:numId w:val="10"/>
        </w:num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Администрация Косинского муниципального района, </w:t>
      </w:r>
      <w:r w:rsidRPr="00B303A9">
        <w:rPr>
          <w:rFonts w:ascii="Times New Roman" w:hAnsi="Times New Roman"/>
          <w:sz w:val="26"/>
          <w:szCs w:val="26"/>
        </w:rPr>
        <w:t xml:space="preserve">Отдел культуры </w:t>
      </w:r>
      <w:r>
        <w:rPr>
          <w:rFonts w:ascii="Times New Roman" w:hAnsi="Times New Roman"/>
          <w:sz w:val="26"/>
          <w:szCs w:val="26"/>
        </w:rPr>
        <w:t xml:space="preserve">                         </w:t>
      </w:r>
      <w:r w:rsidRPr="00B303A9">
        <w:rPr>
          <w:rFonts w:ascii="Times New Roman" w:hAnsi="Times New Roman"/>
          <w:sz w:val="26"/>
          <w:szCs w:val="26"/>
        </w:rPr>
        <w:t>и молодежной политики</w:t>
      </w:r>
      <w:r>
        <w:rPr>
          <w:rFonts w:ascii="Times New Roman" w:hAnsi="Times New Roman"/>
          <w:sz w:val="26"/>
          <w:szCs w:val="26"/>
        </w:rPr>
        <w:t>, МБУК «</w:t>
      </w:r>
      <w:r w:rsidRPr="005D3921">
        <w:rPr>
          <w:rFonts w:ascii="Times New Roman" w:hAnsi="Times New Roman"/>
          <w:sz w:val="26"/>
          <w:szCs w:val="26"/>
        </w:rPr>
        <w:t>Культурно – досуговый центр</w:t>
      </w:r>
      <w:r>
        <w:rPr>
          <w:rFonts w:ascii="Times New Roman" w:hAnsi="Times New Roman"/>
          <w:sz w:val="26"/>
          <w:szCs w:val="26"/>
        </w:rPr>
        <w:t>»</w:t>
      </w:r>
      <w:r w:rsidRPr="005D3921">
        <w:rPr>
          <w:rFonts w:ascii="Times New Roman" w:hAnsi="Times New Roman"/>
          <w:sz w:val="26"/>
          <w:szCs w:val="26"/>
        </w:rPr>
        <w:t xml:space="preserve"> с. Коса</w:t>
      </w:r>
      <w:r>
        <w:rPr>
          <w:rFonts w:ascii="Times New Roman" w:hAnsi="Times New Roman"/>
          <w:sz w:val="26"/>
          <w:szCs w:val="26"/>
        </w:rPr>
        <w:t>;</w:t>
      </w:r>
    </w:p>
    <w:p w:rsidR="00B303A9" w:rsidRPr="005D3921" w:rsidRDefault="00B303A9" w:rsidP="00B303A9">
      <w:pPr>
        <w:pStyle w:val="af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3. А</w:t>
      </w:r>
      <w:r w:rsidRPr="005D3921">
        <w:rPr>
          <w:rFonts w:ascii="Times New Roman" w:hAnsi="Times New Roman"/>
          <w:sz w:val="26"/>
          <w:szCs w:val="26"/>
        </w:rPr>
        <w:t xml:space="preserve">дминистрация </w:t>
      </w:r>
      <w:r>
        <w:rPr>
          <w:rFonts w:ascii="Times New Roman" w:hAnsi="Times New Roman"/>
          <w:sz w:val="26"/>
          <w:szCs w:val="26"/>
        </w:rPr>
        <w:t>Косинского сельского поселения.</w:t>
      </w:r>
    </w:p>
    <w:p w:rsidR="00C270DF" w:rsidRPr="009913BB" w:rsidRDefault="00C270DF" w:rsidP="00A45D30">
      <w:pPr>
        <w:pStyle w:val="af"/>
        <w:ind w:firstLine="360"/>
        <w:jc w:val="both"/>
        <w:rPr>
          <w:rFonts w:ascii="Times New Roman" w:hAnsi="Times New Roman"/>
          <w:sz w:val="26"/>
          <w:szCs w:val="26"/>
        </w:rPr>
      </w:pPr>
    </w:p>
    <w:p w:rsidR="00A45D30" w:rsidRDefault="00C270DF" w:rsidP="00A45D30">
      <w:pPr>
        <w:pStyle w:val="af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Организаторы Ф</w:t>
      </w:r>
      <w:r w:rsidR="00A45D30">
        <w:rPr>
          <w:rFonts w:ascii="Times New Roman" w:hAnsi="Times New Roman"/>
          <w:b/>
          <w:sz w:val="26"/>
          <w:szCs w:val="26"/>
        </w:rPr>
        <w:t>естиваля</w:t>
      </w:r>
    </w:p>
    <w:p w:rsidR="00A45D30" w:rsidRPr="005D3921" w:rsidRDefault="00A45D30" w:rsidP="00A45D30">
      <w:pPr>
        <w:pStyle w:val="af"/>
        <w:ind w:left="720"/>
        <w:rPr>
          <w:rFonts w:ascii="Times New Roman" w:hAnsi="Times New Roman"/>
          <w:b/>
          <w:sz w:val="26"/>
          <w:szCs w:val="26"/>
        </w:rPr>
      </w:pPr>
    </w:p>
    <w:p w:rsidR="00A45D30" w:rsidRPr="005D3921" w:rsidRDefault="00A45D30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1. О</w:t>
      </w:r>
      <w:r w:rsidRPr="005D3921">
        <w:rPr>
          <w:rFonts w:ascii="Times New Roman" w:hAnsi="Times New Roman"/>
          <w:sz w:val="26"/>
          <w:szCs w:val="26"/>
        </w:rPr>
        <w:t xml:space="preserve">тдел культуры </w:t>
      </w:r>
      <w:r w:rsidR="00425BE7">
        <w:rPr>
          <w:rFonts w:ascii="Times New Roman" w:hAnsi="Times New Roman"/>
          <w:sz w:val="26"/>
          <w:szCs w:val="26"/>
        </w:rPr>
        <w:t xml:space="preserve">и молодежной политики </w:t>
      </w:r>
      <w:r w:rsidRPr="005D3921">
        <w:rPr>
          <w:rFonts w:ascii="Times New Roman" w:hAnsi="Times New Roman"/>
          <w:sz w:val="26"/>
          <w:szCs w:val="26"/>
        </w:rPr>
        <w:t>Косинского муниципального района</w:t>
      </w:r>
      <w:r w:rsidR="00B303A9">
        <w:rPr>
          <w:rFonts w:ascii="Times New Roman" w:hAnsi="Times New Roman"/>
          <w:sz w:val="26"/>
          <w:szCs w:val="26"/>
        </w:rPr>
        <w:t>;</w:t>
      </w:r>
    </w:p>
    <w:p w:rsidR="00A45D30" w:rsidRDefault="00A45D30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2. МБУК «</w:t>
      </w:r>
      <w:r w:rsidRPr="005D3921">
        <w:rPr>
          <w:rFonts w:ascii="Times New Roman" w:hAnsi="Times New Roman"/>
          <w:sz w:val="26"/>
          <w:szCs w:val="26"/>
        </w:rPr>
        <w:t>Культурно – досуговый центр</w:t>
      </w:r>
      <w:r>
        <w:rPr>
          <w:rFonts w:ascii="Times New Roman" w:hAnsi="Times New Roman"/>
          <w:sz w:val="26"/>
          <w:szCs w:val="26"/>
        </w:rPr>
        <w:t>»</w:t>
      </w:r>
      <w:r w:rsidRPr="005D3921">
        <w:rPr>
          <w:rFonts w:ascii="Times New Roman" w:hAnsi="Times New Roman"/>
          <w:sz w:val="26"/>
          <w:szCs w:val="26"/>
        </w:rPr>
        <w:t xml:space="preserve"> с. Коса</w:t>
      </w:r>
      <w:r w:rsidR="00B303A9">
        <w:rPr>
          <w:rFonts w:ascii="Times New Roman" w:hAnsi="Times New Roman"/>
          <w:sz w:val="26"/>
          <w:szCs w:val="26"/>
        </w:rPr>
        <w:t>;</w:t>
      </w:r>
    </w:p>
    <w:p w:rsidR="00A45D30" w:rsidRPr="005D3921" w:rsidRDefault="00A45D30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3. А</w:t>
      </w:r>
      <w:r w:rsidRPr="005D3921">
        <w:rPr>
          <w:rFonts w:ascii="Times New Roman" w:hAnsi="Times New Roman"/>
          <w:sz w:val="26"/>
          <w:szCs w:val="26"/>
        </w:rPr>
        <w:t xml:space="preserve">дминистрация </w:t>
      </w:r>
      <w:r>
        <w:rPr>
          <w:rFonts w:ascii="Times New Roman" w:hAnsi="Times New Roman"/>
          <w:sz w:val="26"/>
          <w:szCs w:val="26"/>
        </w:rPr>
        <w:t>Косинского сельского поселения</w:t>
      </w:r>
      <w:r w:rsidR="00B303A9">
        <w:rPr>
          <w:rFonts w:ascii="Times New Roman" w:hAnsi="Times New Roman"/>
          <w:sz w:val="26"/>
          <w:szCs w:val="26"/>
        </w:rPr>
        <w:t>;</w:t>
      </w:r>
    </w:p>
    <w:p w:rsidR="00A45D30" w:rsidRPr="005D3921" w:rsidRDefault="00A45D30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4. Р</w:t>
      </w:r>
      <w:r w:rsidRPr="005D3921">
        <w:rPr>
          <w:rFonts w:ascii="Times New Roman" w:hAnsi="Times New Roman"/>
          <w:sz w:val="26"/>
          <w:szCs w:val="26"/>
        </w:rPr>
        <w:t>айонный этнографический музей</w:t>
      </w:r>
      <w:r w:rsidR="00B94199">
        <w:rPr>
          <w:rFonts w:ascii="Times New Roman" w:hAnsi="Times New Roman"/>
          <w:sz w:val="26"/>
          <w:szCs w:val="26"/>
        </w:rPr>
        <w:t>.</w:t>
      </w:r>
    </w:p>
    <w:p w:rsidR="00B303A9" w:rsidRPr="005D3921" w:rsidRDefault="00B94199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A45D30" w:rsidRDefault="00425BE7" w:rsidP="00A45D30">
      <w:pPr>
        <w:pStyle w:val="af"/>
        <w:numPr>
          <w:ilvl w:val="0"/>
          <w:numId w:val="2"/>
        </w:num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Партнеры Ф</w:t>
      </w:r>
      <w:r w:rsidR="00A45D30" w:rsidRPr="005D3921">
        <w:rPr>
          <w:rFonts w:ascii="Times New Roman" w:hAnsi="Times New Roman"/>
          <w:b/>
          <w:sz w:val="26"/>
          <w:szCs w:val="26"/>
        </w:rPr>
        <w:t>естиваля:</w:t>
      </w:r>
    </w:p>
    <w:p w:rsidR="00A45D30" w:rsidRPr="005D3921" w:rsidRDefault="00A45D30" w:rsidP="00A45D30">
      <w:pPr>
        <w:pStyle w:val="af"/>
        <w:ind w:left="1080"/>
        <w:rPr>
          <w:rFonts w:ascii="Times New Roman" w:hAnsi="Times New Roman"/>
          <w:b/>
          <w:sz w:val="26"/>
          <w:szCs w:val="26"/>
        </w:rPr>
      </w:pPr>
    </w:p>
    <w:p w:rsidR="00A45D30" w:rsidRPr="005D3921" w:rsidRDefault="00A45D30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1.</w:t>
      </w:r>
      <w:r w:rsidR="00B241E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</w:t>
      </w:r>
      <w:r w:rsidRPr="005D3921">
        <w:rPr>
          <w:rFonts w:ascii="Times New Roman" w:hAnsi="Times New Roman"/>
          <w:sz w:val="26"/>
          <w:szCs w:val="26"/>
        </w:rPr>
        <w:t>униципальные образования Пермского края</w:t>
      </w:r>
      <w:r w:rsidR="00B241EB">
        <w:rPr>
          <w:rFonts w:ascii="Times New Roman" w:hAnsi="Times New Roman"/>
          <w:sz w:val="26"/>
          <w:szCs w:val="26"/>
        </w:rPr>
        <w:t>;</w:t>
      </w:r>
    </w:p>
    <w:p w:rsidR="00A45D30" w:rsidRDefault="00A45D30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2.</w:t>
      </w:r>
      <w:r w:rsidR="00B241E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</w:t>
      </w:r>
      <w:r w:rsidRPr="005D3921">
        <w:rPr>
          <w:rFonts w:ascii="Times New Roman" w:hAnsi="Times New Roman"/>
          <w:sz w:val="26"/>
          <w:szCs w:val="26"/>
        </w:rPr>
        <w:t xml:space="preserve">тдел этнокультурного развития Министерства по делам </w:t>
      </w:r>
      <w:r w:rsidR="007A2B5E">
        <w:rPr>
          <w:rFonts w:ascii="Times New Roman" w:hAnsi="Times New Roman"/>
          <w:sz w:val="26"/>
          <w:szCs w:val="26"/>
        </w:rPr>
        <w:t xml:space="preserve">КПО </w:t>
      </w:r>
      <w:r w:rsidRPr="005D3921">
        <w:rPr>
          <w:rFonts w:ascii="Times New Roman" w:hAnsi="Times New Roman"/>
          <w:sz w:val="26"/>
          <w:szCs w:val="26"/>
        </w:rPr>
        <w:t>Пермского края</w:t>
      </w:r>
      <w:r w:rsidR="00B241EB">
        <w:rPr>
          <w:rFonts w:ascii="Times New Roman" w:hAnsi="Times New Roman"/>
          <w:sz w:val="26"/>
          <w:szCs w:val="26"/>
        </w:rPr>
        <w:t>;</w:t>
      </w:r>
    </w:p>
    <w:p w:rsidR="00A45D30" w:rsidRDefault="00A45D30" w:rsidP="00B241EB">
      <w:pPr>
        <w:pStyle w:val="af"/>
        <w:numPr>
          <w:ilvl w:val="0"/>
          <w:numId w:val="10"/>
        </w:numPr>
        <w:jc w:val="both"/>
        <w:rPr>
          <w:rFonts w:ascii="Times New Roman" w:hAnsi="Times New Roman"/>
          <w:sz w:val="26"/>
          <w:szCs w:val="26"/>
        </w:rPr>
      </w:pPr>
      <w:r w:rsidRPr="00841E75">
        <w:rPr>
          <w:rFonts w:ascii="Times New Roman" w:hAnsi="Times New Roman"/>
          <w:sz w:val="26"/>
          <w:szCs w:val="26"/>
        </w:rPr>
        <w:t>ГКБУК «Коми-Пермяцкий этнокультурный центр»</w:t>
      </w:r>
      <w:r w:rsidR="00B241EB">
        <w:rPr>
          <w:rFonts w:ascii="Times New Roman" w:hAnsi="Times New Roman"/>
          <w:sz w:val="26"/>
          <w:szCs w:val="26"/>
        </w:rPr>
        <w:t>;</w:t>
      </w:r>
    </w:p>
    <w:p w:rsidR="007A2B5E" w:rsidRDefault="007A2B5E" w:rsidP="00B241EB">
      <w:pPr>
        <w:pStyle w:val="af"/>
        <w:numPr>
          <w:ilvl w:val="0"/>
          <w:numId w:val="10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Учреждения образования и культуры Косинского муниципального района;</w:t>
      </w:r>
    </w:p>
    <w:p w:rsidR="007A2B5E" w:rsidRDefault="007A2B5E" w:rsidP="00B241EB">
      <w:pPr>
        <w:pStyle w:val="af"/>
        <w:numPr>
          <w:ilvl w:val="0"/>
          <w:numId w:val="10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Сельские поселения Косинского муниципального района;</w:t>
      </w:r>
    </w:p>
    <w:p w:rsidR="00B241EB" w:rsidRDefault="00B241EB" w:rsidP="00B241EB">
      <w:pPr>
        <w:pStyle w:val="af"/>
        <w:numPr>
          <w:ilvl w:val="0"/>
          <w:numId w:val="10"/>
        </w:num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41EB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Коми-Пермяцкий</w:t>
      </w:r>
      <w:r w:rsidRPr="00B241EB">
        <w:rPr>
          <w:rStyle w:val="apple-converted-space"/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 w:rsidRPr="00B241E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окружной </w:t>
      </w:r>
      <w:r w:rsidRPr="00B241EB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краеведческий</w:t>
      </w:r>
      <w:r w:rsidRPr="00B241EB">
        <w:rPr>
          <w:rStyle w:val="apple-converted-space"/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 w:rsidRPr="00B241EB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>музей</w:t>
      </w:r>
      <w:r w:rsidRPr="00B241EB">
        <w:rPr>
          <w:rStyle w:val="apple-converted-space"/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 w:rsidRPr="00B241EB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им. П.И. Субботина-Пермяка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;</w:t>
      </w:r>
    </w:p>
    <w:p w:rsidR="00B241EB" w:rsidRPr="00B241EB" w:rsidRDefault="00B241EB" w:rsidP="00B241EB">
      <w:pPr>
        <w:pStyle w:val="af"/>
        <w:numPr>
          <w:ilvl w:val="0"/>
          <w:numId w:val="10"/>
        </w:numPr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ГТРК </w:t>
      </w:r>
      <w:r w:rsidRPr="00B241EB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"Пермь", территориальное</w:t>
      </w:r>
      <w:r w:rsidRPr="00B241EB">
        <w:rPr>
          <w:rStyle w:val="apple-converted-space"/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B241EB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отделение в г.Кудымкар</w:t>
      </w:r>
      <w:r w:rsidR="007A2B5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;</w:t>
      </w:r>
    </w:p>
    <w:p w:rsidR="00510756" w:rsidRPr="00510756" w:rsidRDefault="00B241EB" w:rsidP="00A45D30">
      <w:pPr>
        <w:pStyle w:val="af"/>
        <w:numPr>
          <w:ilvl w:val="0"/>
          <w:numId w:val="10"/>
        </w:num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ООО «Окружная вещательная компания», радиоэфир «Округ  </w:t>
      </w:r>
      <w:r>
        <w:rPr>
          <w:rFonts w:ascii="Times New Roman" w:hAnsi="Times New Roman"/>
          <w:color w:val="000000" w:themeColor="text1"/>
          <w:sz w:val="26"/>
          <w:szCs w:val="26"/>
          <w:lang w:val="en-US"/>
        </w:rPr>
        <w:t>FM</w:t>
      </w:r>
      <w:r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7A2B5E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7E533A" w:rsidRDefault="007E533A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</w:p>
    <w:p w:rsidR="007E533A" w:rsidRPr="005D3921" w:rsidRDefault="007E533A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</w:p>
    <w:p w:rsidR="00A45D30" w:rsidRDefault="00A45D30" w:rsidP="00A45D30">
      <w:pPr>
        <w:pStyle w:val="af"/>
        <w:numPr>
          <w:ilvl w:val="0"/>
          <w:numId w:val="2"/>
        </w:num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Поощрения участников</w:t>
      </w:r>
      <w:r w:rsidR="00425BE7">
        <w:rPr>
          <w:rFonts w:ascii="Times New Roman" w:hAnsi="Times New Roman"/>
          <w:b/>
          <w:sz w:val="26"/>
          <w:szCs w:val="26"/>
        </w:rPr>
        <w:t xml:space="preserve"> Фестиваля</w:t>
      </w:r>
    </w:p>
    <w:p w:rsidR="00A45D30" w:rsidRPr="005D3921" w:rsidRDefault="00A45D30" w:rsidP="00A45D30">
      <w:pPr>
        <w:pStyle w:val="af"/>
        <w:ind w:left="1080"/>
        <w:rPr>
          <w:rFonts w:ascii="Times New Roman" w:hAnsi="Times New Roman"/>
          <w:b/>
          <w:sz w:val="26"/>
          <w:szCs w:val="26"/>
        </w:rPr>
      </w:pPr>
    </w:p>
    <w:p w:rsidR="00B94199" w:rsidRPr="005D3921" w:rsidRDefault="00425BE7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Участники мероприятий Ф</w:t>
      </w:r>
      <w:r w:rsidR="00A45D30" w:rsidRPr="005D3921">
        <w:rPr>
          <w:rFonts w:ascii="Times New Roman" w:hAnsi="Times New Roman"/>
          <w:sz w:val="26"/>
          <w:szCs w:val="26"/>
        </w:rPr>
        <w:t xml:space="preserve">естиваля награждаются дипломами, памятными </w:t>
      </w:r>
      <w:r>
        <w:rPr>
          <w:rFonts w:ascii="Times New Roman" w:hAnsi="Times New Roman"/>
          <w:sz w:val="26"/>
          <w:szCs w:val="26"/>
        </w:rPr>
        <w:t xml:space="preserve">                     </w:t>
      </w:r>
      <w:r w:rsidR="00A45D30" w:rsidRPr="005D3921">
        <w:rPr>
          <w:rFonts w:ascii="Times New Roman" w:hAnsi="Times New Roman"/>
          <w:sz w:val="26"/>
          <w:szCs w:val="26"/>
        </w:rPr>
        <w:t>сувенирами</w:t>
      </w:r>
      <w:r w:rsidR="00510756">
        <w:rPr>
          <w:rFonts w:ascii="Times New Roman" w:hAnsi="Times New Roman"/>
          <w:sz w:val="26"/>
          <w:szCs w:val="26"/>
        </w:rPr>
        <w:t>.</w:t>
      </w:r>
    </w:p>
    <w:p w:rsidR="00A45D30" w:rsidRPr="005D3921" w:rsidRDefault="00A45D30" w:rsidP="00A45D30">
      <w:pPr>
        <w:pStyle w:val="af"/>
        <w:jc w:val="center"/>
        <w:rPr>
          <w:rFonts w:ascii="Times New Roman" w:hAnsi="Times New Roman"/>
          <w:b/>
          <w:sz w:val="26"/>
          <w:szCs w:val="26"/>
        </w:rPr>
      </w:pPr>
      <w:r w:rsidRPr="005D3921">
        <w:rPr>
          <w:rFonts w:ascii="Times New Roman" w:hAnsi="Times New Roman"/>
          <w:b/>
          <w:sz w:val="26"/>
          <w:szCs w:val="26"/>
        </w:rPr>
        <w:lastRenderedPageBreak/>
        <w:t>11. Контакты с организаторами:</w:t>
      </w:r>
    </w:p>
    <w:p w:rsidR="00A45D30" w:rsidRPr="005D3921" w:rsidRDefault="00A45D30" w:rsidP="00A45D30">
      <w:pPr>
        <w:pStyle w:val="af"/>
        <w:jc w:val="center"/>
        <w:rPr>
          <w:rFonts w:ascii="Times New Roman" w:hAnsi="Times New Roman"/>
          <w:b/>
          <w:sz w:val="26"/>
          <w:szCs w:val="26"/>
        </w:rPr>
      </w:pPr>
    </w:p>
    <w:p w:rsidR="00A45D30" w:rsidRPr="008550A2" w:rsidRDefault="00A45D30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  <w:r w:rsidRPr="00D44EDD">
        <w:rPr>
          <w:rFonts w:ascii="Times New Roman" w:hAnsi="Times New Roman"/>
          <w:b/>
          <w:sz w:val="26"/>
          <w:szCs w:val="26"/>
        </w:rPr>
        <w:t>Колегова Эльвира Николаевна,</w:t>
      </w:r>
      <w:r w:rsidRPr="00D44EDD">
        <w:rPr>
          <w:rFonts w:ascii="Times New Roman" w:hAnsi="Times New Roman"/>
          <w:sz w:val="26"/>
          <w:szCs w:val="26"/>
        </w:rPr>
        <w:t xml:space="preserve">  зав. отделом культуры</w:t>
      </w:r>
      <w:r w:rsidR="00425BE7">
        <w:rPr>
          <w:rFonts w:ascii="Times New Roman" w:hAnsi="Times New Roman"/>
          <w:sz w:val="26"/>
          <w:szCs w:val="26"/>
        </w:rPr>
        <w:t xml:space="preserve"> и молодежной политики</w:t>
      </w:r>
      <w:r w:rsidR="00881895">
        <w:rPr>
          <w:rFonts w:ascii="Times New Roman" w:hAnsi="Times New Roman"/>
          <w:sz w:val="26"/>
          <w:szCs w:val="26"/>
        </w:rPr>
        <w:t xml:space="preserve">             Косинского района</w:t>
      </w:r>
      <w:r w:rsidRPr="00D44EDD">
        <w:rPr>
          <w:rFonts w:ascii="Times New Roman" w:hAnsi="Times New Roman"/>
          <w:sz w:val="26"/>
          <w:szCs w:val="26"/>
        </w:rPr>
        <w:t xml:space="preserve">, </w:t>
      </w:r>
      <w:r w:rsidR="008550A2">
        <w:rPr>
          <w:rFonts w:ascii="Times New Roman" w:hAnsi="Times New Roman"/>
          <w:sz w:val="26"/>
          <w:szCs w:val="26"/>
        </w:rPr>
        <w:t xml:space="preserve"> </w:t>
      </w:r>
      <w:r w:rsidRPr="00D44EDD">
        <w:rPr>
          <w:rFonts w:ascii="Times New Roman" w:hAnsi="Times New Roman"/>
          <w:sz w:val="26"/>
          <w:szCs w:val="26"/>
        </w:rPr>
        <w:t xml:space="preserve">координатор по подготовке, проведению, администрированию мероприятий </w:t>
      </w:r>
      <w:r w:rsidR="00881895">
        <w:rPr>
          <w:rFonts w:ascii="Times New Roman" w:hAnsi="Times New Roman"/>
          <w:sz w:val="26"/>
          <w:szCs w:val="26"/>
        </w:rPr>
        <w:t xml:space="preserve"> </w:t>
      </w:r>
      <w:r w:rsidRPr="00D44EDD">
        <w:rPr>
          <w:rFonts w:ascii="Times New Roman" w:hAnsi="Times New Roman"/>
          <w:sz w:val="26"/>
          <w:szCs w:val="26"/>
        </w:rPr>
        <w:t xml:space="preserve">Фестиваля, 8 908 25 20 304,   т/ф 8 342 98 2 16 45, </w:t>
      </w:r>
      <w:hyperlink r:id="rId16" w:history="1">
        <w:r w:rsidRPr="00D44EDD">
          <w:rPr>
            <w:rStyle w:val="af0"/>
            <w:rFonts w:ascii="Times New Roman" w:hAnsi="Times New Roman"/>
            <w:sz w:val="26"/>
            <w:szCs w:val="26"/>
            <w:lang w:val="en-US"/>
          </w:rPr>
          <w:t>kosaok</w:t>
        </w:r>
        <w:r w:rsidRPr="00D44EDD">
          <w:rPr>
            <w:rStyle w:val="af0"/>
            <w:rFonts w:ascii="Times New Roman" w:hAnsi="Times New Roman"/>
            <w:sz w:val="26"/>
            <w:szCs w:val="26"/>
          </w:rPr>
          <w:t>@</w:t>
        </w:r>
        <w:r w:rsidRPr="00D44EDD">
          <w:rPr>
            <w:rStyle w:val="af0"/>
            <w:rFonts w:ascii="Times New Roman" w:hAnsi="Times New Roman"/>
            <w:sz w:val="26"/>
            <w:szCs w:val="26"/>
            <w:lang w:val="en-US"/>
          </w:rPr>
          <w:t>mail</w:t>
        </w:r>
        <w:r w:rsidRPr="00D44EDD">
          <w:rPr>
            <w:rStyle w:val="af0"/>
            <w:rFonts w:ascii="Times New Roman" w:hAnsi="Times New Roman"/>
            <w:sz w:val="26"/>
            <w:szCs w:val="26"/>
          </w:rPr>
          <w:t>.</w:t>
        </w:r>
        <w:r w:rsidRPr="00D44EDD">
          <w:rPr>
            <w:rStyle w:val="af0"/>
            <w:rFonts w:ascii="Times New Roman" w:hAnsi="Times New Roman"/>
            <w:sz w:val="26"/>
            <w:szCs w:val="26"/>
            <w:lang w:val="en-US"/>
          </w:rPr>
          <w:t>ru</w:t>
        </w:r>
      </w:hyperlink>
      <w:r>
        <w:t xml:space="preserve"> </w:t>
      </w:r>
    </w:p>
    <w:p w:rsidR="008550A2" w:rsidRDefault="00A45D30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Гаджиева Ольга Айдыновна</w:t>
      </w:r>
      <w:r w:rsidRPr="00D44EDD">
        <w:rPr>
          <w:rFonts w:ascii="Times New Roman" w:hAnsi="Times New Roman"/>
          <w:b/>
          <w:sz w:val="26"/>
          <w:szCs w:val="26"/>
        </w:rPr>
        <w:t>,</w:t>
      </w:r>
      <w:r w:rsidRPr="00D44EDD">
        <w:rPr>
          <w:rFonts w:ascii="Times New Roman" w:hAnsi="Times New Roman"/>
          <w:sz w:val="26"/>
          <w:szCs w:val="26"/>
        </w:rPr>
        <w:t xml:space="preserve">  </w:t>
      </w:r>
      <w:r w:rsidR="00425BE7">
        <w:rPr>
          <w:rFonts w:ascii="Times New Roman" w:hAnsi="Times New Roman"/>
          <w:sz w:val="26"/>
          <w:szCs w:val="26"/>
        </w:rPr>
        <w:t>специалист по молодежной политике</w:t>
      </w:r>
      <w:r w:rsidRPr="00D44EDD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заместитель по подготовке и проведению </w:t>
      </w:r>
      <w:r w:rsidRPr="00D44EDD">
        <w:rPr>
          <w:rFonts w:ascii="Times New Roman" w:hAnsi="Times New Roman"/>
          <w:sz w:val="26"/>
          <w:szCs w:val="26"/>
        </w:rPr>
        <w:t xml:space="preserve">мероприятий Фестиваля, </w:t>
      </w:r>
      <w:r w:rsidR="00425BE7">
        <w:rPr>
          <w:rFonts w:ascii="Times New Roman" w:hAnsi="Times New Roman"/>
          <w:sz w:val="26"/>
          <w:szCs w:val="26"/>
        </w:rPr>
        <w:t>8 992266004</w:t>
      </w:r>
      <w:r>
        <w:rPr>
          <w:rFonts w:ascii="Times New Roman" w:hAnsi="Times New Roman"/>
          <w:sz w:val="26"/>
          <w:szCs w:val="26"/>
        </w:rPr>
        <w:t>.</w:t>
      </w:r>
      <w:r w:rsidRPr="00D44EDD">
        <w:rPr>
          <w:rFonts w:ascii="Times New Roman" w:hAnsi="Times New Roman"/>
          <w:sz w:val="26"/>
          <w:szCs w:val="26"/>
        </w:rPr>
        <w:t xml:space="preserve">   </w:t>
      </w:r>
    </w:p>
    <w:p w:rsidR="00A45D30" w:rsidRPr="00D44EDD" w:rsidRDefault="008550A2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Удникова Надежда Витальевна</w:t>
      </w:r>
      <w:r w:rsidRPr="008143DA">
        <w:rPr>
          <w:rFonts w:ascii="Times New Roman" w:hAnsi="Times New Roman"/>
          <w:b/>
          <w:sz w:val="26"/>
          <w:szCs w:val="26"/>
        </w:rPr>
        <w:t>,</w:t>
      </w:r>
      <w:r w:rsidRPr="008143DA">
        <w:rPr>
          <w:rFonts w:ascii="Times New Roman" w:hAnsi="Times New Roman"/>
          <w:sz w:val="26"/>
          <w:szCs w:val="26"/>
        </w:rPr>
        <w:t xml:space="preserve"> директор КДЦ, </w:t>
      </w:r>
      <w:r w:rsidRPr="008550A2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администратор  Фестивальных </w:t>
      </w:r>
      <w:r w:rsidR="00B94199">
        <w:rPr>
          <w:rFonts w:ascii="Times New Roman" w:hAnsi="Times New Roman"/>
          <w:color w:val="000000" w:themeColor="text1"/>
          <w:sz w:val="26"/>
          <w:szCs w:val="26"/>
        </w:rPr>
        <w:t xml:space="preserve">                </w:t>
      </w:r>
      <w:r w:rsidRPr="008550A2">
        <w:rPr>
          <w:rFonts w:ascii="Times New Roman" w:hAnsi="Times New Roman"/>
          <w:color w:val="000000" w:themeColor="text1"/>
          <w:sz w:val="26"/>
          <w:szCs w:val="26"/>
        </w:rPr>
        <w:t>мероприятий,</w:t>
      </w:r>
      <w:r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8143DA">
        <w:rPr>
          <w:rFonts w:ascii="Times New Roman" w:hAnsi="Times New Roman"/>
          <w:sz w:val="26"/>
          <w:szCs w:val="26"/>
        </w:rPr>
        <w:t xml:space="preserve">т/ф 8 342 98 2 16 74,  </w:t>
      </w:r>
      <w:hyperlink r:id="rId17" w:history="1">
        <w:r w:rsidRPr="00C81DCB">
          <w:rPr>
            <w:rStyle w:val="af0"/>
            <w:rFonts w:ascii="Times New Roman" w:hAnsi="Times New Roman"/>
            <w:sz w:val="26"/>
            <w:szCs w:val="26"/>
          </w:rPr>
          <w:t>kdckosa@gmail.com</w:t>
        </w:r>
      </w:hyperlink>
    </w:p>
    <w:p w:rsidR="00A45D30" w:rsidRPr="008550A2" w:rsidRDefault="00A45D30" w:rsidP="00A45D30">
      <w:pPr>
        <w:pStyle w:val="af"/>
        <w:jc w:val="both"/>
      </w:pPr>
      <w:r w:rsidRPr="00D44EDD">
        <w:rPr>
          <w:rFonts w:ascii="Times New Roman" w:hAnsi="Times New Roman"/>
          <w:b/>
          <w:sz w:val="26"/>
          <w:szCs w:val="26"/>
        </w:rPr>
        <w:t>Попова Любовь Александровна,</w:t>
      </w:r>
      <w:r w:rsidRPr="00D44EDD">
        <w:rPr>
          <w:rFonts w:ascii="Times New Roman" w:hAnsi="Times New Roman"/>
          <w:sz w:val="26"/>
          <w:szCs w:val="26"/>
        </w:rPr>
        <w:t xml:space="preserve"> автор сценариев для фестив</w:t>
      </w:r>
      <w:r>
        <w:rPr>
          <w:rFonts w:ascii="Times New Roman" w:hAnsi="Times New Roman"/>
          <w:sz w:val="26"/>
          <w:szCs w:val="26"/>
        </w:rPr>
        <w:t>альных мероприятий, координатор соответствия</w:t>
      </w:r>
      <w:r w:rsidRPr="00D44EDD">
        <w:rPr>
          <w:rFonts w:ascii="Times New Roman" w:hAnsi="Times New Roman"/>
          <w:sz w:val="26"/>
          <w:szCs w:val="26"/>
        </w:rPr>
        <w:t xml:space="preserve"> воплощения сценарных идей, </w:t>
      </w:r>
      <w:r w:rsidRPr="00D44EDD">
        <w:t xml:space="preserve"> </w:t>
      </w:r>
      <w:r w:rsidR="00425BE7" w:rsidRPr="00425BE7">
        <w:rPr>
          <w:rFonts w:ascii="Times New Roman" w:hAnsi="Times New Roman"/>
          <w:color w:val="000000" w:themeColor="text1"/>
          <w:sz w:val="26"/>
          <w:szCs w:val="26"/>
        </w:rPr>
        <w:t>8952</w:t>
      </w:r>
      <w:r w:rsidRPr="00425BE7">
        <w:rPr>
          <w:rFonts w:ascii="Times New Roman" w:hAnsi="Times New Roman"/>
          <w:color w:val="000000" w:themeColor="text1"/>
          <w:sz w:val="26"/>
          <w:szCs w:val="26"/>
        </w:rPr>
        <w:t>3328576.</w:t>
      </w:r>
      <w:r w:rsidRPr="00D44EDD">
        <w:rPr>
          <w:rFonts w:ascii="Times New Roman" w:hAnsi="Times New Roman"/>
          <w:sz w:val="26"/>
          <w:szCs w:val="26"/>
        </w:rPr>
        <w:t xml:space="preserve"> </w:t>
      </w:r>
    </w:p>
    <w:p w:rsidR="00A45D30" w:rsidRPr="00D44EDD" w:rsidRDefault="00A45D30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  <w:r w:rsidRPr="00D44EDD">
        <w:rPr>
          <w:rFonts w:ascii="Times New Roman" w:hAnsi="Times New Roman"/>
          <w:b/>
          <w:sz w:val="26"/>
          <w:szCs w:val="26"/>
        </w:rPr>
        <w:t xml:space="preserve">Жижилева Валентина Филаретовна, </w:t>
      </w:r>
      <w:r w:rsidRPr="00D44EDD">
        <w:rPr>
          <w:rFonts w:ascii="Times New Roman" w:hAnsi="Times New Roman"/>
          <w:sz w:val="26"/>
          <w:szCs w:val="26"/>
        </w:rPr>
        <w:t>художестве</w:t>
      </w:r>
      <w:r>
        <w:rPr>
          <w:rFonts w:ascii="Times New Roman" w:hAnsi="Times New Roman"/>
          <w:sz w:val="26"/>
          <w:szCs w:val="26"/>
        </w:rPr>
        <w:t xml:space="preserve">нный руководитель КДЦ, </w:t>
      </w:r>
      <w:r w:rsidR="00881895">
        <w:rPr>
          <w:rFonts w:ascii="Times New Roman" w:hAnsi="Times New Roman"/>
          <w:sz w:val="26"/>
          <w:szCs w:val="26"/>
        </w:rPr>
        <w:t xml:space="preserve">                </w:t>
      </w:r>
      <w:r>
        <w:rPr>
          <w:rFonts w:ascii="Times New Roman" w:hAnsi="Times New Roman"/>
          <w:sz w:val="26"/>
          <w:szCs w:val="26"/>
        </w:rPr>
        <w:t>режиссер–</w:t>
      </w:r>
      <w:r w:rsidRPr="00D44EDD">
        <w:rPr>
          <w:rFonts w:ascii="Times New Roman" w:hAnsi="Times New Roman"/>
          <w:sz w:val="26"/>
          <w:szCs w:val="26"/>
        </w:rPr>
        <w:t xml:space="preserve">постановщик фестивального мероприятия </w:t>
      </w:r>
      <w:r>
        <w:rPr>
          <w:rFonts w:ascii="Times New Roman" w:hAnsi="Times New Roman"/>
          <w:sz w:val="26"/>
          <w:szCs w:val="26"/>
        </w:rPr>
        <w:t xml:space="preserve"> «Бабье лето», 89922134688</w:t>
      </w:r>
      <w:r w:rsidRPr="00D44EDD">
        <w:rPr>
          <w:rFonts w:ascii="Times New Roman" w:hAnsi="Times New Roman"/>
          <w:sz w:val="26"/>
          <w:szCs w:val="26"/>
        </w:rPr>
        <w:t>.</w:t>
      </w:r>
    </w:p>
    <w:p w:rsidR="00A45D30" w:rsidRPr="00D44EDD" w:rsidRDefault="00425BE7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Шлякова Галина Егоровна</w:t>
      </w:r>
      <w:r w:rsidR="00A45D30" w:rsidRPr="00D44EDD">
        <w:rPr>
          <w:rFonts w:ascii="Times New Roman" w:hAnsi="Times New Roman"/>
          <w:b/>
          <w:sz w:val="26"/>
          <w:szCs w:val="26"/>
        </w:rPr>
        <w:t>,</w:t>
      </w:r>
      <w:r w:rsidR="00A45D30" w:rsidRPr="00D44ED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специалист </w:t>
      </w:r>
      <w:r w:rsidR="00A45D30" w:rsidRPr="00D44EDD">
        <w:rPr>
          <w:rFonts w:ascii="Times New Roman" w:hAnsi="Times New Roman"/>
          <w:sz w:val="26"/>
          <w:szCs w:val="26"/>
        </w:rPr>
        <w:t>КДЦ,</w:t>
      </w:r>
      <w:r w:rsidR="008550A2">
        <w:rPr>
          <w:rFonts w:ascii="Times New Roman" w:hAnsi="Times New Roman"/>
          <w:sz w:val="26"/>
          <w:szCs w:val="26"/>
        </w:rPr>
        <w:t xml:space="preserve"> художник-оформитель, </w:t>
      </w:r>
      <w:r w:rsidR="00A45D30" w:rsidRPr="00D44EDD">
        <w:rPr>
          <w:rFonts w:ascii="Times New Roman" w:hAnsi="Times New Roman"/>
          <w:sz w:val="26"/>
          <w:szCs w:val="26"/>
        </w:rPr>
        <w:t xml:space="preserve"> организатор</w:t>
      </w:r>
      <w:r w:rsidR="00881895">
        <w:rPr>
          <w:rFonts w:ascii="Times New Roman" w:hAnsi="Times New Roman"/>
          <w:sz w:val="26"/>
          <w:szCs w:val="26"/>
        </w:rPr>
        <w:t xml:space="preserve"> Косинской ярмарки</w:t>
      </w:r>
      <w:r w:rsidR="008550A2">
        <w:rPr>
          <w:rFonts w:ascii="Times New Roman" w:hAnsi="Times New Roman"/>
          <w:sz w:val="26"/>
          <w:szCs w:val="26"/>
        </w:rPr>
        <w:t>, 89504658976</w:t>
      </w:r>
      <w:r w:rsidR="00A45D30" w:rsidRPr="00D44EDD">
        <w:rPr>
          <w:rFonts w:ascii="Times New Roman" w:hAnsi="Times New Roman"/>
          <w:sz w:val="26"/>
          <w:szCs w:val="26"/>
        </w:rPr>
        <w:t>.</w:t>
      </w:r>
    </w:p>
    <w:p w:rsidR="00A45D30" w:rsidRPr="00D44EDD" w:rsidRDefault="00A45D30" w:rsidP="00A45D30">
      <w:pPr>
        <w:pStyle w:val="af"/>
        <w:jc w:val="both"/>
        <w:rPr>
          <w:rFonts w:ascii="Times New Roman" w:hAnsi="Times New Roman"/>
          <w:sz w:val="26"/>
          <w:szCs w:val="26"/>
        </w:rPr>
      </w:pPr>
    </w:p>
    <w:p w:rsidR="00A45D30" w:rsidRDefault="00A45D30" w:rsidP="00614CB0">
      <w:pPr>
        <w:pStyle w:val="af"/>
        <w:jc w:val="both"/>
        <w:rPr>
          <w:rFonts w:ascii="Times New Roman" w:hAnsi="Times New Roman"/>
          <w:sz w:val="26"/>
          <w:szCs w:val="26"/>
        </w:rPr>
        <w:sectPr w:rsidR="00A45D30" w:rsidSect="00A43C5F">
          <w:type w:val="continuous"/>
          <w:pgSz w:w="11906" w:h="16838"/>
          <w:pgMar w:top="851" w:right="1080" w:bottom="142" w:left="1080" w:header="708" w:footer="708" w:gutter="0"/>
          <w:cols w:space="708"/>
          <w:docGrid w:linePitch="360"/>
        </w:sectPr>
      </w:pPr>
    </w:p>
    <w:p w:rsidR="00614CB0" w:rsidRPr="00B94199" w:rsidRDefault="00C0338D" w:rsidP="009913BB">
      <w:pPr>
        <w:pStyle w:val="af"/>
        <w:jc w:val="right"/>
        <w:rPr>
          <w:rFonts w:ascii="Times New Roman" w:hAnsi="Times New Roman"/>
          <w:i/>
          <w:sz w:val="26"/>
          <w:szCs w:val="26"/>
        </w:rPr>
      </w:pPr>
      <w:r w:rsidRPr="00B94199">
        <w:rPr>
          <w:rFonts w:ascii="Times New Roman" w:hAnsi="Times New Roman"/>
          <w:i/>
          <w:sz w:val="26"/>
          <w:szCs w:val="26"/>
        </w:rPr>
        <w:lastRenderedPageBreak/>
        <w:t>Приложение 1</w:t>
      </w:r>
    </w:p>
    <w:p w:rsidR="00C0338D" w:rsidRPr="00B94199" w:rsidRDefault="00C0338D" w:rsidP="00C0338D">
      <w:pPr>
        <w:pStyle w:val="af"/>
        <w:jc w:val="right"/>
        <w:rPr>
          <w:rFonts w:ascii="Times New Roman" w:hAnsi="Times New Roman"/>
          <w:i/>
          <w:sz w:val="26"/>
          <w:szCs w:val="26"/>
        </w:rPr>
      </w:pPr>
      <w:r w:rsidRPr="00B94199">
        <w:rPr>
          <w:rFonts w:ascii="Times New Roman" w:hAnsi="Times New Roman"/>
          <w:i/>
          <w:sz w:val="26"/>
          <w:szCs w:val="26"/>
        </w:rPr>
        <w:t xml:space="preserve">к Положению </w:t>
      </w:r>
      <w:r w:rsidR="005E3434" w:rsidRPr="00B94199">
        <w:rPr>
          <w:rFonts w:ascii="Times New Roman" w:hAnsi="Times New Roman"/>
          <w:i/>
          <w:sz w:val="26"/>
          <w:szCs w:val="26"/>
        </w:rPr>
        <w:t>Фестиваля «Ыдж</w:t>
      </w:r>
      <w:r w:rsidR="008143DA" w:rsidRPr="00B94199">
        <w:rPr>
          <w:rFonts w:ascii="Times New Roman" w:hAnsi="Times New Roman"/>
          <w:i/>
          <w:sz w:val="26"/>
          <w:szCs w:val="26"/>
        </w:rPr>
        <w:t>ы</w:t>
      </w:r>
      <w:r w:rsidR="005E3434" w:rsidRPr="00B94199">
        <w:rPr>
          <w:rFonts w:ascii="Times New Roman" w:hAnsi="Times New Roman"/>
          <w:i/>
          <w:sz w:val="26"/>
          <w:szCs w:val="26"/>
        </w:rPr>
        <w:t>т туй»</w:t>
      </w:r>
      <w:r w:rsidR="00B94199" w:rsidRPr="00B94199">
        <w:rPr>
          <w:rFonts w:ascii="Times New Roman" w:hAnsi="Times New Roman"/>
          <w:i/>
          <w:sz w:val="26"/>
          <w:szCs w:val="26"/>
        </w:rPr>
        <w:t>, 2017</w:t>
      </w:r>
    </w:p>
    <w:p w:rsidR="00614CB0" w:rsidRPr="00B94199" w:rsidRDefault="00614CB0" w:rsidP="00614CB0">
      <w:pPr>
        <w:pStyle w:val="af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614CB0" w:rsidRDefault="00614CB0" w:rsidP="00614CB0">
      <w:pPr>
        <w:pStyle w:val="af"/>
        <w:jc w:val="center"/>
        <w:rPr>
          <w:rFonts w:ascii="Times New Roman" w:hAnsi="Times New Roman"/>
          <w:sz w:val="26"/>
          <w:szCs w:val="26"/>
        </w:rPr>
      </w:pPr>
    </w:p>
    <w:p w:rsidR="005E3434" w:rsidRPr="005E3434" w:rsidRDefault="005E3434" w:rsidP="00614CB0">
      <w:pPr>
        <w:pStyle w:val="af"/>
        <w:jc w:val="center"/>
        <w:rPr>
          <w:rFonts w:ascii="Times New Roman" w:hAnsi="Times New Roman"/>
          <w:b/>
          <w:sz w:val="26"/>
          <w:szCs w:val="26"/>
        </w:rPr>
      </w:pPr>
      <w:r w:rsidRPr="005E3434">
        <w:rPr>
          <w:rFonts w:ascii="Times New Roman" w:hAnsi="Times New Roman"/>
          <w:b/>
          <w:sz w:val="26"/>
          <w:szCs w:val="26"/>
        </w:rPr>
        <w:t>ЗАЯВКА</w:t>
      </w:r>
    </w:p>
    <w:p w:rsidR="005E3434" w:rsidRPr="005E3434" w:rsidRDefault="005E3434" w:rsidP="005E3434">
      <w:pPr>
        <w:pStyle w:val="af"/>
        <w:jc w:val="center"/>
        <w:rPr>
          <w:rFonts w:ascii="Times New Roman" w:hAnsi="Times New Roman"/>
          <w:b/>
          <w:sz w:val="26"/>
          <w:szCs w:val="26"/>
        </w:rPr>
      </w:pPr>
      <w:r w:rsidRPr="005E3434">
        <w:rPr>
          <w:rFonts w:ascii="Times New Roman" w:hAnsi="Times New Roman"/>
          <w:b/>
          <w:sz w:val="26"/>
          <w:szCs w:val="26"/>
        </w:rPr>
        <w:t xml:space="preserve">на участие </w:t>
      </w:r>
      <w:r w:rsidR="00881895">
        <w:rPr>
          <w:rFonts w:ascii="Times New Roman" w:hAnsi="Times New Roman"/>
          <w:b/>
          <w:sz w:val="26"/>
          <w:szCs w:val="26"/>
        </w:rPr>
        <w:t xml:space="preserve">в </w:t>
      </w:r>
      <w:r w:rsidRPr="005E3434">
        <w:rPr>
          <w:rFonts w:ascii="Times New Roman" w:hAnsi="Times New Roman"/>
          <w:b/>
          <w:sz w:val="26"/>
          <w:szCs w:val="26"/>
          <w:lang w:val="en-US"/>
        </w:rPr>
        <w:t>VI</w:t>
      </w:r>
      <w:r w:rsidR="00881895">
        <w:rPr>
          <w:rFonts w:ascii="Times New Roman" w:hAnsi="Times New Roman"/>
          <w:b/>
          <w:sz w:val="26"/>
          <w:szCs w:val="26"/>
          <w:lang w:val="en-US"/>
        </w:rPr>
        <w:t>I</w:t>
      </w:r>
      <w:r w:rsidR="00B94199">
        <w:rPr>
          <w:rFonts w:ascii="Times New Roman" w:hAnsi="Times New Roman"/>
          <w:b/>
          <w:sz w:val="26"/>
          <w:szCs w:val="26"/>
          <w:lang w:val="en-US"/>
        </w:rPr>
        <w:t>I</w:t>
      </w:r>
      <w:r w:rsidR="00B94199">
        <w:rPr>
          <w:rFonts w:ascii="Times New Roman" w:hAnsi="Times New Roman"/>
          <w:b/>
          <w:sz w:val="26"/>
          <w:szCs w:val="26"/>
        </w:rPr>
        <w:t xml:space="preserve"> </w:t>
      </w:r>
      <w:r w:rsidR="00881895">
        <w:rPr>
          <w:rFonts w:ascii="Times New Roman" w:hAnsi="Times New Roman"/>
          <w:b/>
          <w:sz w:val="26"/>
          <w:szCs w:val="26"/>
        </w:rPr>
        <w:t>Межмуниципальном фестивале</w:t>
      </w:r>
      <w:r w:rsidRPr="005E3434">
        <w:rPr>
          <w:rFonts w:ascii="Times New Roman" w:hAnsi="Times New Roman"/>
          <w:b/>
          <w:sz w:val="26"/>
          <w:szCs w:val="26"/>
        </w:rPr>
        <w:t xml:space="preserve"> исторических мест</w:t>
      </w:r>
    </w:p>
    <w:p w:rsidR="005E3434" w:rsidRPr="005E3434" w:rsidRDefault="005E3434" w:rsidP="005E3434">
      <w:pPr>
        <w:pStyle w:val="af"/>
        <w:jc w:val="center"/>
        <w:rPr>
          <w:rFonts w:ascii="Times New Roman" w:hAnsi="Times New Roman"/>
          <w:b/>
          <w:sz w:val="26"/>
          <w:szCs w:val="26"/>
        </w:rPr>
      </w:pPr>
      <w:r w:rsidRPr="005E3434">
        <w:rPr>
          <w:rFonts w:ascii="Times New Roman" w:hAnsi="Times New Roman"/>
          <w:b/>
          <w:sz w:val="26"/>
          <w:szCs w:val="26"/>
        </w:rPr>
        <w:t>«Ыджыт туй» (Большая дорога)</w:t>
      </w:r>
    </w:p>
    <w:p w:rsidR="005E3434" w:rsidRDefault="005E3434" w:rsidP="005E3434">
      <w:pPr>
        <w:pStyle w:val="af"/>
        <w:ind w:left="4320"/>
        <w:rPr>
          <w:rFonts w:ascii="Times New Roman" w:hAnsi="Times New Roman"/>
          <w:sz w:val="26"/>
          <w:szCs w:val="26"/>
        </w:rPr>
      </w:pPr>
    </w:p>
    <w:p w:rsidR="005E3434" w:rsidRDefault="00B94199" w:rsidP="005E3434">
      <w:pPr>
        <w:pStyle w:val="af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16 сентября 2017</w:t>
      </w:r>
      <w:r w:rsidR="005E3434">
        <w:rPr>
          <w:rFonts w:ascii="Times New Roman" w:hAnsi="Times New Roman"/>
          <w:sz w:val="26"/>
          <w:szCs w:val="26"/>
        </w:rPr>
        <w:t xml:space="preserve"> г.</w:t>
      </w:r>
    </w:p>
    <w:p w:rsidR="005E3434" w:rsidRDefault="005E3434" w:rsidP="005E3434">
      <w:pPr>
        <w:pStyle w:val="af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с. Коса, Косинский муниципальный район</w:t>
      </w:r>
    </w:p>
    <w:p w:rsidR="00E34E68" w:rsidRDefault="00E34E68" w:rsidP="005E3434">
      <w:pPr>
        <w:pStyle w:val="af"/>
        <w:jc w:val="right"/>
        <w:rPr>
          <w:rFonts w:ascii="Times New Roman" w:hAnsi="Times New Roman"/>
          <w:sz w:val="26"/>
          <w:szCs w:val="26"/>
        </w:rPr>
      </w:pPr>
    </w:p>
    <w:p w:rsidR="00E34E68" w:rsidRPr="00881895" w:rsidRDefault="00E34E68" w:rsidP="005E3434">
      <w:pPr>
        <w:pStyle w:val="af"/>
        <w:jc w:val="right"/>
        <w:rPr>
          <w:rFonts w:ascii="Times New Roman" w:hAnsi="Times New Roman"/>
          <w:b/>
          <w:sz w:val="26"/>
          <w:szCs w:val="26"/>
        </w:rPr>
      </w:pPr>
    </w:p>
    <w:p w:rsidR="008550A2" w:rsidRPr="00881895" w:rsidRDefault="008550A2" w:rsidP="008550A2">
      <w:pPr>
        <w:pStyle w:val="af"/>
        <w:ind w:left="360"/>
        <w:rPr>
          <w:rFonts w:ascii="Times New Roman" w:hAnsi="Times New Roman"/>
          <w:b/>
          <w:sz w:val="26"/>
          <w:szCs w:val="26"/>
        </w:rPr>
      </w:pPr>
      <w:r w:rsidRPr="00881895">
        <w:rPr>
          <w:rFonts w:ascii="Times New Roman" w:hAnsi="Times New Roman"/>
          <w:b/>
          <w:sz w:val="26"/>
          <w:szCs w:val="26"/>
        </w:rPr>
        <w:t>О</w:t>
      </w:r>
      <w:r w:rsidR="00E34E68" w:rsidRPr="00881895">
        <w:rPr>
          <w:rFonts w:ascii="Times New Roman" w:hAnsi="Times New Roman"/>
          <w:b/>
          <w:sz w:val="26"/>
          <w:szCs w:val="26"/>
        </w:rPr>
        <w:t>бязательные, общие с</w:t>
      </w:r>
      <w:r w:rsidRPr="00881895">
        <w:rPr>
          <w:rFonts w:ascii="Times New Roman" w:hAnsi="Times New Roman"/>
          <w:b/>
          <w:sz w:val="26"/>
          <w:szCs w:val="26"/>
        </w:rPr>
        <w:t>ведения участников Фестиваля</w:t>
      </w:r>
      <w:r w:rsidR="00881895" w:rsidRPr="00881895">
        <w:rPr>
          <w:rFonts w:ascii="Times New Roman" w:hAnsi="Times New Roman"/>
          <w:b/>
          <w:sz w:val="26"/>
          <w:szCs w:val="26"/>
        </w:rPr>
        <w:t>:</w:t>
      </w:r>
    </w:p>
    <w:p w:rsidR="005E3434" w:rsidRPr="00881895" w:rsidRDefault="005E3434" w:rsidP="005E3434">
      <w:pPr>
        <w:pStyle w:val="af2"/>
        <w:numPr>
          <w:ilvl w:val="0"/>
          <w:numId w:val="4"/>
        </w:numPr>
        <w:rPr>
          <w:sz w:val="26"/>
          <w:szCs w:val="26"/>
        </w:rPr>
      </w:pPr>
      <w:r w:rsidRPr="00881895">
        <w:rPr>
          <w:sz w:val="26"/>
          <w:szCs w:val="26"/>
        </w:rPr>
        <w:t>Название муниципального района, населенного пункта</w:t>
      </w:r>
      <w:r w:rsidR="00881895">
        <w:rPr>
          <w:sz w:val="26"/>
          <w:szCs w:val="26"/>
        </w:rPr>
        <w:t>;</w:t>
      </w:r>
      <w:r w:rsidRPr="00881895">
        <w:rPr>
          <w:sz w:val="26"/>
          <w:szCs w:val="26"/>
        </w:rPr>
        <w:t xml:space="preserve"> </w:t>
      </w:r>
    </w:p>
    <w:p w:rsidR="00881895" w:rsidRPr="00881895" w:rsidRDefault="00881895" w:rsidP="00881895">
      <w:pPr>
        <w:pStyle w:val="af2"/>
        <w:numPr>
          <w:ilvl w:val="0"/>
          <w:numId w:val="4"/>
        </w:numPr>
        <w:rPr>
          <w:sz w:val="26"/>
          <w:szCs w:val="26"/>
        </w:rPr>
      </w:pPr>
      <w:r w:rsidRPr="00881895">
        <w:rPr>
          <w:sz w:val="26"/>
          <w:szCs w:val="26"/>
        </w:rPr>
        <w:t>Общее количество делегации</w:t>
      </w:r>
      <w:r>
        <w:rPr>
          <w:sz w:val="26"/>
          <w:szCs w:val="26"/>
        </w:rPr>
        <w:t>;</w:t>
      </w:r>
    </w:p>
    <w:p w:rsidR="005E3434" w:rsidRPr="00881895" w:rsidRDefault="00881895" w:rsidP="00881895">
      <w:pPr>
        <w:pStyle w:val="af2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Информация о руководителе</w:t>
      </w:r>
      <w:r w:rsidR="005E3434" w:rsidRPr="00881895">
        <w:rPr>
          <w:sz w:val="26"/>
          <w:szCs w:val="26"/>
        </w:rPr>
        <w:t xml:space="preserve"> делегации </w:t>
      </w:r>
      <w:r>
        <w:rPr>
          <w:sz w:val="26"/>
          <w:szCs w:val="26"/>
        </w:rPr>
        <w:t xml:space="preserve"> </w:t>
      </w:r>
      <w:r w:rsidR="005E3434" w:rsidRPr="00881895">
        <w:rPr>
          <w:sz w:val="26"/>
          <w:szCs w:val="26"/>
        </w:rPr>
        <w:t>(ФИО, контактные телефоны</w:t>
      </w:r>
      <w:r w:rsidR="002071CF" w:rsidRPr="00881895">
        <w:rPr>
          <w:sz w:val="26"/>
          <w:szCs w:val="26"/>
        </w:rPr>
        <w:t xml:space="preserve"> для </w:t>
      </w:r>
      <w:r>
        <w:rPr>
          <w:sz w:val="26"/>
          <w:szCs w:val="26"/>
        </w:rPr>
        <w:t xml:space="preserve">               </w:t>
      </w:r>
      <w:r w:rsidR="002071CF" w:rsidRPr="00881895">
        <w:rPr>
          <w:sz w:val="26"/>
          <w:szCs w:val="26"/>
        </w:rPr>
        <w:t>решения организационных вопросов</w:t>
      </w:r>
      <w:r>
        <w:rPr>
          <w:sz w:val="26"/>
          <w:szCs w:val="26"/>
        </w:rPr>
        <w:t>, эл/</w:t>
      </w:r>
      <w:r w:rsidR="005E3434" w:rsidRPr="00881895">
        <w:rPr>
          <w:sz w:val="26"/>
          <w:szCs w:val="26"/>
        </w:rPr>
        <w:t>адрес)</w:t>
      </w:r>
      <w:r>
        <w:rPr>
          <w:sz w:val="26"/>
          <w:szCs w:val="26"/>
        </w:rPr>
        <w:t>.</w:t>
      </w:r>
    </w:p>
    <w:p w:rsidR="00B94199" w:rsidRDefault="00B94199" w:rsidP="00881895">
      <w:pPr>
        <w:ind w:left="360"/>
        <w:rPr>
          <w:sz w:val="26"/>
          <w:szCs w:val="26"/>
        </w:rPr>
      </w:pPr>
    </w:p>
    <w:p w:rsidR="00B94199" w:rsidRDefault="00B94199" w:rsidP="00B94199">
      <w:pPr>
        <w:ind w:left="360"/>
        <w:rPr>
          <w:sz w:val="26"/>
          <w:szCs w:val="26"/>
        </w:rPr>
      </w:pPr>
      <w:r w:rsidRPr="00B94199">
        <w:rPr>
          <w:b/>
          <w:sz w:val="26"/>
          <w:szCs w:val="26"/>
        </w:rPr>
        <w:t xml:space="preserve">Культурно-познавательная экскурсия </w:t>
      </w:r>
      <w:r>
        <w:rPr>
          <w:sz w:val="26"/>
          <w:szCs w:val="26"/>
        </w:rPr>
        <w:t xml:space="preserve">по путям следования Московско – </w:t>
      </w:r>
    </w:p>
    <w:p w:rsidR="00881895" w:rsidRDefault="00B94199" w:rsidP="00B94199">
      <w:pPr>
        <w:ind w:left="360"/>
        <w:rPr>
          <w:sz w:val="26"/>
          <w:szCs w:val="26"/>
        </w:rPr>
      </w:pPr>
      <w:r>
        <w:rPr>
          <w:sz w:val="26"/>
          <w:szCs w:val="26"/>
        </w:rPr>
        <w:t>Сибирского тракта через селения Косинского района по маршруту  Коса – Селище,</w:t>
      </w:r>
    </w:p>
    <w:p w:rsidR="00B94199" w:rsidRPr="00B94199" w:rsidRDefault="00B94199" w:rsidP="00B94199">
      <w:pPr>
        <w:ind w:left="360"/>
        <w:rPr>
          <w:b/>
          <w:sz w:val="26"/>
          <w:szCs w:val="26"/>
        </w:rPr>
      </w:pPr>
      <w:r>
        <w:rPr>
          <w:sz w:val="26"/>
          <w:szCs w:val="26"/>
        </w:rPr>
        <w:t xml:space="preserve">устная договоренность по телефону 8 342 98 21674. </w:t>
      </w:r>
    </w:p>
    <w:p w:rsidR="008550A2" w:rsidRPr="00881895" w:rsidRDefault="008550A2" w:rsidP="008550A2">
      <w:pPr>
        <w:pStyle w:val="af2"/>
        <w:ind w:left="360"/>
        <w:rPr>
          <w:sz w:val="26"/>
          <w:szCs w:val="26"/>
        </w:rPr>
      </w:pPr>
    </w:p>
    <w:p w:rsidR="005E3434" w:rsidRPr="00881895" w:rsidRDefault="008550A2" w:rsidP="008550A2">
      <w:pPr>
        <w:pStyle w:val="af2"/>
        <w:ind w:left="360"/>
        <w:rPr>
          <w:b/>
          <w:sz w:val="26"/>
          <w:szCs w:val="26"/>
        </w:rPr>
      </w:pPr>
      <w:r w:rsidRPr="00881895">
        <w:rPr>
          <w:b/>
          <w:sz w:val="26"/>
          <w:szCs w:val="26"/>
        </w:rPr>
        <w:t>Фестиваль народного творчества «Бабье лето»</w:t>
      </w:r>
    </w:p>
    <w:p w:rsidR="005E3434" w:rsidRPr="00881895" w:rsidRDefault="005E3434" w:rsidP="008550A2">
      <w:pPr>
        <w:pStyle w:val="af2"/>
        <w:numPr>
          <w:ilvl w:val="0"/>
          <w:numId w:val="6"/>
        </w:numPr>
        <w:rPr>
          <w:sz w:val="26"/>
          <w:szCs w:val="26"/>
        </w:rPr>
      </w:pPr>
      <w:r w:rsidRPr="00881895">
        <w:rPr>
          <w:sz w:val="26"/>
          <w:szCs w:val="26"/>
        </w:rPr>
        <w:t>Название творческог</w:t>
      </w:r>
      <w:r w:rsidR="00B94199">
        <w:rPr>
          <w:sz w:val="26"/>
          <w:szCs w:val="26"/>
        </w:rPr>
        <w:t>о коллектива, ФИО солиста и т.п., (количество человек).</w:t>
      </w:r>
    </w:p>
    <w:p w:rsidR="008550A2" w:rsidRPr="00881895" w:rsidRDefault="008550A2" w:rsidP="008550A2">
      <w:pPr>
        <w:pStyle w:val="af2"/>
        <w:numPr>
          <w:ilvl w:val="0"/>
          <w:numId w:val="6"/>
        </w:numPr>
        <w:rPr>
          <w:sz w:val="26"/>
          <w:szCs w:val="26"/>
        </w:rPr>
      </w:pPr>
      <w:r w:rsidRPr="00881895">
        <w:rPr>
          <w:sz w:val="26"/>
          <w:szCs w:val="26"/>
        </w:rPr>
        <w:t>Название учреждения, организации, населенного пункта</w:t>
      </w:r>
    </w:p>
    <w:p w:rsidR="005E3434" w:rsidRDefault="005E3434" w:rsidP="008550A2">
      <w:pPr>
        <w:pStyle w:val="af2"/>
        <w:numPr>
          <w:ilvl w:val="0"/>
          <w:numId w:val="6"/>
        </w:numPr>
        <w:rPr>
          <w:sz w:val="26"/>
          <w:szCs w:val="26"/>
        </w:rPr>
      </w:pPr>
      <w:r w:rsidRPr="00881895">
        <w:rPr>
          <w:sz w:val="26"/>
          <w:szCs w:val="26"/>
        </w:rPr>
        <w:t xml:space="preserve">Руководитель </w:t>
      </w:r>
      <w:r w:rsidR="002071CF" w:rsidRPr="00881895">
        <w:rPr>
          <w:sz w:val="26"/>
          <w:szCs w:val="26"/>
        </w:rPr>
        <w:t xml:space="preserve"> коллектива </w:t>
      </w:r>
      <w:r w:rsidRPr="00881895">
        <w:rPr>
          <w:sz w:val="26"/>
          <w:szCs w:val="26"/>
        </w:rPr>
        <w:t>(ФИО, контактные телефоны)</w:t>
      </w:r>
    </w:p>
    <w:p w:rsidR="00B94199" w:rsidRDefault="00B94199" w:rsidP="008550A2">
      <w:pPr>
        <w:pStyle w:val="af2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 xml:space="preserve">Репертуар. </w:t>
      </w:r>
    </w:p>
    <w:p w:rsidR="005E3434" w:rsidRPr="00881895" w:rsidRDefault="005E3434" w:rsidP="008550A2">
      <w:pPr>
        <w:pStyle w:val="af2"/>
        <w:numPr>
          <w:ilvl w:val="0"/>
          <w:numId w:val="6"/>
        </w:numPr>
        <w:rPr>
          <w:sz w:val="26"/>
          <w:szCs w:val="26"/>
        </w:rPr>
      </w:pPr>
      <w:r w:rsidRPr="00881895">
        <w:rPr>
          <w:sz w:val="26"/>
          <w:szCs w:val="26"/>
        </w:rPr>
        <w:t>Краткая характеристика коллектива (в произвольной форме, 3-4 предложения</w:t>
      </w:r>
      <w:r w:rsidR="002071CF" w:rsidRPr="00881895">
        <w:rPr>
          <w:sz w:val="26"/>
          <w:szCs w:val="26"/>
        </w:rPr>
        <w:t>)</w:t>
      </w:r>
    </w:p>
    <w:p w:rsidR="00B94199" w:rsidRPr="00881895" w:rsidRDefault="00B94199" w:rsidP="00B94199">
      <w:pPr>
        <w:pStyle w:val="af2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Технический райдер</w:t>
      </w:r>
    </w:p>
    <w:p w:rsidR="008550A2" w:rsidRPr="00881895" w:rsidRDefault="008550A2" w:rsidP="008550A2">
      <w:pPr>
        <w:ind w:left="360"/>
        <w:rPr>
          <w:sz w:val="26"/>
          <w:szCs w:val="26"/>
        </w:rPr>
      </w:pPr>
    </w:p>
    <w:p w:rsidR="00C70689" w:rsidRDefault="00881895" w:rsidP="00C70689">
      <w:pPr>
        <w:ind w:left="360"/>
        <w:rPr>
          <w:b/>
          <w:sz w:val="26"/>
          <w:szCs w:val="26"/>
        </w:rPr>
      </w:pPr>
      <w:r w:rsidRPr="00881895">
        <w:rPr>
          <w:b/>
          <w:sz w:val="26"/>
          <w:szCs w:val="26"/>
        </w:rPr>
        <w:t>Косинская ярмарка</w:t>
      </w:r>
    </w:p>
    <w:p w:rsidR="00881895" w:rsidRPr="00C70689" w:rsidRDefault="00881895" w:rsidP="00C70689">
      <w:pPr>
        <w:ind w:left="360"/>
        <w:rPr>
          <w:b/>
          <w:sz w:val="26"/>
          <w:szCs w:val="26"/>
        </w:rPr>
      </w:pPr>
      <w:r w:rsidRPr="00C70689">
        <w:rPr>
          <w:sz w:val="26"/>
          <w:szCs w:val="26"/>
        </w:rPr>
        <w:t>ФИО</w:t>
      </w:r>
      <w:r w:rsidR="002071CF" w:rsidRPr="00C70689">
        <w:rPr>
          <w:sz w:val="26"/>
          <w:szCs w:val="26"/>
        </w:rPr>
        <w:t>, место жительства</w:t>
      </w:r>
      <w:r w:rsidR="00C70689" w:rsidRPr="00C70689">
        <w:rPr>
          <w:sz w:val="26"/>
          <w:szCs w:val="26"/>
        </w:rPr>
        <w:t>, вид деятельности, количество</w:t>
      </w:r>
      <w:r w:rsidR="00C70689">
        <w:rPr>
          <w:sz w:val="26"/>
          <w:szCs w:val="26"/>
        </w:rPr>
        <w:t xml:space="preserve"> участников</w:t>
      </w:r>
      <w:r w:rsidR="00C70689" w:rsidRPr="00C70689">
        <w:rPr>
          <w:sz w:val="26"/>
          <w:szCs w:val="26"/>
        </w:rPr>
        <w:t>.</w:t>
      </w:r>
    </w:p>
    <w:p w:rsidR="002071CF" w:rsidRPr="00881895" w:rsidRDefault="008550A2" w:rsidP="00B94199">
      <w:pPr>
        <w:ind w:left="360"/>
        <w:rPr>
          <w:sz w:val="26"/>
          <w:szCs w:val="26"/>
        </w:rPr>
      </w:pPr>
      <w:r w:rsidRPr="00881895">
        <w:rPr>
          <w:sz w:val="26"/>
          <w:szCs w:val="26"/>
        </w:rPr>
        <w:t xml:space="preserve"> </w:t>
      </w:r>
    </w:p>
    <w:p w:rsidR="002071CF" w:rsidRDefault="00881895" w:rsidP="00881895">
      <w:pPr>
        <w:ind w:left="360"/>
        <w:rPr>
          <w:sz w:val="26"/>
          <w:szCs w:val="26"/>
        </w:rPr>
      </w:pPr>
      <w:r w:rsidRPr="00C70689">
        <w:rPr>
          <w:b/>
          <w:sz w:val="26"/>
          <w:szCs w:val="26"/>
        </w:rPr>
        <w:t>Внимание!</w:t>
      </w:r>
      <w:r>
        <w:rPr>
          <w:sz w:val="26"/>
          <w:szCs w:val="26"/>
        </w:rPr>
        <w:t xml:space="preserve">  В раздел 5, данного Положения, подробно прописаны все условия             участия в Фестивале и перечень запрашиваемой информации</w:t>
      </w:r>
      <w:r w:rsidR="002071CF" w:rsidRPr="00881895">
        <w:rPr>
          <w:sz w:val="26"/>
          <w:szCs w:val="26"/>
        </w:rPr>
        <w:t>.</w:t>
      </w:r>
    </w:p>
    <w:p w:rsidR="001111F0" w:rsidRDefault="001111F0" w:rsidP="00881895">
      <w:pPr>
        <w:ind w:left="360"/>
        <w:rPr>
          <w:sz w:val="26"/>
          <w:szCs w:val="26"/>
        </w:rPr>
      </w:pPr>
    </w:p>
    <w:p w:rsidR="00B94199" w:rsidRDefault="001111F0" w:rsidP="001111F0">
      <w:pPr>
        <w:ind w:left="360"/>
        <w:rPr>
          <w:sz w:val="26"/>
          <w:szCs w:val="26"/>
        </w:rPr>
      </w:pPr>
      <w:r w:rsidRPr="001111F0">
        <w:rPr>
          <w:b/>
          <w:sz w:val="26"/>
          <w:szCs w:val="26"/>
        </w:rPr>
        <w:t>Приглашаем всех</w:t>
      </w:r>
      <w:r w:rsidR="00B94199">
        <w:rPr>
          <w:sz w:val="26"/>
          <w:szCs w:val="26"/>
        </w:rPr>
        <w:t xml:space="preserve"> желающих принять участие </w:t>
      </w:r>
      <w:r>
        <w:rPr>
          <w:sz w:val="26"/>
          <w:szCs w:val="26"/>
        </w:rPr>
        <w:t>в мероприятии «Лавки старинных ремесел и промыслов»</w:t>
      </w:r>
      <w:r w:rsidRPr="001111F0">
        <w:rPr>
          <w:sz w:val="26"/>
          <w:szCs w:val="26"/>
        </w:rPr>
        <w:t xml:space="preserve"> </w:t>
      </w:r>
      <w:r>
        <w:rPr>
          <w:sz w:val="26"/>
          <w:szCs w:val="26"/>
        </w:rPr>
        <w:t>во время «Прогулки в прошлое». Вы можете стать и орган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затором площадки, и ее активным участником. </w:t>
      </w:r>
      <w:r>
        <w:rPr>
          <w:sz w:val="26"/>
          <w:szCs w:val="26"/>
        </w:rPr>
        <w:br/>
      </w:r>
    </w:p>
    <w:p w:rsidR="001111F0" w:rsidRDefault="00B94199" w:rsidP="001111F0">
      <w:pPr>
        <w:ind w:left="360"/>
        <w:rPr>
          <w:sz w:val="26"/>
          <w:szCs w:val="26"/>
        </w:rPr>
      </w:pPr>
      <w:r w:rsidRPr="0003172B">
        <w:rPr>
          <w:b/>
          <w:sz w:val="26"/>
          <w:szCs w:val="26"/>
        </w:rPr>
        <w:t>Выставка – конкурс «Дары природы в корзинке»</w:t>
      </w:r>
      <w:r>
        <w:rPr>
          <w:sz w:val="26"/>
          <w:szCs w:val="26"/>
        </w:rPr>
        <w:t xml:space="preserve"> объявлен для всех желающих.</w:t>
      </w:r>
      <w:r w:rsidR="001111F0">
        <w:rPr>
          <w:sz w:val="26"/>
          <w:szCs w:val="26"/>
        </w:rPr>
        <w:br/>
      </w:r>
    </w:p>
    <w:p w:rsidR="001111F0" w:rsidRDefault="00B94199" w:rsidP="001111F0">
      <w:pPr>
        <w:ind w:left="360"/>
        <w:rPr>
          <w:sz w:val="26"/>
          <w:szCs w:val="26"/>
        </w:rPr>
      </w:pPr>
      <w:r>
        <w:rPr>
          <w:sz w:val="26"/>
          <w:szCs w:val="26"/>
        </w:rPr>
        <w:t>Принимаются заявки на участие в ярмарочных развалах.</w:t>
      </w:r>
    </w:p>
    <w:p w:rsidR="00B94199" w:rsidRDefault="00B94199" w:rsidP="001111F0">
      <w:pPr>
        <w:ind w:left="360"/>
        <w:rPr>
          <w:sz w:val="26"/>
          <w:szCs w:val="26"/>
        </w:rPr>
      </w:pPr>
    </w:p>
    <w:p w:rsidR="001111F0" w:rsidRDefault="001111F0" w:rsidP="001111F0">
      <w:pPr>
        <w:ind w:left="360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Друзья! Коллеги!</w:t>
      </w:r>
    </w:p>
    <w:p w:rsidR="001111F0" w:rsidRDefault="001111F0" w:rsidP="001111F0">
      <w:pPr>
        <w:ind w:left="360"/>
        <w:jc w:val="center"/>
        <w:rPr>
          <w:i/>
          <w:sz w:val="26"/>
          <w:szCs w:val="26"/>
        </w:rPr>
      </w:pPr>
    </w:p>
    <w:p w:rsidR="001111F0" w:rsidRPr="001111F0" w:rsidRDefault="001111F0" w:rsidP="001111F0">
      <w:pPr>
        <w:ind w:left="360"/>
        <w:jc w:val="center"/>
        <w:rPr>
          <w:i/>
          <w:sz w:val="26"/>
          <w:szCs w:val="26"/>
        </w:rPr>
      </w:pPr>
      <w:r w:rsidRPr="001111F0">
        <w:rPr>
          <w:i/>
          <w:sz w:val="26"/>
          <w:szCs w:val="26"/>
        </w:rPr>
        <w:t xml:space="preserve">Ждем </w:t>
      </w:r>
      <w:r>
        <w:rPr>
          <w:i/>
          <w:sz w:val="26"/>
          <w:szCs w:val="26"/>
        </w:rPr>
        <w:t xml:space="preserve">Ваших </w:t>
      </w:r>
      <w:r w:rsidRPr="001111F0">
        <w:rPr>
          <w:i/>
          <w:sz w:val="26"/>
          <w:szCs w:val="26"/>
        </w:rPr>
        <w:t xml:space="preserve">заявок на участие в </w:t>
      </w:r>
      <w:r>
        <w:rPr>
          <w:i/>
          <w:sz w:val="26"/>
          <w:szCs w:val="26"/>
        </w:rPr>
        <w:t xml:space="preserve">нашем </w:t>
      </w:r>
      <w:r w:rsidRPr="001111F0">
        <w:rPr>
          <w:i/>
          <w:sz w:val="26"/>
          <w:szCs w:val="26"/>
        </w:rPr>
        <w:t>Фестивале!</w:t>
      </w:r>
    </w:p>
    <w:p w:rsidR="001111F0" w:rsidRPr="001111F0" w:rsidRDefault="001111F0" w:rsidP="001111F0">
      <w:pPr>
        <w:ind w:left="360"/>
        <w:jc w:val="center"/>
        <w:rPr>
          <w:i/>
          <w:sz w:val="26"/>
          <w:szCs w:val="26"/>
        </w:rPr>
      </w:pPr>
      <w:r w:rsidRPr="001111F0">
        <w:rPr>
          <w:i/>
          <w:sz w:val="26"/>
          <w:szCs w:val="26"/>
        </w:rPr>
        <w:t>Будем рады Вашей заинтересованности!</w:t>
      </w:r>
    </w:p>
    <w:p w:rsidR="00A1593F" w:rsidRDefault="001111F0" w:rsidP="00DE03AC">
      <w:pPr>
        <w:ind w:left="360"/>
        <w:jc w:val="center"/>
        <w:rPr>
          <w:b/>
          <w:i/>
          <w:sz w:val="26"/>
          <w:szCs w:val="26"/>
        </w:rPr>
      </w:pPr>
      <w:r w:rsidRPr="001111F0">
        <w:rPr>
          <w:i/>
          <w:sz w:val="26"/>
          <w:szCs w:val="26"/>
        </w:rPr>
        <w:t xml:space="preserve">Надеемся на </w:t>
      </w:r>
      <w:r>
        <w:rPr>
          <w:i/>
          <w:sz w:val="26"/>
          <w:szCs w:val="26"/>
        </w:rPr>
        <w:t xml:space="preserve">взаимное </w:t>
      </w:r>
      <w:r w:rsidRPr="001111F0">
        <w:rPr>
          <w:i/>
          <w:sz w:val="26"/>
          <w:szCs w:val="26"/>
        </w:rPr>
        <w:t>сотрудничество!</w:t>
      </w:r>
      <w:r w:rsidR="008D38D3">
        <w:rPr>
          <w:b/>
          <w:i/>
          <w:sz w:val="26"/>
          <w:szCs w:val="26"/>
        </w:rPr>
        <w:t xml:space="preserve">   </w:t>
      </w:r>
    </w:p>
    <w:p w:rsidR="00A1593F" w:rsidRDefault="00A1593F" w:rsidP="00DE03AC">
      <w:pPr>
        <w:ind w:left="360"/>
        <w:jc w:val="center"/>
        <w:rPr>
          <w:b/>
          <w:i/>
          <w:sz w:val="26"/>
          <w:szCs w:val="26"/>
        </w:rPr>
      </w:pPr>
    </w:p>
    <w:p w:rsidR="00A1593F" w:rsidRDefault="00A1593F" w:rsidP="00A1593F">
      <w:pPr>
        <w:pStyle w:val="af"/>
        <w:jc w:val="right"/>
        <w:rPr>
          <w:rFonts w:ascii="Times New Roman" w:hAnsi="Times New Roman"/>
          <w:b/>
          <w:i/>
          <w:color w:val="000000" w:themeColor="text1"/>
          <w:sz w:val="24"/>
          <w:szCs w:val="24"/>
        </w:rPr>
        <w:sectPr w:rsidR="00A1593F" w:rsidSect="00A1593F">
          <w:pgSz w:w="11906" w:h="16838"/>
          <w:pgMar w:top="426" w:right="1080" w:bottom="1440" w:left="1080" w:header="708" w:footer="708" w:gutter="0"/>
          <w:cols w:space="708"/>
          <w:docGrid w:linePitch="360"/>
        </w:sectPr>
      </w:pPr>
    </w:p>
    <w:p w:rsidR="007F0795" w:rsidRDefault="007F0795" w:rsidP="007379E5">
      <w:pPr>
        <w:pStyle w:val="af"/>
        <w:ind w:firstLine="708"/>
        <w:jc w:val="right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907EE5" w:rsidRPr="007E533A" w:rsidRDefault="00907EE5" w:rsidP="007379E5">
      <w:pPr>
        <w:pStyle w:val="af"/>
        <w:ind w:firstLine="708"/>
        <w:jc w:val="right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7E533A">
        <w:rPr>
          <w:rFonts w:ascii="Times New Roman" w:hAnsi="Times New Roman"/>
          <w:b/>
          <w:i/>
          <w:color w:val="000000" w:themeColor="text1"/>
          <w:sz w:val="28"/>
          <w:szCs w:val="28"/>
        </w:rPr>
        <w:t>Пресс - релиз</w:t>
      </w:r>
    </w:p>
    <w:p w:rsidR="00907EE5" w:rsidRPr="007E533A" w:rsidRDefault="00907EE5" w:rsidP="009E5982">
      <w:pPr>
        <w:pStyle w:val="af"/>
        <w:ind w:firstLine="708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7379E5" w:rsidRPr="007E533A" w:rsidRDefault="00A1593F" w:rsidP="007379E5">
      <w:pPr>
        <w:pStyle w:val="af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33A">
        <w:rPr>
          <w:rFonts w:ascii="Times New Roman" w:hAnsi="Times New Roman"/>
          <w:b/>
          <w:color w:val="000000" w:themeColor="text1"/>
          <w:sz w:val="24"/>
          <w:szCs w:val="24"/>
        </w:rPr>
        <w:t>Межмуниципальный фестиваль исторических мест «Ыджыт туй»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проводится</w:t>
      </w:r>
      <w:r w:rsidR="007F0795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E533A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</w:t>
      </w:r>
      <w:r w:rsidR="007F0795" w:rsidRPr="007E533A">
        <w:rPr>
          <w:rFonts w:ascii="Times New Roman" w:hAnsi="Times New Roman"/>
          <w:color w:val="000000" w:themeColor="text1"/>
          <w:sz w:val="24"/>
          <w:szCs w:val="24"/>
        </w:rPr>
        <w:t>в  Косинском районе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07EE5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с 2010 года. Проходит фестиваль на открытой площадке, в самом центре  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с. Коса. </w:t>
      </w:r>
      <w:r w:rsidR="007379E5" w:rsidRPr="007E533A">
        <w:rPr>
          <w:rFonts w:ascii="Times New Roman" w:hAnsi="Times New Roman"/>
          <w:color w:val="000000" w:themeColor="text1"/>
          <w:sz w:val="24"/>
          <w:szCs w:val="24"/>
        </w:rPr>
        <w:t>Фестиваль проводится по инициативе</w:t>
      </w:r>
      <w:r w:rsidR="007F0795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и </w:t>
      </w:r>
      <w:r w:rsidR="007379E5" w:rsidRPr="007E533A">
        <w:rPr>
          <w:rFonts w:ascii="Times New Roman" w:hAnsi="Times New Roman"/>
          <w:color w:val="000000" w:themeColor="text1"/>
          <w:sz w:val="24"/>
          <w:szCs w:val="24"/>
        </w:rPr>
        <w:t>под руководством Отдела культуры и мол</w:t>
      </w:r>
      <w:r w:rsidR="007379E5" w:rsidRPr="007E533A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7379E5" w:rsidRPr="007E533A">
        <w:rPr>
          <w:rFonts w:ascii="Times New Roman" w:hAnsi="Times New Roman"/>
          <w:color w:val="000000" w:themeColor="text1"/>
          <w:sz w:val="24"/>
          <w:szCs w:val="24"/>
        </w:rPr>
        <w:t>дежной политики, при участии  учреждений культуры, образования и сельских поселений района. Три предыдущих года фестиваль был поддержан Администрацией губернатора Пер</w:t>
      </w:r>
      <w:r w:rsidR="007379E5" w:rsidRPr="007E533A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="007379E5" w:rsidRPr="007E533A">
        <w:rPr>
          <w:rFonts w:ascii="Times New Roman" w:hAnsi="Times New Roman"/>
          <w:color w:val="000000" w:themeColor="text1"/>
          <w:sz w:val="24"/>
          <w:szCs w:val="24"/>
        </w:rPr>
        <w:t>ского края, Министерством культуры Пермского края, Коми-Пермяцким этнокультурным центром в рамках подпрограммы «Реализация государственной национальной политики в Пермском крае» государственной программы «Обеспечение взаимодействия общества и вл</w:t>
      </w:r>
      <w:r w:rsidR="007379E5" w:rsidRPr="007E533A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7379E5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сти». </w:t>
      </w:r>
      <w:r w:rsidR="00FF7F7D" w:rsidRPr="007E533A">
        <w:rPr>
          <w:rFonts w:ascii="Times New Roman" w:hAnsi="Times New Roman"/>
          <w:color w:val="000000" w:themeColor="text1"/>
          <w:sz w:val="24"/>
          <w:szCs w:val="24"/>
        </w:rPr>
        <w:t>Ежегодно, о</w:t>
      </w:r>
      <w:r w:rsidR="004D5661" w:rsidRPr="007E533A">
        <w:rPr>
          <w:rFonts w:ascii="Times New Roman" w:hAnsi="Times New Roman"/>
          <w:color w:val="000000" w:themeColor="text1"/>
          <w:sz w:val="24"/>
          <w:szCs w:val="24"/>
        </w:rPr>
        <w:t>сновное ф</w:t>
      </w:r>
      <w:r w:rsidR="007F0795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инансирование фестиваля </w:t>
      </w:r>
      <w:r w:rsidR="004D5661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осуществляется </w:t>
      </w:r>
      <w:r w:rsidR="007F0795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за счет </w:t>
      </w:r>
      <w:r w:rsidR="004D5661" w:rsidRPr="007E533A">
        <w:rPr>
          <w:rFonts w:ascii="Times New Roman" w:hAnsi="Times New Roman"/>
          <w:color w:val="000000" w:themeColor="text1"/>
          <w:sz w:val="24"/>
          <w:szCs w:val="24"/>
        </w:rPr>
        <w:t>средств местн</w:t>
      </w:r>
      <w:r w:rsidR="004D5661" w:rsidRPr="007E533A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4D5661" w:rsidRPr="007E533A">
        <w:rPr>
          <w:rFonts w:ascii="Times New Roman" w:hAnsi="Times New Roman"/>
          <w:color w:val="000000" w:themeColor="text1"/>
          <w:sz w:val="24"/>
          <w:szCs w:val="24"/>
        </w:rPr>
        <w:t>го бюджета.</w:t>
      </w:r>
    </w:p>
    <w:p w:rsidR="00907EE5" w:rsidRPr="007E533A" w:rsidRDefault="00202A8B" w:rsidP="007379E5">
      <w:pPr>
        <w:pStyle w:val="af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В переводе с коми-пермяцкого языка «ыджыт туй» значит большая дорога. </w:t>
      </w:r>
      <w:r w:rsidR="00A1593F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Большой дорогой </w:t>
      </w:r>
      <w:r w:rsidR="007379E5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мы </w:t>
      </w:r>
      <w:r w:rsidR="00A1593F" w:rsidRPr="007E533A">
        <w:rPr>
          <w:rFonts w:ascii="Times New Roman" w:hAnsi="Times New Roman"/>
          <w:color w:val="000000" w:themeColor="text1"/>
          <w:sz w:val="24"/>
          <w:szCs w:val="24"/>
        </w:rPr>
        <w:t>называ</w:t>
      </w:r>
      <w:r w:rsidR="007379E5" w:rsidRPr="007E533A">
        <w:rPr>
          <w:rFonts w:ascii="Times New Roman" w:hAnsi="Times New Roman"/>
          <w:color w:val="000000" w:themeColor="text1"/>
          <w:sz w:val="24"/>
          <w:szCs w:val="24"/>
        </w:rPr>
        <w:t>ем</w:t>
      </w:r>
      <w:r w:rsidR="00A1593F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Московско-Сибирский тракт, кото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>рый с</w:t>
      </w:r>
      <w:r w:rsidR="00A1593F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конца </w:t>
      </w:r>
      <w:r w:rsidR="00A1593F" w:rsidRPr="007E533A">
        <w:rPr>
          <w:rFonts w:ascii="Times New Roman" w:hAnsi="Times New Roman"/>
          <w:color w:val="000000" w:themeColor="text1"/>
          <w:sz w:val="24"/>
          <w:szCs w:val="24"/>
        </w:rPr>
        <w:t>XVI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века и до конца </w:t>
      </w:r>
      <w:r w:rsidR="00A1593F" w:rsidRPr="007E533A">
        <w:rPr>
          <w:rFonts w:ascii="Times New Roman" w:hAnsi="Times New Roman"/>
          <w:color w:val="000000" w:themeColor="text1"/>
          <w:sz w:val="24"/>
          <w:szCs w:val="24"/>
        </w:rPr>
        <w:t>XVIII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века</w:t>
      </w:r>
      <w:r w:rsidR="00A1593F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пролегал через селения Косинского района. 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907EE5" w:rsidRPr="007E533A">
        <w:rPr>
          <w:rFonts w:ascii="Times New Roman" w:hAnsi="Times New Roman"/>
          <w:color w:val="000000" w:themeColor="text1"/>
          <w:sz w:val="24"/>
          <w:szCs w:val="24"/>
        </w:rPr>
        <w:t>пециалистами Пермского государс</w:t>
      </w:r>
      <w:r w:rsidR="00907EE5" w:rsidRPr="007E533A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="00907EE5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венного университета и 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>одним из ведущих издательств учебной картографической продукции</w:t>
      </w:r>
      <w:r w:rsidR="00FF7F7D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издательством ДИК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,  в 2000 году был разработан и составлен «Атлас  Пермской области». </w:t>
      </w:r>
      <w:r w:rsidR="007E533A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На </w:t>
      </w:r>
      <w:r w:rsidR="007379E5" w:rsidRPr="007E533A">
        <w:rPr>
          <w:rFonts w:ascii="Times New Roman" w:hAnsi="Times New Roman"/>
          <w:color w:val="000000" w:themeColor="text1"/>
          <w:sz w:val="24"/>
          <w:szCs w:val="24"/>
        </w:rPr>
        <w:t>одной из карт атласа, четко обозначено п</w:t>
      </w:r>
      <w:r w:rsidR="00FF7F7D" w:rsidRPr="007E533A">
        <w:rPr>
          <w:rFonts w:ascii="Times New Roman" w:hAnsi="Times New Roman"/>
          <w:color w:val="000000" w:themeColor="text1"/>
          <w:sz w:val="24"/>
          <w:szCs w:val="24"/>
        </w:rPr>
        <w:t>ролегание</w:t>
      </w:r>
      <w:r w:rsidR="007379E5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тракта по косинской земле. </w:t>
      </w:r>
      <w:r w:rsidR="007F0795" w:rsidRPr="007E533A">
        <w:rPr>
          <w:rFonts w:ascii="Times New Roman" w:hAnsi="Times New Roman"/>
          <w:color w:val="000000" w:themeColor="text1"/>
          <w:sz w:val="24"/>
          <w:szCs w:val="24"/>
        </w:rPr>
        <w:t>О прохо</w:t>
      </w:r>
      <w:r w:rsidR="007F0795" w:rsidRPr="007E533A">
        <w:rPr>
          <w:rFonts w:ascii="Times New Roman" w:hAnsi="Times New Roman"/>
          <w:color w:val="000000" w:themeColor="text1"/>
          <w:sz w:val="24"/>
          <w:szCs w:val="24"/>
        </w:rPr>
        <w:t>ж</w:t>
      </w:r>
      <w:r w:rsidR="007F0795" w:rsidRPr="007E533A">
        <w:rPr>
          <w:rFonts w:ascii="Times New Roman" w:hAnsi="Times New Roman"/>
          <w:color w:val="000000" w:themeColor="text1"/>
          <w:sz w:val="24"/>
          <w:szCs w:val="24"/>
        </w:rPr>
        <w:t>дении тр</w:t>
      </w:r>
      <w:r w:rsidR="00FF7F7D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акта через Косу упоминается и в других </w:t>
      </w:r>
      <w:r w:rsidR="004D5661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исторических источниках. </w:t>
      </w:r>
    </w:p>
    <w:p w:rsidR="00A1593F" w:rsidRPr="007E533A" w:rsidRDefault="007F27B7" w:rsidP="004D5661">
      <w:pPr>
        <w:pStyle w:val="af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Большой т</w:t>
      </w:r>
      <w:r w:rsidR="00A1593F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ракт оказал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заметное </w:t>
      </w:r>
      <w:r w:rsidR="00A1593F" w:rsidRPr="007E533A">
        <w:rPr>
          <w:rFonts w:ascii="Times New Roman" w:hAnsi="Times New Roman"/>
          <w:color w:val="000000" w:themeColor="text1"/>
          <w:sz w:val="24"/>
          <w:szCs w:val="24"/>
        </w:rPr>
        <w:t>влияние на развитие селений, через которые он прох</w:t>
      </w:r>
      <w:r w:rsidR="00A1593F" w:rsidRPr="007E533A">
        <w:rPr>
          <w:rFonts w:ascii="Times New Roman" w:hAnsi="Times New Roman"/>
          <w:color w:val="000000" w:themeColor="text1"/>
          <w:sz w:val="24"/>
          <w:szCs w:val="24"/>
        </w:rPr>
        <w:t>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дил. </w:t>
      </w:r>
      <w:r w:rsidR="00A1593F" w:rsidRPr="007E533A">
        <w:rPr>
          <w:rFonts w:ascii="Times New Roman" w:hAnsi="Times New Roman"/>
          <w:color w:val="000000" w:themeColor="text1"/>
          <w:sz w:val="24"/>
          <w:szCs w:val="24"/>
        </w:rPr>
        <w:t>В местах рек прокладывались мосты, стелились гати, в селениях содержались почтовые станции и обустраивались постоялые дворы. При правлении Петра I,  Екатерины II и Але</w:t>
      </w:r>
      <w:r w:rsidR="00A1593F" w:rsidRPr="007E533A">
        <w:rPr>
          <w:rFonts w:ascii="Times New Roman" w:hAnsi="Times New Roman"/>
          <w:color w:val="000000" w:themeColor="text1"/>
          <w:sz w:val="24"/>
          <w:szCs w:val="24"/>
        </w:rPr>
        <w:t>к</w:t>
      </w:r>
      <w:r w:rsidR="00A1593F" w:rsidRPr="007E533A">
        <w:rPr>
          <w:rFonts w:ascii="Times New Roman" w:hAnsi="Times New Roman"/>
          <w:color w:val="000000" w:themeColor="text1"/>
          <w:sz w:val="24"/>
          <w:szCs w:val="24"/>
        </w:rPr>
        <w:t>сандра I устанавливались указами жесткие правила по обустройству тракта. Указы строго гл</w:t>
      </w:r>
      <w:r w:rsidR="00A1593F" w:rsidRPr="007E533A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A1593F" w:rsidRPr="007E533A">
        <w:rPr>
          <w:rFonts w:ascii="Times New Roman" w:hAnsi="Times New Roman"/>
          <w:color w:val="000000" w:themeColor="text1"/>
          <w:sz w:val="24"/>
          <w:szCs w:val="24"/>
        </w:rPr>
        <w:t>сили  о том, что дорога должна быть большой и широкой, а вдоль придорожного полотна ц</w:t>
      </w:r>
      <w:r w:rsidR="00A1593F" w:rsidRPr="007E533A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A1593F" w:rsidRPr="007E533A">
        <w:rPr>
          <w:rFonts w:ascii="Times New Roman" w:hAnsi="Times New Roman"/>
          <w:color w:val="000000" w:themeColor="text1"/>
          <w:sz w:val="24"/>
          <w:szCs w:val="24"/>
        </w:rPr>
        <w:t>лесообразно  высаживать крепкие  березы. В наше время,  исторический тракт является самым протяженным  и длительным культурным ландшафтом. Так как на его пути до сих пор возр</w:t>
      </w:r>
      <w:r w:rsidR="00A1593F" w:rsidRPr="007E533A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A1593F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ждаются и строятся  храмы, создаются музеи, оборудуются гостевые дворы, устраиваются торжища. </w:t>
      </w:r>
    </w:p>
    <w:p w:rsidR="00A1593F" w:rsidRPr="007E533A" w:rsidRDefault="00A1593F" w:rsidP="004D5661">
      <w:pPr>
        <w:pStyle w:val="af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33A">
        <w:rPr>
          <w:rFonts w:ascii="Times New Roman" w:hAnsi="Times New Roman"/>
          <w:color w:val="000000" w:themeColor="text1"/>
          <w:sz w:val="24"/>
          <w:szCs w:val="24"/>
        </w:rPr>
        <w:t>Следует принять во внимание тот факт, что Косинский район стоит на пути Моско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>ско-Сибирского  тракта, на небольшом отрезке той самой дороги, по которой несколько веков подряд шли торговые обозы, гоняли ямщики, перевозились арестанты, брели в кандалах  к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>торжане, пробирались известные путешественники и следовали великие политические деят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ли. </w:t>
      </w:r>
    </w:p>
    <w:p w:rsidR="00753D17" w:rsidRPr="007E533A" w:rsidRDefault="00A1593F" w:rsidP="004D5661">
      <w:pPr>
        <w:pStyle w:val="af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33A">
        <w:rPr>
          <w:rFonts w:ascii="Times New Roman" w:hAnsi="Times New Roman"/>
          <w:color w:val="000000" w:themeColor="text1"/>
          <w:sz w:val="24"/>
          <w:szCs w:val="24"/>
        </w:rPr>
        <w:t>Сегодня, этот небольшой отрезок пути, хранит многовековую историю России. На н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>шей Большой дороге возвыш</w:t>
      </w:r>
      <w:r w:rsidR="004D5661" w:rsidRPr="007E533A">
        <w:rPr>
          <w:rFonts w:ascii="Times New Roman" w:hAnsi="Times New Roman"/>
          <w:color w:val="000000" w:themeColor="text1"/>
          <w:sz w:val="24"/>
          <w:szCs w:val="24"/>
        </w:rPr>
        <w:t>ается  Храм Николая Чудотворца.</w:t>
      </w:r>
      <w:r w:rsidR="00753D17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И 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>традиционн</w:t>
      </w:r>
      <w:r w:rsidR="004D5661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о, 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>в осеннюю пору  Бабьего лета</w:t>
      </w:r>
      <w:r w:rsidR="00753D17" w:rsidRPr="007E533A">
        <w:rPr>
          <w:rFonts w:ascii="Times New Roman" w:hAnsi="Times New Roman"/>
          <w:color w:val="000000" w:themeColor="text1"/>
          <w:sz w:val="24"/>
          <w:szCs w:val="24"/>
        </w:rPr>
        <w:t>, вдоль дороги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 разворачивается многоликая Косинская ярмарка</w:t>
      </w:r>
      <w:r w:rsidR="00753D17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и устраив</w:t>
      </w:r>
      <w:r w:rsidR="00753D17" w:rsidRPr="007E533A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753D17" w:rsidRPr="007E533A">
        <w:rPr>
          <w:rFonts w:ascii="Times New Roman" w:hAnsi="Times New Roman"/>
          <w:color w:val="000000" w:themeColor="text1"/>
          <w:sz w:val="24"/>
          <w:szCs w:val="24"/>
        </w:rPr>
        <w:t>ется всенародное гуляние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53D17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A1593F" w:rsidRPr="007E533A" w:rsidRDefault="00A1593F" w:rsidP="004D5661">
      <w:pPr>
        <w:pStyle w:val="af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33A">
        <w:rPr>
          <w:rFonts w:ascii="Times New Roman" w:hAnsi="Times New Roman"/>
          <w:color w:val="000000" w:themeColor="text1"/>
          <w:sz w:val="24"/>
          <w:szCs w:val="24"/>
        </w:rPr>
        <w:t>Мы уверены в том, что Косинский район в истории Московско-Сибирского тракта имеет свое место, свое значение. Наша задача – бережно хранить  историче</w:t>
      </w:r>
      <w:r w:rsidR="00FF7F7D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ское наследие 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>те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ритории, признавать свою самобытность и создавать условия для развития </w:t>
      </w:r>
      <w:r w:rsidR="00FF7F7D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бытовой 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>культуры и народного  творчества!</w:t>
      </w:r>
    </w:p>
    <w:p w:rsidR="00A1593F" w:rsidRPr="007E533A" w:rsidRDefault="00510756" w:rsidP="00FF7F7D">
      <w:pPr>
        <w:pStyle w:val="af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Тема Фестиваля </w:t>
      </w:r>
      <w:r w:rsidR="004D5661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2017 года «Дорога - от села до села, а по всей земле повела!»</w:t>
      </w:r>
      <w:r w:rsidR="00FF7F7D" w:rsidRPr="007E533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1593F" w:rsidRPr="007E533A" w:rsidRDefault="00A1593F" w:rsidP="0003172B">
      <w:pPr>
        <w:pStyle w:val="af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В этом мы году мы </w:t>
      </w:r>
      <w:r w:rsidR="004D5661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продолжим удивлять 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и </w:t>
      </w:r>
      <w:r w:rsidR="004D5661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радовать 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>гостей и участников Фестиваля «прогул</w:t>
      </w:r>
      <w:r w:rsidR="004D5661" w:rsidRPr="007E533A">
        <w:rPr>
          <w:rFonts w:ascii="Times New Roman" w:hAnsi="Times New Roman"/>
          <w:color w:val="000000" w:themeColor="text1"/>
          <w:sz w:val="24"/>
          <w:szCs w:val="24"/>
        </w:rPr>
        <w:t>кой</w:t>
      </w:r>
      <w:r w:rsidR="009E5982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>в прошлое», мы представим на всеобщее обозрение дос</w:t>
      </w:r>
      <w:r w:rsidR="009E5982" w:rsidRPr="007E533A">
        <w:rPr>
          <w:rFonts w:ascii="Times New Roman" w:hAnsi="Times New Roman"/>
          <w:color w:val="000000" w:themeColor="text1"/>
          <w:sz w:val="24"/>
          <w:szCs w:val="24"/>
        </w:rPr>
        <w:t>товерные историче</w:t>
      </w:r>
      <w:r w:rsidR="004D5661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ские сведения </w:t>
      </w:r>
      <w:r w:rsidR="009E5982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и </w:t>
      </w:r>
      <w:r w:rsidRPr="007E533A">
        <w:rPr>
          <w:rFonts w:ascii="Times New Roman" w:hAnsi="Times New Roman"/>
          <w:color w:val="000000" w:themeColor="text1"/>
          <w:sz w:val="24"/>
          <w:szCs w:val="24"/>
        </w:rPr>
        <w:t>фотографии, «откроем» лавки старинных ремесел и промыслов традиционного бытования наро</w:t>
      </w:r>
      <w:r w:rsidR="009E5982" w:rsidRPr="007E533A">
        <w:rPr>
          <w:rFonts w:ascii="Times New Roman" w:hAnsi="Times New Roman"/>
          <w:color w:val="000000" w:themeColor="text1"/>
          <w:sz w:val="24"/>
          <w:szCs w:val="24"/>
        </w:rPr>
        <w:t>да, живущего на Косинской земле!</w:t>
      </w:r>
      <w:r w:rsidR="00FF7F7D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Мы представим всему миру тех, </w:t>
      </w:r>
      <w:r w:rsidR="0003172B">
        <w:rPr>
          <w:rFonts w:ascii="Times New Roman" w:hAnsi="Times New Roman"/>
          <w:color w:val="000000" w:themeColor="text1"/>
          <w:sz w:val="24"/>
          <w:szCs w:val="24"/>
        </w:rPr>
        <w:t xml:space="preserve">кто умеет </w:t>
      </w:r>
      <w:r w:rsidR="00FF7F7D" w:rsidRPr="007E533A">
        <w:rPr>
          <w:rFonts w:ascii="Times New Roman" w:hAnsi="Times New Roman"/>
          <w:color w:val="000000" w:themeColor="text1"/>
          <w:sz w:val="24"/>
          <w:szCs w:val="24"/>
        </w:rPr>
        <w:t>трудиться и по простоте  своей душевной</w:t>
      </w:r>
      <w:r w:rsidR="0003172B">
        <w:rPr>
          <w:rFonts w:ascii="Times New Roman" w:hAnsi="Times New Roman"/>
          <w:color w:val="000000" w:themeColor="text1"/>
          <w:sz w:val="24"/>
          <w:szCs w:val="24"/>
        </w:rPr>
        <w:t xml:space="preserve">, может </w:t>
      </w:r>
      <w:r w:rsidR="00FF7F7D"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 делит</w:t>
      </w:r>
      <w:r w:rsidR="0003172B">
        <w:rPr>
          <w:rFonts w:ascii="Times New Roman" w:hAnsi="Times New Roman"/>
          <w:color w:val="000000" w:themeColor="text1"/>
          <w:sz w:val="24"/>
          <w:szCs w:val="24"/>
        </w:rPr>
        <w:t>ь</w:t>
      </w:r>
      <w:r w:rsidR="00FF7F7D" w:rsidRPr="007E533A">
        <w:rPr>
          <w:rFonts w:ascii="Times New Roman" w:hAnsi="Times New Roman"/>
          <w:color w:val="000000" w:themeColor="text1"/>
          <w:sz w:val="24"/>
          <w:szCs w:val="24"/>
        </w:rPr>
        <w:t>ся  со всеми хлебом, солью и весел</w:t>
      </w:r>
      <w:r w:rsidR="00FF7F7D" w:rsidRPr="007E533A">
        <w:rPr>
          <w:rFonts w:ascii="Times New Roman" w:hAnsi="Times New Roman"/>
          <w:color w:val="000000" w:themeColor="text1"/>
          <w:sz w:val="24"/>
          <w:szCs w:val="24"/>
        </w:rPr>
        <w:t>ь</w:t>
      </w:r>
      <w:r w:rsidR="00FF7F7D" w:rsidRPr="007E533A">
        <w:rPr>
          <w:rFonts w:ascii="Times New Roman" w:hAnsi="Times New Roman"/>
          <w:color w:val="000000" w:themeColor="text1"/>
          <w:sz w:val="24"/>
          <w:szCs w:val="24"/>
        </w:rPr>
        <w:t>ем!</w:t>
      </w:r>
    </w:p>
    <w:p w:rsidR="00A1593F" w:rsidRPr="007E533A" w:rsidRDefault="00A1593F" w:rsidP="00814986">
      <w:pPr>
        <w:pStyle w:val="af"/>
        <w:ind w:firstLine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E533A">
        <w:rPr>
          <w:rFonts w:ascii="Times New Roman" w:hAnsi="Times New Roman"/>
          <w:b/>
          <w:color w:val="000000" w:themeColor="text1"/>
          <w:sz w:val="24"/>
          <w:szCs w:val="24"/>
        </w:rPr>
        <w:t xml:space="preserve">Надеемся, что Вы </w:t>
      </w:r>
      <w:r w:rsidR="007F27B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обязательно </w:t>
      </w:r>
      <w:r w:rsidRPr="007E533A">
        <w:rPr>
          <w:rFonts w:ascii="Times New Roman" w:hAnsi="Times New Roman"/>
          <w:b/>
          <w:color w:val="000000" w:themeColor="text1"/>
          <w:sz w:val="24"/>
          <w:szCs w:val="24"/>
        </w:rPr>
        <w:t>примите</w:t>
      </w:r>
      <w:r w:rsidR="007F27B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наше приглашение, откликнитесь и под</w:t>
      </w:r>
      <w:r w:rsidR="007F27B7">
        <w:rPr>
          <w:rFonts w:ascii="Times New Roman" w:hAnsi="Times New Roman"/>
          <w:b/>
          <w:color w:val="000000" w:themeColor="text1"/>
          <w:sz w:val="24"/>
          <w:szCs w:val="24"/>
        </w:rPr>
        <w:t>а</w:t>
      </w:r>
      <w:r w:rsidR="007F27B7">
        <w:rPr>
          <w:rFonts w:ascii="Times New Roman" w:hAnsi="Times New Roman"/>
          <w:b/>
          <w:color w:val="000000" w:themeColor="text1"/>
          <w:sz w:val="24"/>
          <w:szCs w:val="24"/>
        </w:rPr>
        <w:t>дите заявку на участие в празднике</w:t>
      </w:r>
      <w:r w:rsidRPr="007E533A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Мы всегда рады встрече со старыми добрыми друзьями и </w:t>
      </w:r>
      <w:r w:rsidR="00814986" w:rsidRPr="007E533A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планируем </w:t>
      </w:r>
      <w:r w:rsidRPr="007E533A">
        <w:rPr>
          <w:rFonts w:ascii="Times New Roman" w:hAnsi="Times New Roman"/>
          <w:b/>
          <w:color w:val="000000" w:themeColor="text1"/>
          <w:sz w:val="24"/>
          <w:szCs w:val="24"/>
        </w:rPr>
        <w:t>завести  новые интересные знакомства!</w:t>
      </w:r>
    </w:p>
    <w:p w:rsidR="009E5982" w:rsidRPr="007E533A" w:rsidRDefault="00A1593F" w:rsidP="00814986">
      <w:pPr>
        <w:pStyle w:val="af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С уважением,  </w:t>
      </w:r>
    </w:p>
    <w:p w:rsidR="00814986" w:rsidRPr="007E533A" w:rsidRDefault="00A1593F" w:rsidP="00814986">
      <w:pPr>
        <w:pStyle w:val="af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7E533A">
        <w:rPr>
          <w:rFonts w:ascii="Times New Roman" w:hAnsi="Times New Roman"/>
          <w:color w:val="000000" w:themeColor="text1"/>
          <w:sz w:val="24"/>
          <w:szCs w:val="24"/>
        </w:rPr>
        <w:t xml:space="preserve">зав. отделом культуры  и молодежной политики  </w:t>
      </w:r>
    </w:p>
    <w:p w:rsidR="008D38D3" w:rsidRPr="007E533A" w:rsidRDefault="00A1593F" w:rsidP="00814986">
      <w:pPr>
        <w:pStyle w:val="af"/>
        <w:jc w:val="right"/>
        <w:rPr>
          <w:b/>
          <w:i/>
          <w:color w:val="000000" w:themeColor="text1"/>
          <w:sz w:val="24"/>
          <w:szCs w:val="24"/>
        </w:rPr>
      </w:pPr>
      <w:r w:rsidRPr="007E533A">
        <w:rPr>
          <w:rFonts w:ascii="Times New Roman" w:hAnsi="Times New Roman"/>
          <w:color w:val="000000" w:themeColor="text1"/>
          <w:sz w:val="24"/>
          <w:szCs w:val="24"/>
        </w:rPr>
        <w:t>Косинского района  Э.Н. Колегова</w:t>
      </w:r>
      <w:r w:rsidR="008D38D3" w:rsidRPr="007E533A">
        <w:rPr>
          <w:b/>
          <w:i/>
          <w:color w:val="000000" w:themeColor="text1"/>
          <w:sz w:val="24"/>
          <w:szCs w:val="24"/>
        </w:rPr>
        <w:t xml:space="preserve">                   </w:t>
      </w:r>
      <w:r w:rsidR="00DE03AC" w:rsidRPr="007E533A">
        <w:rPr>
          <w:b/>
          <w:i/>
          <w:color w:val="000000" w:themeColor="text1"/>
          <w:sz w:val="24"/>
          <w:szCs w:val="24"/>
        </w:rPr>
        <w:t xml:space="preserve">                      </w:t>
      </w:r>
    </w:p>
    <w:sectPr w:rsidR="008D38D3" w:rsidRPr="007E533A" w:rsidSect="00814986">
      <w:pgSz w:w="11906" w:h="16838"/>
      <w:pgMar w:top="284" w:right="1080" w:bottom="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4CA" w:rsidRDefault="001004CA">
      <w:r>
        <w:separator/>
      </w:r>
    </w:p>
  </w:endnote>
  <w:endnote w:type="continuationSeparator" w:id="1">
    <w:p w:rsidR="001004CA" w:rsidRDefault="00100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9731"/>
      <w:docPartObj>
        <w:docPartGallery w:val="Page Numbers (Bottom of Page)"/>
        <w:docPartUnique/>
      </w:docPartObj>
    </w:sdtPr>
    <w:sdtContent>
      <w:p w:rsidR="007E533A" w:rsidRDefault="00CA6E16">
        <w:pPr>
          <w:pStyle w:val="a7"/>
          <w:jc w:val="right"/>
        </w:pPr>
        <w:fldSimple w:instr=" PAGE   \* MERGEFORMAT ">
          <w:r w:rsidR="00510756">
            <w:rPr>
              <w:noProof/>
            </w:rPr>
            <w:t>6</w:t>
          </w:r>
        </w:fldSimple>
      </w:p>
    </w:sdtContent>
  </w:sdt>
  <w:p w:rsidR="00B12253" w:rsidRDefault="00B12253">
    <w:pPr>
      <w:pStyle w:val="a7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4CA" w:rsidRDefault="001004CA">
      <w:r>
        <w:separator/>
      </w:r>
    </w:p>
  </w:footnote>
  <w:footnote w:type="continuationSeparator" w:id="1">
    <w:p w:rsidR="001004CA" w:rsidRDefault="001004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253" w:rsidRDefault="00CA6E16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1225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12253" w:rsidRDefault="00B1225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12E50"/>
    <w:multiLevelType w:val="hybridMultilevel"/>
    <w:tmpl w:val="46B60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14E05"/>
    <w:multiLevelType w:val="hybridMultilevel"/>
    <w:tmpl w:val="A2984DFC"/>
    <w:lvl w:ilvl="0" w:tplc="D6F2831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9312EA"/>
    <w:multiLevelType w:val="hybridMultilevel"/>
    <w:tmpl w:val="F28EF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2163F"/>
    <w:multiLevelType w:val="hybridMultilevel"/>
    <w:tmpl w:val="EFCE6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6122F"/>
    <w:multiLevelType w:val="hybridMultilevel"/>
    <w:tmpl w:val="50D44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C05B46"/>
    <w:multiLevelType w:val="hybridMultilevel"/>
    <w:tmpl w:val="84D8D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325D68"/>
    <w:multiLevelType w:val="hybridMultilevel"/>
    <w:tmpl w:val="864205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955275"/>
    <w:multiLevelType w:val="hybridMultilevel"/>
    <w:tmpl w:val="6F58E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E04ACC"/>
    <w:multiLevelType w:val="hybridMultilevel"/>
    <w:tmpl w:val="4FCA6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0828B1"/>
    <w:multiLevelType w:val="hybridMultilevel"/>
    <w:tmpl w:val="BAD88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7B77A3"/>
    <w:multiLevelType w:val="hybridMultilevel"/>
    <w:tmpl w:val="A1CCC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10"/>
  </w:num>
  <w:num w:numId="5">
    <w:abstractNumId w:val="5"/>
  </w:num>
  <w:num w:numId="6">
    <w:abstractNumId w:val="2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20"/>
  <w:autoHyphenation/>
  <w:hyphenationZone w:val="357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16C5"/>
    <w:rsid w:val="0003172B"/>
    <w:rsid w:val="00031EB5"/>
    <w:rsid w:val="000320E4"/>
    <w:rsid w:val="000379B4"/>
    <w:rsid w:val="00056E5F"/>
    <w:rsid w:val="0007358C"/>
    <w:rsid w:val="000830C8"/>
    <w:rsid w:val="000924AA"/>
    <w:rsid w:val="000A1018"/>
    <w:rsid w:val="000A1249"/>
    <w:rsid w:val="000E1FEC"/>
    <w:rsid w:val="000E27F2"/>
    <w:rsid w:val="000E6015"/>
    <w:rsid w:val="001004CA"/>
    <w:rsid w:val="001111F0"/>
    <w:rsid w:val="001206D8"/>
    <w:rsid w:val="00136C19"/>
    <w:rsid w:val="001450B8"/>
    <w:rsid w:val="00146CD0"/>
    <w:rsid w:val="001617A8"/>
    <w:rsid w:val="00186BF6"/>
    <w:rsid w:val="00191FB7"/>
    <w:rsid w:val="00193308"/>
    <w:rsid w:val="001B3D30"/>
    <w:rsid w:val="001B5ADC"/>
    <w:rsid w:val="001D1569"/>
    <w:rsid w:val="001E3220"/>
    <w:rsid w:val="001E7A22"/>
    <w:rsid w:val="00202A8B"/>
    <w:rsid w:val="002067A6"/>
    <w:rsid w:val="002071CF"/>
    <w:rsid w:val="002559B0"/>
    <w:rsid w:val="0026122D"/>
    <w:rsid w:val="0028108D"/>
    <w:rsid w:val="0028382B"/>
    <w:rsid w:val="0028655A"/>
    <w:rsid w:val="00290178"/>
    <w:rsid w:val="002A1714"/>
    <w:rsid w:val="002B05D9"/>
    <w:rsid w:val="002B769A"/>
    <w:rsid w:val="002D35FF"/>
    <w:rsid w:val="002E0EAA"/>
    <w:rsid w:val="00302C2C"/>
    <w:rsid w:val="003127A1"/>
    <w:rsid w:val="00321B6F"/>
    <w:rsid w:val="00324C5F"/>
    <w:rsid w:val="00324D99"/>
    <w:rsid w:val="00353DEB"/>
    <w:rsid w:val="003807C0"/>
    <w:rsid w:val="0039089A"/>
    <w:rsid w:val="003A72C6"/>
    <w:rsid w:val="003A73D1"/>
    <w:rsid w:val="003C2E3D"/>
    <w:rsid w:val="003D3930"/>
    <w:rsid w:val="003D56DE"/>
    <w:rsid w:val="003E5046"/>
    <w:rsid w:val="003E56E7"/>
    <w:rsid w:val="004004F8"/>
    <w:rsid w:val="00417007"/>
    <w:rsid w:val="004229A1"/>
    <w:rsid w:val="004254AC"/>
    <w:rsid w:val="00425BE7"/>
    <w:rsid w:val="00433F3E"/>
    <w:rsid w:val="004448E6"/>
    <w:rsid w:val="004473D7"/>
    <w:rsid w:val="00452251"/>
    <w:rsid w:val="00467FF8"/>
    <w:rsid w:val="00482187"/>
    <w:rsid w:val="00483649"/>
    <w:rsid w:val="00495B2F"/>
    <w:rsid w:val="004B130D"/>
    <w:rsid w:val="004D28F8"/>
    <w:rsid w:val="004D5661"/>
    <w:rsid w:val="004F68BF"/>
    <w:rsid w:val="00510756"/>
    <w:rsid w:val="00511C81"/>
    <w:rsid w:val="00534011"/>
    <w:rsid w:val="0053612B"/>
    <w:rsid w:val="005430DE"/>
    <w:rsid w:val="005438E0"/>
    <w:rsid w:val="005505FE"/>
    <w:rsid w:val="00552ADF"/>
    <w:rsid w:val="00592A8E"/>
    <w:rsid w:val="005B19AA"/>
    <w:rsid w:val="005D398C"/>
    <w:rsid w:val="005E3434"/>
    <w:rsid w:val="005F7FB9"/>
    <w:rsid w:val="00614CB0"/>
    <w:rsid w:val="0062637C"/>
    <w:rsid w:val="006333E0"/>
    <w:rsid w:val="0066103C"/>
    <w:rsid w:val="006744AD"/>
    <w:rsid w:val="00693E83"/>
    <w:rsid w:val="006A3010"/>
    <w:rsid w:val="006D443E"/>
    <w:rsid w:val="006E099F"/>
    <w:rsid w:val="006E7C10"/>
    <w:rsid w:val="006F4AD8"/>
    <w:rsid w:val="007335FC"/>
    <w:rsid w:val="0073459E"/>
    <w:rsid w:val="00736B92"/>
    <w:rsid w:val="007379E5"/>
    <w:rsid w:val="007539B9"/>
    <w:rsid w:val="00753D17"/>
    <w:rsid w:val="007616C5"/>
    <w:rsid w:val="00761D5E"/>
    <w:rsid w:val="00781339"/>
    <w:rsid w:val="00781897"/>
    <w:rsid w:val="00793FC0"/>
    <w:rsid w:val="007A2B5E"/>
    <w:rsid w:val="007A5152"/>
    <w:rsid w:val="007A5A60"/>
    <w:rsid w:val="007A72D4"/>
    <w:rsid w:val="007C36BE"/>
    <w:rsid w:val="007E533A"/>
    <w:rsid w:val="007E54C8"/>
    <w:rsid w:val="007E5F58"/>
    <w:rsid w:val="007F0795"/>
    <w:rsid w:val="007F27B7"/>
    <w:rsid w:val="00810959"/>
    <w:rsid w:val="008143DA"/>
    <w:rsid w:val="00814986"/>
    <w:rsid w:val="00842E4A"/>
    <w:rsid w:val="00843EAF"/>
    <w:rsid w:val="008550A2"/>
    <w:rsid w:val="00861BE3"/>
    <w:rsid w:val="008642BC"/>
    <w:rsid w:val="008719E2"/>
    <w:rsid w:val="00875736"/>
    <w:rsid w:val="00881627"/>
    <w:rsid w:val="00881895"/>
    <w:rsid w:val="0088261A"/>
    <w:rsid w:val="00896252"/>
    <w:rsid w:val="008A300E"/>
    <w:rsid w:val="008C41D1"/>
    <w:rsid w:val="008D38D3"/>
    <w:rsid w:val="008E0D07"/>
    <w:rsid w:val="00907EE5"/>
    <w:rsid w:val="00941AD1"/>
    <w:rsid w:val="00946A6E"/>
    <w:rsid w:val="00956D02"/>
    <w:rsid w:val="0096575F"/>
    <w:rsid w:val="00973EE1"/>
    <w:rsid w:val="00975C20"/>
    <w:rsid w:val="00983927"/>
    <w:rsid w:val="009913BB"/>
    <w:rsid w:val="009C0260"/>
    <w:rsid w:val="009D34A4"/>
    <w:rsid w:val="009E48FD"/>
    <w:rsid w:val="009E5982"/>
    <w:rsid w:val="009F1967"/>
    <w:rsid w:val="00A1593F"/>
    <w:rsid w:val="00A20CAB"/>
    <w:rsid w:val="00A221F3"/>
    <w:rsid w:val="00A235F1"/>
    <w:rsid w:val="00A349BE"/>
    <w:rsid w:val="00A43C5F"/>
    <w:rsid w:val="00A45D30"/>
    <w:rsid w:val="00A57056"/>
    <w:rsid w:val="00A57AF3"/>
    <w:rsid w:val="00A67CE7"/>
    <w:rsid w:val="00A7019E"/>
    <w:rsid w:val="00A80A9C"/>
    <w:rsid w:val="00AB0EBD"/>
    <w:rsid w:val="00AB61AD"/>
    <w:rsid w:val="00AC586A"/>
    <w:rsid w:val="00AF6FDA"/>
    <w:rsid w:val="00AF7BBD"/>
    <w:rsid w:val="00B12253"/>
    <w:rsid w:val="00B17F20"/>
    <w:rsid w:val="00B241EB"/>
    <w:rsid w:val="00B303A9"/>
    <w:rsid w:val="00B4163E"/>
    <w:rsid w:val="00B45B6C"/>
    <w:rsid w:val="00B63F90"/>
    <w:rsid w:val="00B87E6E"/>
    <w:rsid w:val="00B905B4"/>
    <w:rsid w:val="00B94199"/>
    <w:rsid w:val="00BA60F4"/>
    <w:rsid w:val="00BC32B1"/>
    <w:rsid w:val="00C027BA"/>
    <w:rsid w:val="00C0338D"/>
    <w:rsid w:val="00C11CD6"/>
    <w:rsid w:val="00C270DF"/>
    <w:rsid w:val="00C44B7B"/>
    <w:rsid w:val="00C462AD"/>
    <w:rsid w:val="00C6033F"/>
    <w:rsid w:val="00C6745C"/>
    <w:rsid w:val="00C70689"/>
    <w:rsid w:val="00C71976"/>
    <w:rsid w:val="00C72085"/>
    <w:rsid w:val="00C74D07"/>
    <w:rsid w:val="00C76D98"/>
    <w:rsid w:val="00C82A62"/>
    <w:rsid w:val="00C850B2"/>
    <w:rsid w:val="00C97BDE"/>
    <w:rsid w:val="00CA00B1"/>
    <w:rsid w:val="00CA2BBE"/>
    <w:rsid w:val="00CA4F88"/>
    <w:rsid w:val="00CA6E16"/>
    <w:rsid w:val="00CB0CD4"/>
    <w:rsid w:val="00CB4BD3"/>
    <w:rsid w:val="00CC00BA"/>
    <w:rsid w:val="00CC769B"/>
    <w:rsid w:val="00CE7817"/>
    <w:rsid w:val="00D128E9"/>
    <w:rsid w:val="00D339C8"/>
    <w:rsid w:val="00D51DC3"/>
    <w:rsid w:val="00D52131"/>
    <w:rsid w:val="00D712A8"/>
    <w:rsid w:val="00D771BD"/>
    <w:rsid w:val="00D81136"/>
    <w:rsid w:val="00DA24F6"/>
    <w:rsid w:val="00DB3748"/>
    <w:rsid w:val="00DC2303"/>
    <w:rsid w:val="00DD3ADC"/>
    <w:rsid w:val="00DE03AC"/>
    <w:rsid w:val="00DE2DCA"/>
    <w:rsid w:val="00DF4430"/>
    <w:rsid w:val="00DF7C96"/>
    <w:rsid w:val="00E06292"/>
    <w:rsid w:val="00E111B6"/>
    <w:rsid w:val="00E246F5"/>
    <w:rsid w:val="00E3240D"/>
    <w:rsid w:val="00E34E68"/>
    <w:rsid w:val="00E614D0"/>
    <w:rsid w:val="00E66E72"/>
    <w:rsid w:val="00E8099E"/>
    <w:rsid w:val="00E8211E"/>
    <w:rsid w:val="00EA5A0A"/>
    <w:rsid w:val="00EB400D"/>
    <w:rsid w:val="00EE4BB9"/>
    <w:rsid w:val="00F06D5D"/>
    <w:rsid w:val="00F34240"/>
    <w:rsid w:val="00F40BAA"/>
    <w:rsid w:val="00F45017"/>
    <w:rsid w:val="00F46037"/>
    <w:rsid w:val="00F56D0D"/>
    <w:rsid w:val="00F5775A"/>
    <w:rsid w:val="00F919B8"/>
    <w:rsid w:val="00FA3A59"/>
    <w:rsid w:val="00FB2D71"/>
    <w:rsid w:val="00FB5EBD"/>
    <w:rsid w:val="00FC0FBD"/>
    <w:rsid w:val="00FC18F8"/>
    <w:rsid w:val="00FC2AE7"/>
    <w:rsid w:val="00FC50FC"/>
    <w:rsid w:val="00FD415B"/>
    <w:rsid w:val="00FE5574"/>
    <w:rsid w:val="00FF6E16"/>
    <w:rsid w:val="00FF7F2E"/>
    <w:rsid w:val="00FF7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link w:val="a8"/>
    <w:uiPriority w:val="99"/>
    <w:rsid w:val="00DA24F6"/>
    <w:pPr>
      <w:suppressAutoHyphens/>
    </w:pPr>
    <w:rPr>
      <w:sz w:val="20"/>
    </w:rPr>
  </w:style>
  <w:style w:type="paragraph" w:styleId="a9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a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b">
    <w:name w:val="Адресат"/>
    <w:basedOn w:val="a"/>
    <w:rsid w:val="00DA24F6"/>
    <w:pPr>
      <w:suppressAutoHyphens/>
      <w:spacing w:line="240" w:lineRule="exact"/>
    </w:pPr>
  </w:style>
  <w:style w:type="paragraph" w:customStyle="1" w:styleId="ac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d">
    <w:name w:val="page number"/>
    <w:basedOn w:val="a0"/>
    <w:rsid w:val="00DA24F6"/>
  </w:style>
  <w:style w:type="paragraph" w:styleId="ae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614CB0"/>
    <w:rPr>
      <w:rFonts w:ascii="Calibri" w:eastAsia="Calibri" w:hAnsi="Calibri"/>
      <w:sz w:val="22"/>
      <w:szCs w:val="22"/>
      <w:lang w:eastAsia="en-US"/>
    </w:rPr>
  </w:style>
  <w:style w:type="character" w:styleId="af0">
    <w:name w:val="Hyperlink"/>
    <w:basedOn w:val="a0"/>
    <w:uiPriority w:val="99"/>
    <w:unhideWhenUsed/>
    <w:rsid w:val="00614CB0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614CB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5E3434"/>
    <w:pPr>
      <w:ind w:left="720"/>
      <w:contextualSpacing/>
    </w:pPr>
  </w:style>
  <w:style w:type="character" w:customStyle="1" w:styleId="apple-converted-space">
    <w:name w:val="apple-converted-space"/>
    <w:basedOn w:val="a0"/>
    <w:rsid w:val="00A45D30"/>
  </w:style>
  <w:style w:type="character" w:customStyle="1" w:styleId="a8">
    <w:name w:val="Нижний колонтитул Знак"/>
    <w:basedOn w:val="a0"/>
    <w:link w:val="a7"/>
    <w:uiPriority w:val="99"/>
    <w:rsid w:val="007E53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6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yperlink" Target="mailto:kdckosa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saok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mailto:kocamuseum@mail.ru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ttachments_kosaok@mail.ru_2015-08-21_11-56-38\&#1073;&#1083;&#1072;&#1085;&#1082;%20&#1087;&#1080;&#1089;&#1100;&#1084;&#1072;%20&#1086;&#1090;&#1076;&#1077;&#1083;%20&#1082;&#1091;&#1083;&#1100;&#1090;&#1091;&#1088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3760D-9C2F-4293-ABA0-305679F31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отдел культуры</Template>
  <TotalTime>763</TotalTime>
  <Pages>7</Pages>
  <Words>2220</Words>
  <Characters>12655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14846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Культуры</cp:lastModifiedBy>
  <cp:revision>59</cp:revision>
  <cp:lastPrinted>2017-08-21T04:27:00Z</cp:lastPrinted>
  <dcterms:created xsi:type="dcterms:W3CDTF">2015-08-21T08:26:00Z</dcterms:created>
  <dcterms:modified xsi:type="dcterms:W3CDTF">2017-08-29T10:12:00Z</dcterms:modified>
</cp:coreProperties>
</file>